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B7A7F" w14:textId="77777777" w:rsidR="00AF73F5" w:rsidRPr="005B0D5A" w:rsidRDefault="00AF73F5" w:rsidP="005B0D5A"/>
    <w:p w14:paraId="53C5AC2B" w14:textId="77777777" w:rsidR="008C4B04" w:rsidRDefault="008C4B04" w:rsidP="001A350A">
      <w:pPr>
        <w:rPr>
          <w:noProof/>
        </w:rPr>
      </w:pPr>
    </w:p>
    <w:p w14:paraId="14371170" w14:textId="2D8EA110" w:rsidR="00AF73F5" w:rsidRPr="005B0D5A" w:rsidRDefault="001A350A" w:rsidP="001A350A">
      <w:r w:rsidRPr="00F96E03">
        <w:rPr>
          <w:noProof/>
        </w:rPr>
        <w:drawing>
          <wp:anchor distT="0" distB="0" distL="114300" distR="114300" simplePos="0" relativeHeight="251660288" behindDoc="0" locked="0" layoutInCell="1" allowOverlap="1" wp14:anchorId="4ECB6B2A" wp14:editId="109DFD11">
            <wp:simplePos x="0" y="0"/>
            <wp:positionH relativeFrom="margin">
              <wp:posOffset>1774039</wp:posOffset>
            </wp:positionH>
            <wp:positionV relativeFrom="paragraph">
              <wp:posOffset>1636639</wp:posOffset>
            </wp:positionV>
            <wp:extent cx="1735560" cy="2168369"/>
            <wp:effectExtent l="95250" t="95250" r="93345" b="99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Qb:PROJECTS:_CV-Design:GRAFIX:FOTOS:Fotolia_33385282_M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560" cy="2168369"/>
                    </a:xfrm>
                    <a:prstGeom prst="rect">
                      <a:avLst/>
                    </a:prstGeom>
                    <a:noFill/>
                    <a:ln w="85725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295B8334" wp14:editId="3DEA2F69">
                <wp:extent cx="5255895" cy="2333625"/>
                <wp:effectExtent l="0" t="0" r="20955" b="19050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5895" cy="2333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63438FC" w14:textId="69284DFF" w:rsidR="00AF73F5" w:rsidRPr="00C74703" w:rsidRDefault="00BF6A85" w:rsidP="00C74703">
                            <w:pPr>
                              <w:pStyle w:val="2DeckB-Name"/>
                            </w:pPr>
                            <w:r>
                              <w:t>Vorname Nachname</w:t>
                            </w:r>
                          </w:p>
                          <w:p w14:paraId="1C7ADF82" w14:textId="2F7D56FD" w:rsidR="005B0D5A" w:rsidRPr="001A350A" w:rsidRDefault="00BF6A85" w:rsidP="001A350A">
                            <w:pPr>
                              <w:pStyle w:val="2DeckB-Beruf"/>
                            </w:pPr>
                            <w:r>
                              <w:t>Beruf</w:t>
                            </w:r>
                            <w:r w:rsidR="00474BA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504000" rIns="91440" bIns="136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5B833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width:413.85pt;height:18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" filled="f" strokecolor="#b06660 [3204]" strokeweight="1.5pt">
                <v:textbox style="mso-fit-shape-to-text:t" inset=",14mm,,38mm">
                  <w:txbxContent>
                    <w:p w14:paraId="063438FC" w14:textId="69284DFF" w:rsidR="00AF73F5" w:rsidRPr="00C74703" w:rsidRDefault="00BF6A85" w:rsidP="00C74703">
                      <w:pPr>
                        <w:pStyle w:val="2DeckB-Name"/>
                      </w:pPr>
                      <w:r>
                        <w:t>Vorname Nachname</w:t>
                      </w:r>
                    </w:p>
                    <w:p w14:paraId="1C7ADF82" w14:textId="2F7D56FD" w:rsidR="005B0D5A" w:rsidRPr="001A350A" w:rsidRDefault="00BF6A85" w:rsidP="001A350A">
                      <w:pPr>
                        <w:pStyle w:val="2DeckB-Beruf"/>
                      </w:pPr>
                      <w:r>
                        <w:t>Beruf</w:t>
                      </w:r>
                      <w:r w:rsidR="00474BAE"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A4AB1D" w14:textId="77777777" w:rsidR="00AF73F5" w:rsidRPr="005B0D5A" w:rsidRDefault="00AF73F5" w:rsidP="005B0D5A"/>
    <w:p w14:paraId="0B453E92" w14:textId="77777777" w:rsidR="00AF73F5" w:rsidRPr="005B0D5A" w:rsidRDefault="00AF73F5" w:rsidP="005B0D5A"/>
    <w:p w14:paraId="7A7E2201" w14:textId="77777777" w:rsidR="001A350A" w:rsidRDefault="001A350A" w:rsidP="005B0D5A"/>
    <w:p w14:paraId="53EB7EB1" w14:textId="77777777" w:rsidR="001A350A" w:rsidRDefault="001A350A" w:rsidP="005B0D5A"/>
    <w:p w14:paraId="0C682FBC" w14:textId="77777777" w:rsidR="001A350A" w:rsidRDefault="001A350A" w:rsidP="005B0D5A"/>
    <w:p w14:paraId="13FBF433" w14:textId="77777777" w:rsidR="001A350A" w:rsidRDefault="001A350A" w:rsidP="005B0D5A"/>
    <w:p w14:paraId="43D40525" w14:textId="77777777" w:rsidR="001A350A" w:rsidRDefault="001A350A" w:rsidP="005B0D5A"/>
    <w:p w14:paraId="37D63442" w14:textId="77777777" w:rsidR="001A350A" w:rsidRPr="005B0D5A" w:rsidRDefault="001A350A" w:rsidP="005B0D5A"/>
    <w:p w14:paraId="2F9F9D52" w14:textId="77777777" w:rsidR="00AF73F5" w:rsidRDefault="001A350A" w:rsidP="005B0D5A">
      <w:r>
        <w:rPr>
          <w:noProof/>
        </w:rPr>
        <mc:AlternateContent>
          <mc:Choice Requires="wps">
            <w:drawing>
              <wp:inline distT="0" distB="0" distL="0" distR="0" wp14:anchorId="45DC5A43" wp14:editId="317FA252">
                <wp:extent cx="5255895" cy="3397250"/>
                <wp:effectExtent l="0" t="0" r="20955" b="12700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5895" cy="3397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</wps:spPr>
                      <wps:txbx>
                        <w:txbxContent>
                          <w:p w14:paraId="35158688" w14:textId="5E60C288" w:rsidR="001A350A" w:rsidRPr="00474BAE" w:rsidRDefault="00474BAE" w:rsidP="001A350A">
                            <w:pPr>
                              <w:pStyle w:val="2DeckB-Profil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Ausgebildete Mediatorin </w:t>
                            </w:r>
                          </w:p>
                          <w:p w14:paraId="15D6E354" w14:textId="7A3D8AB0" w:rsidR="001A350A" w:rsidRPr="00474BAE" w:rsidRDefault="00474BAE" w:rsidP="001A350A">
                            <w:pPr>
                              <w:pStyle w:val="2DeckB-Profil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Fundierte Kenntnisse in der spielerischen Vermittlung von Inhalten </w:t>
                            </w:r>
                          </w:p>
                          <w:p w14:paraId="2E24443A" w14:textId="77777777" w:rsidR="00474BAE" w:rsidRDefault="001A350A" w:rsidP="001A350A">
                            <w:pPr>
                              <w:pStyle w:val="2DeckB-Profil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474BAE">
                              <w:rPr>
                                <w:sz w:val="22"/>
                                <w:szCs w:val="22"/>
                              </w:rPr>
                              <w:t xml:space="preserve">Ausgeprägte </w:t>
                            </w:r>
                            <w:r w:rsidR="00474BAE">
                              <w:rPr>
                                <w:sz w:val="22"/>
                                <w:szCs w:val="22"/>
                              </w:rPr>
                              <w:t>Empathie und Durchsetzungsvermögen</w:t>
                            </w:r>
                          </w:p>
                          <w:p w14:paraId="5F0B84FA" w14:textId="11FF8DF5" w:rsidR="001A350A" w:rsidRDefault="00474BAE" w:rsidP="001A350A">
                            <w:pPr>
                              <w:pStyle w:val="2DeckB-Profil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Netzwerk zu Lehrern im englischsprachigen Ausland</w:t>
                            </w:r>
                          </w:p>
                          <w:p w14:paraId="5F1D537A" w14:textId="543646D9" w:rsidR="00474BAE" w:rsidRPr="00474BAE" w:rsidRDefault="00474BAE" w:rsidP="001A350A">
                            <w:pPr>
                              <w:pStyle w:val="2DeckB-Profil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Hohes Engagement</w:t>
                            </w:r>
                          </w:p>
                          <w:p w14:paraId="10645DBA" w14:textId="77777777" w:rsidR="001A350A" w:rsidRPr="00474BAE" w:rsidRDefault="001A350A" w:rsidP="001A350A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56C5680" w14:textId="77777777" w:rsidR="001A350A" w:rsidRPr="00474BAE" w:rsidRDefault="001A350A" w:rsidP="001A350A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83F539A" w14:textId="01946EE9" w:rsidR="001A350A" w:rsidRPr="00474BAE" w:rsidRDefault="001A350A" w:rsidP="008E556D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74BAE">
                              <w:rPr>
                                <w:sz w:val="22"/>
                                <w:szCs w:val="22"/>
                              </w:rPr>
                              <w:t xml:space="preserve">Musterstraße 37  |  </w:t>
                            </w:r>
                            <w:r w:rsidR="009301FE" w:rsidRPr="00474BAE">
                              <w:rPr>
                                <w:sz w:val="22"/>
                                <w:szCs w:val="22"/>
                              </w:rPr>
                              <w:t>23456</w:t>
                            </w:r>
                            <w:r w:rsidRPr="00474BAE">
                              <w:rPr>
                                <w:sz w:val="22"/>
                                <w:szCs w:val="22"/>
                              </w:rPr>
                              <w:t xml:space="preserve"> Musterstadt</w:t>
                            </w:r>
                          </w:p>
                          <w:p w14:paraId="10771264" w14:textId="77777777" w:rsidR="001A350A" w:rsidRPr="00474BAE" w:rsidRDefault="001A350A" w:rsidP="008E556D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74BAE">
                              <w:rPr>
                                <w:sz w:val="22"/>
                                <w:szCs w:val="22"/>
                              </w:rPr>
                              <w:t>email@email.de  |  0171 23456789</w:t>
                            </w:r>
                          </w:p>
                          <w:p w14:paraId="430938D4" w14:textId="77777777" w:rsidR="001A350A" w:rsidRPr="00474BAE" w:rsidRDefault="001A350A" w:rsidP="008E556D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3D60730" w14:textId="77777777" w:rsidR="001A350A" w:rsidRPr="00474BAE" w:rsidRDefault="001A350A" w:rsidP="008E556D">
                            <w:pPr>
                              <w:pStyle w:val="2DeckB-Angaben"/>
                              <w:pBdr>
                                <w:left w:val="none" w:sz="0" w:space="0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74BAE">
                              <w:rPr>
                                <w:sz w:val="22"/>
                                <w:szCs w:val="22"/>
                                <w:u w:val="single"/>
                              </w:rPr>
                              <w:t>Anlagen</w:t>
                            </w:r>
                            <w:r w:rsidRPr="00474BAE">
                              <w:rPr>
                                <w:sz w:val="22"/>
                                <w:szCs w:val="22"/>
                              </w:rPr>
                              <w:t xml:space="preserve"> - Lebenslauf, Zeugnisse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" tIns="45720" rIns="216000" bIns="216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DC5A43" id="Textfeld 5" o:spid="_x0000_s1027" type="#_x0000_t202" style="width:413.85pt;height:2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" filled="f" strokecolor="#bfbfbf [2412]" strokeweight=".5pt">
                <v:textbox inset="6mm,,6mm,6mm">
                  <w:txbxContent>
                    <w:p w14:paraId="35158688" w14:textId="5E60C288" w:rsidR="001A350A" w:rsidRPr="00474BAE" w:rsidRDefault="00474BAE" w:rsidP="001A350A">
                      <w:pPr>
                        <w:pStyle w:val="2DeckB-Profil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Ausgebildete Mediatorin </w:t>
                      </w:r>
                    </w:p>
                    <w:p w14:paraId="15D6E354" w14:textId="7A3D8AB0" w:rsidR="001A350A" w:rsidRPr="00474BAE" w:rsidRDefault="00474BAE" w:rsidP="001A350A">
                      <w:pPr>
                        <w:pStyle w:val="2DeckB-Profil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Fundierte Kenntnisse in der spielerischen Vermittlung von Inhalten </w:t>
                      </w:r>
                    </w:p>
                    <w:p w14:paraId="2E24443A" w14:textId="77777777" w:rsidR="00474BAE" w:rsidRDefault="001A350A" w:rsidP="001A350A">
                      <w:pPr>
                        <w:pStyle w:val="2DeckB-Profil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474BAE">
                        <w:rPr>
                          <w:sz w:val="22"/>
                          <w:szCs w:val="22"/>
                        </w:rPr>
                        <w:t xml:space="preserve">Ausgeprägte </w:t>
                      </w:r>
                      <w:r w:rsidR="00474BAE">
                        <w:rPr>
                          <w:sz w:val="22"/>
                          <w:szCs w:val="22"/>
                        </w:rPr>
                        <w:t>Empathie und Durchsetzungsvermögen</w:t>
                      </w:r>
                    </w:p>
                    <w:p w14:paraId="5F0B84FA" w14:textId="11FF8DF5" w:rsidR="001A350A" w:rsidRDefault="00474BAE" w:rsidP="001A350A">
                      <w:pPr>
                        <w:pStyle w:val="2DeckB-Profil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Netzwerk zu Lehrern im englischsprachigen Ausland</w:t>
                      </w:r>
                    </w:p>
                    <w:p w14:paraId="5F1D537A" w14:textId="543646D9" w:rsidR="00474BAE" w:rsidRPr="00474BAE" w:rsidRDefault="00474BAE" w:rsidP="001A350A">
                      <w:pPr>
                        <w:pStyle w:val="2DeckB-Profil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Hohes Engagement</w:t>
                      </w:r>
                    </w:p>
                    <w:p w14:paraId="10645DBA" w14:textId="77777777" w:rsidR="001A350A" w:rsidRPr="00474BAE" w:rsidRDefault="001A350A" w:rsidP="001A350A">
                      <w:pPr>
                        <w:pStyle w:val="2DeckB-Angaben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14:paraId="756C5680" w14:textId="77777777" w:rsidR="001A350A" w:rsidRPr="00474BAE" w:rsidRDefault="001A350A" w:rsidP="001A350A">
                      <w:pPr>
                        <w:pStyle w:val="2DeckB-Angaben"/>
                        <w:pBdr>
                          <w:left w:val="none" w:sz="0" w:space="0" w:color="auto"/>
                        </w:pBdr>
                        <w:rPr>
                          <w:sz w:val="22"/>
                          <w:szCs w:val="22"/>
                        </w:rPr>
                      </w:pPr>
                    </w:p>
                    <w:p w14:paraId="583F539A" w14:textId="01946EE9" w:rsidR="001A350A" w:rsidRPr="00474BAE" w:rsidRDefault="001A350A" w:rsidP="008E556D">
                      <w:pPr>
                        <w:pStyle w:val="2DeckB-Angaben"/>
                        <w:pBdr>
                          <w:left w:val="none" w:sz="0" w:space="0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474BAE">
                        <w:rPr>
                          <w:sz w:val="22"/>
                          <w:szCs w:val="22"/>
                        </w:rPr>
                        <w:t xml:space="preserve">Musterstraße 37  |  </w:t>
                      </w:r>
                      <w:r w:rsidR="009301FE" w:rsidRPr="00474BAE">
                        <w:rPr>
                          <w:sz w:val="22"/>
                          <w:szCs w:val="22"/>
                        </w:rPr>
                        <w:t>23456</w:t>
                      </w:r>
                      <w:r w:rsidRPr="00474BAE">
                        <w:rPr>
                          <w:sz w:val="22"/>
                          <w:szCs w:val="22"/>
                        </w:rPr>
                        <w:t xml:space="preserve"> Musterstadt</w:t>
                      </w:r>
                    </w:p>
                    <w:p w14:paraId="10771264" w14:textId="77777777" w:rsidR="001A350A" w:rsidRPr="00474BAE" w:rsidRDefault="001A350A" w:rsidP="008E556D">
                      <w:pPr>
                        <w:pStyle w:val="2DeckB-Angaben"/>
                        <w:pBdr>
                          <w:left w:val="none" w:sz="0" w:space="0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474BAE">
                        <w:rPr>
                          <w:sz w:val="22"/>
                          <w:szCs w:val="22"/>
                        </w:rPr>
                        <w:t>email@email.de  |  0171 23456789</w:t>
                      </w:r>
                    </w:p>
                    <w:p w14:paraId="430938D4" w14:textId="77777777" w:rsidR="001A350A" w:rsidRPr="00474BAE" w:rsidRDefault="001A350A" w:rsidP="008E556D">
                      <w:pPr>
                        <w:pStyle w:val="2DeckB-Angaben"/>
                        <w:pBdr>
                          <w:left w:val="none" w:sz="0" w:space="0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53D60730" w14:textId="77777777" w:rsidR="001A350A" w:rsidRPr="00474BAE" w:rsidRDefault="001A350A" w:rsidP="008E556D">
                      <w:pPr>
                        <w:pStyle w:val="2DeckB-Angaben"/>
                        <w:pBdr>
                          <w:left w:val="none" w:sz="0" w:space="0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474BAE">
                        <w:rPr>
                          <w:sz w:val="22"/>
                          <w:szCs w:val="22"/>
                          <w:u w:val="single"/>
                        </w:rPr>
                        <w:t>Anlagen</w:t>
                      </w:r>
                      <w:r w:rsidRPr="00474BAE">
                        <w:rPr>
                          <w:sz w:val="22"/>
                          <w:szCs w:val="22"/>
                        </w:rPr>
                        <w:t xml:space="preserve"> - Lebenslauf, Zeugnisse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63285C" w14:textId="77777777" w:rsidR="001A350A" w:rsidRPr="00D33C0C" w:rsidRDefault="001A350A" w:rsidP="001A350A">
      <w:pPr>
        <w:pStyle w:val="2DeckB-Angaben"/>
        <w:pBdr>
          <w:left w:val="none" w:sz="0" w:space="0" w:color="auto"/>
        </w:pBdr>
        <w:rPr>
          <w:u w:val="single"/>
        </w:rPr>
      </w:pPr>
    </w:p>
    <w:p w14:paraId="0C101589" w14:textId="77777777" w:rsidR="00C77E68" w:rsidRPr="00F96E03" w:rsidRDefault="00C77E68" w:rsidP="00B31801">
      <w:pPr>
        <w:sectPr w:rsidR="00C77E68" w:rsidRPr="00F96E03" w:rsidSect="001A350A">
          <w:pgSz w:w="11900" w:h="16840"/>
          <w:pgMar w:top="2552" w:right="1797" w:bottom="568" w:left="1797" w:header="851" w:footer="1162" w:gutter="0"/>
          <w:cols w:space="708"/>
          <w:docGrid w:linePitch="360"/>
        </w:sectPr>
      </w:pPr>
    </w:p>
    <w:p w14:paraId="02D1A4F4" w14:textId="77777777" w:rsidR="00BF6A85" w:rsidRPr="00E43C01" w:rsidRDefault="00BF6A85" w:rsidP="00BF6A85"/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bottom w:w="57" w:type="dxa"/>
          <w:right w:w="170" w:type="dxa"/>
        </w:tblCellMar>
        <w:tblLook w:val="04A0" w:firstRow="1" w:lastRow="0" w:firstColumn="1" w:lastColumn="0" w:noHBand="0" w:noVBand="1"/>
      </w:tblPr>
      <w:tblGrid>
        <w:gridCol w:w="2830"/>
        <w:gridCol w:w="6384"/>
      </w:tblGrid>
      <w:tr w:rsidR="00BF6A85" w14:paraId="242FEEE9" w14:textId="77777777" w:rsidTr="001675BA">
        <w:trPr>
          <w:trHeight w:val="410"/>
        </w:trPr>
        <w:tc>
          <w:tcPr>
            <w:tcW w:w="9214" w:type="dxa"/>
            <w:gridSpan w:val="2"/>
            <w:tcBorders>
              <w:bottom w:val="single" w:sz="4" w:space="0" w:color="A6A6A6"/>
            </w:tcBorders>
            <w:shd w:val="clear" w:color="auto" w:fill="auto"/>
          </w:tcPr>
          <w:p w14:paraId="3FB1D472" w14:textId="77777777" w:rsidR="00BF6A85" w:rsidRPr="00D46AA8" w:rsidRDefault="00BF6A85" w:rsidP="001675BA">
            <w:pPr>
              <w:pStyle w:val="berschrift2"/>
            </w:pPr>
            <w:r w:rsidRPr="00255021">
              <w:t>Persönliche</w:t>
            </w:r>
            <w:r w:rsidRPr="00D46AA8">
              <w:t xml:space="preserve"> Daten</w:t>
            </w:r>
          </w:p>
        </w:tc>
      </w:tr>
      <w:tr w:rsidR="00BF6A85" w14:paraId="0AE1948C" w14:textId="77777777" w:rsidTr="001675BA">
        <w:tc>
          <w:tcPr>
            <w:tcW w:w="2830" w:type="dxa"/>
            <w:tcBorders>
              <w:top w:val="single" w:sz="4" w:space="0" w:color="A6A6A6"/>
            </w:tcBorders>
          </w:tcPr>
          <w:p w14:paraId="5DED34CA" w14:textId="77777777" w:rsidR="00BF6A85" w:rsidRPr="00020E0E" w:rsidRDefault="00BF6A85" w:rsidP="001675BA">
            <w:pPr>
              <w:pStyle w:val="3Vita-Angabe"/>
            </w:pPr>
            <w:r w:rsidRPr="00020E0E">
              <w:t>Name</w:t>
            </w:r>
          </w:p>
        </w:tc>
        <w:tc>
          <w:tcPr>
            <w:tcW w:w="6384" w:type="dxa"/>
          </w:tcPr>
          <w:p w14:paraId="700F028B" w14:textId="5BF9A858" w:rsidR="00BF6A85" w:rsidRPr="00C2780C" w:rsidRDefault="00BF6A85" w:rsidP="001675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757E8D" wp14:editId="0484AFAF">
                      <wp:simplePos x="0" y="0"/>
                      <wp:positionH relativeFrom="margin">
                        <wp:posOffset>2615777</wp:posOffset>
                      </wp:positionH>
                      <wp:positionV relativeFrom="paragraph">
                        <wp:posOffset>32173</wp:posOffset>
                      </wp:positionV>
                      <wp:extent cx="1426422" cy="1778000"/>
                      <wp:effectExtent l="0" t="0" r="21590" b="1270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6422" cy="17780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F877EF" w14:textId="77777777" w:rsidR="00BF6A85" w:rsidRDefault="00BF6A85" w:rsidP="00BF6A8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57E8D" id="Rechteck 1" o:spid="_x0000_s1028" style="position:absolute;margin-left:205.95pt;margin-top:2.55pt;width:112.3pt;height:14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" strokecolor="gray [1629]">
                      <v:fill r:id="rId9" o:title="" recolor="t" rotate="t" type="frame"/>
                      <v:textbox>
                        <w:txbxContent>
                          <w:p w14:paraId="65F877EF" w14:textId="77777777" w:rsidR="00BF6A85" w:rsidRDefault="00BF6A85" w:rsidP="00BF6A8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t>Vorname Nachname</w:t>
            </w:r>
          </w:p>
        </w:tc>
      </w:tr>
      <w:tr w:rsidR="00BF6A85" w14:paraId="3520B6CE" w14:textId="77777777" w:rsidTr="001675BA">
        <w:tc>
          <w:tcPr>
            <w:tcW w:w="2830" w:type="dxa"/>
          </w:tcPr>
          <w:p w14:paraId="0B0C70B1" w14:textId="77777777" w:rsidR="00BF6A85" w:rsidRPr="00020E0E" w:rsidRDefault="00BF6A85" w:rsidP="001675BA">
            <w:pPr>
              <w:pStyle w:val="3Vita-Angabe"/>
            </w:pPr>
            <w:r w:rsidRPr="00020E0E">
              <w:t>Adresse</w:t>
            </w:r>
          </w:p>
        </w:tc>
        <w:tc>
          <w:tcPr>
            <w:tcW w:w="6384" w:type="dxa"/>
          </w:tcPr>
          <w:p w14:paraId="774BE1C2" w14:textId="77777777" w:rsidR="00BF6A85" w:rsidRPr="00C2780C" w:rsidRDefault="00BF6A85" w:rsidP="001675BA">
            <w:r w:rsidRPr="00C2780C">
              <w:t>Musterstraße 12</w:t>
            </w:r>
          </w:p>
        </w:tc>
      </w:tr>
      <w:tr w:rsidR="00BF6A85" w14:paraId="7DC9A091" w14:textId="77777777" w:rsidTr="001675BA">
        <w:tc>
          <w:tcPr>
            <w:tcW w:w="2830" w:type="dxa"/>
          </w:tcPr>
          <w:p w14:paraId="4311C2E5" w14:textId="77777777" w:rsidR="00BF6A85" w:rsidRPr="00020E0E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1B6E9EAA" w14:textId="77777777" w:rsidR="00BF6A85" w:rsidRPr="00C2780C" w:rsidRDefault="00BF6A85" w:rsidP="001675BA">
            <w:r w:rsidRPr="00C2780C">
              <w:t>12345 Musterstadt</w:t>
            </w:r>
          </w:p>
        </w:tc>
      </w:tr>
      <w:tr w:rsidR="00BF6A85" w14:paraId="3BA7BFDD" w14:textId="77777777" w:rsidTr="001675BA">
        <w:tc>
          <w:tcPr>
            <w:tcW w:w="2830" w:type="dxa"/>
          </w:tcPr>
          <w:p w14:paraId="3B21DF73" w14:textId="77777777" w:rsidR="00BF6A85" w:rsidRPr="00020E0E" w:rsidRDefault="00BF6A85" w:rsidP="001675BA">
            <w:pPr>
              <w:pStyle w:val="3Vita-Angabe"/>
            </w:pPr>
            <w:r w:rsidRPr="00020E0E">
              <w:t>Telefon</w:t>
            </w:r>
          </w:p>
        </w:tc>
        <w:tc>
          <w:tcPr>
            <w:tcW w:w="6384" w:type="dxa"/>
          </w:tcPr>
          <w:p w14:paraId="1D861386" w14:textId="77777777" w:rsidR="00BF6A85" w:rsidRPr="00C2780C" w:rsidRDefault="00BF6A85" w:rsidP="001675BA">
            <w:r w:rsidRPr="00C2780C">
              <w:t>0123</w:t>
            </w:r>
            <w:r>
              <w:t xml:space="preserve"> </w:t>
            </w:r>
            <w:r w:rsidRPr="00C2780C">
              <w:t>456789</w:t>
            </w:r>
          </w:p>
        </w:tc>
      </w:tr>
      <w:tr w:rsidR="00BF6A85" w14:paraId="1EBCC49A" w14:textId="77777777" w:rsidTr="001675BA">
        <w:tc>
          <w:tcPr>
            <w:tcW w:w="2830" w:type="dxa"/>
          </w:tcPr>
          <w:p w14:paraId="2D78665D" w14:textId="77777777" w:rsidR="00BF6A85" w:rsidRPr="003161AE" w:rsidRDefault="00BF6A85" w:rsidP="001675BA">
            <w:pPr>
              <w:pStyle w:val="3Vita-Angabe"/>
            </w:pPr>
            <w:r w:rsidRPr="003161AE">
              <w:t>Mobil</w:t>
            </w:r>
          </w:p>
        </w:tc>
        <w:tc>
          <w:tcPr>
            <w:tcW w:w="6384" w:type="dxa"/>
          </w:tcPr>
          <w:p w14:paraId="7EFBD8E5" w14:textId="77777777" w:rsidR="00BF6A85" w:rsidRPr="00C2780C" w:rsidRDefault="00BF6A85" w:rsidP="001675BA">
            <w:r>
              <w:t>0160</w:t>
            </w:r>
            <w:r w:rsidRPr="00C2780C">
              <w:t xml:space="preserve"> 5</w:t>
            </w:r>
            <w:r>
              <w:t>67890</w:t>
            </w:r>
          </w:p>
        </w:tc>
      </w:tr>
      <w:tr w:rsidR="00BF6A85" w14:paraId="42A56F7D" w14:textId="77777777" w:rsidTr="001675BA">
        <w:tc>
          <w:tcPr>
            <w:tcW w:w="2830" w:type="dxa"/>
          </w:tcPr>
          <w:p w14:paraId="4ACF01B7" w14:textId="77777777" w:rsidR="00BF6A85" w:rsidRPr="003161AE" w:rsidRDefault="00BF6A85" w:rsidP="001675BA">
            <w:pPr>
              <w:pStyle w:val="3Vita-Angabe"/>
            </w:pPr>
            <w:r w:rsidRPr="003161AE">
              <w:t>E-Mail</w:t>
            </w:r>
          </w:p>
        </w:tc>
        <w:tc>
          <w:tcPr>
            <w:tcW w:w="6384" w:type="dxa"/>
          </w:tcPr>
          <w:p w14:paraId="0281A50C" w14:textId="77777777" w:rsidR="00BF6A85" w:rsidRPr="003161AE" w:rsidRDefault="00BF6A85" w:rsidP="001675BA">
            <w:r>
              <w:t>email@email.de</w:t>
            </w:r>
          </w:p>
        </w:tc>
      </w:tr>
      <w:tr w:rsidR="00BF6A85" w14:paraId="3406746E" w14:textId="77777777" w:rsidTr="001675BA">
        <w:tc>
          <w:tcPr>
            <w:tcW w:w="2830" w:type="dxa"/>
          </w:tcPr>
          <w:p w14:paraId="5FB2D5BE" w14:textId="77777777" w:rsidR="00BF6A85" w:rsidRPr="00020E0E" w:rsidRDefault="00BF6A85" w:rsidP="001675BA">
            <w:pPr>
              <w:pStyle w:val="3Vita-Angabe"/>
            </w:pPr>
            <w:r w:rsidRPr="00020E0E">
              <w:t>Geburtsdatum / -ort</w:t>
            </w:r>
          </w:p>
        </w:tc>
        <w:tc>
          <w:tcPr>
            <w:tcW w:w="6384" w:type="dxa"/>
          </w:tcPr>
          <w:p w14:paraId="6ABEC7DE" w14:textId="77777777" w:rsidR="00BF6A85" w:rsidRPr="00C2780C" w:rsidRDefault="00BF6A85" w:rsidP="001675BA">
            <w:r>
              <w:t>24.11.1966</w:t>
            </w:r>
            <w:r w:rsidRPr="00C2780C">
              <w:t xml:space="preserve"> Musterstadt</w:t>
            </w:r>
          </w:p>
        </w:tc>
      </w:tr>
      <w:tr w:rsidR="00BF6A85" w14:paraId="0C43B0B9" w14:textId="77777777" w:rsidTr="001675BA">
        <w:trPr>
          <w:trHeight w:val="493"/>
        </w:trPr>
        <w:tc>
          <w:tcPr>
            <w:tcW w:w="2830" w:type="dxa"/>
          </w:tcPr>
          <w:p w14:paraId="76AD5F33" w14:textId="77777777" w:rsidR="00BF6A85" w:rsidRPr="00020E0E" w:rsidRDefault="00BF6A85" w:rsidP="001675BA">
            <w:pPr>
              <w:pStyle w:val="3Vita-Angabe"/>
            </w:pPr>
            <w:r w:rsidRPr="00020E0E">
              <w:t>Familienstand</w:t>
            </w:r>
          </w:p>
        </w:tc>
        <w:tc>
          <w:tcPr>
            <w:tcW w:w="6384" w:type="dxa"/>
          </w:tcPr>
          <w:p w14:paraId="742A0D0D" w14:textId="77777777" w:rsidR="00BF6A85" w:rsidRPr="00C2780C" w:rsidRDefault="00BF6A85" w:rsidP="001675BA">
            <w:r>
              <w:t>Verheiratet, zwei Kinder</w:t>
            </w:r>
          </w:p>
        </w:tc>
      </w:tr>
      <w:tr w:rsidR="00BF6A85" w14:paraId="6554DBD4" w14:textId="77777777" w:rsidTr="001675BA">
        <w:tc>
          <w:tcPr>
            <w:tcW w:w="9214" w:type="dxa"/>
            <w:gridSpan w:val="2"/>
            <w:shd w:val="clear" w:color="auto" w:fill="auto"/>
          </w:tcPr>
          <w:p w14:paraId="1BDF6C92" w14:textId="77777777" w:rsidR="00BF6A85" w:rsidRPr="00D46AA8" w:rsidRDefault="00BF6A85" w:rsidP="001675BA">
            <w:pPr>
              <w:pStyle w:val="berschrift2"/>
            </w:pPr>
            <w:r w:rsidRPr="00020E0E">
              <w:t>Berufserfahrungen</w:t>
            </w:r>
            <w:bookmarkStart w:id="0" w:name="_GoBack"/>
            <w:bookmarkEnd w:id="0"/>
          </w:p>
        </w:tc>
      </w:tr>
      <w:tr w:rsidR="00BF6A85" w14:paraId="128BBCCD" w14:textId="77777777" w:rsidTr="001675BA">
        <w:tc>
          <w:tcPr>
            <w:tcW w:w="2830" w:type="dxa"/>
            <w:tcBorders>
              <w:top w:val="single" w:sz="4" w:space="0" w:color="808080"/>
            </w:tcBorders>
          </w:tcPr>
          <w:p w14:paraId="0382361A" w14:textId="77777777" w:rsidR="00BF6A85" w:rsidRPr="00C2780C" w:rsidRDefault="00BF6A85" w:rsidP="001675BA">
            <w:pPr>
              <w:pStyle w:val="3Vita-Angabe"/>
            </w:pPr>
            <w:r>
              <w:t>seit 03/2009</w:t>
            </w:r>
          </w:p>
        </w:tc>
        <w:tc>
          <w:tcPr>
            <w:tcW w:w="6384" w:type="dxa"/>
            <w:tcBorders>
              <w:top w:val="single" w:sz="4" w:space="0" w:color="808080"/>
            </w:tcBorders>
          </w:tcPr>
          <w:p w14:paraId="35622E01" w14:textId="77777777" w:rsidR="00BF6A85" w:rsidRPr="00C2780C" w:rsidRDefault="00BF6A85" w:rsidP="001675BA">
            <w:pPr>
              <w:pStyle w:val="3Vita-Stelle"/>
            </w:pPr>
            <w:r>
              <w:t xml:space="preserve">Leitender Automobilkaufmann </w:t>
            </w:r>
          </w:p>
        </w:tc>
      </w:tr>
      <w:tr w:rsidR="00BF6A85" w14:paraId="1857FC76" w14:textId="77777777" w:rsidTr="001675BA">
        <w:tc>
          <w:tcPr>
            <w:tcW w:w="2830" w:type="dxa"/>
          </w:tcPr>
          <w:p w14:paraId="15D6AF2F" w14:textId="77777777" w:rsidR="00BF6A85" w:rsidRPr="00C2780C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680B6614" w14:textId="77777777" w:rsidR="00BF6A85" w:rsidRPr="00C2780C" w:rsidRDefault="00BF6A85" w:rsidP="001675BA">
            <w:r>
              <w:t>Autohaus Muster</w:t>
            </w:r>
            <w:r w:rsidRPr="00C2780C">
              <w:t>, 12345 Musterstadt</w:t>
            </w:r>
          </w:p>
        </w:tc>
      </w:tr>
      <w:tr w:rsidR="00BF6A85" w14:paraId="0119B1A3" w14:textId="77777777" w:rsidTr="001675BA">
        <w:tc>
          <w:tcPr>
            <w:tcW w:w="2830" w:type="dxa"/>
          </w:tcPr>
          <w:p w14:paraId="027D03A0" w14:textId="77777777" w:rsidR="00BF6A85" w:rsidRPr="00C2780C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1100D2EA" w14:textId="77777777" w:rsidR="00BF6A85" w:rsidRDefault="00BF6A85" w:rsidP="001675BA">
            <w:pPr>
              <w:ind w:left="360"/>
            </w:pPr>
            <w:r>
              <w:t>Kundenbetreuung und -beratung</w:t>
            </w:r>
          </w:p>
          <w:p w14:paraId="67A820EB" w14:textId="77777777" w:rsidR="00BF6A85" w:rsidRDefault="00BF6A85" w:rsidP="001675BA">
            <w:pPr>
              <w:ind w:left="360"/>
            </w:pPr>
            <w:r>
              <w:t>Rechnungsprüfung</w:t>
            </w:r>
          </w:p>
          <w:p w14:paraId="3803B3E9" w14:textId="77777777" w:rsidR="00BF6A85" w:rsidRPr="00C22A95" w:rsidRDefault="00BF6A85" w:rsidP="001675BA">
            <w:pPr>
              <w:ind w:left="360"/>
            </w:pPr>
            <w:r>
              <w:t>Marketing und Vertrieb</w:t>
            </w:r>
          </w:p>
        </w:tc>
      </w:tr>
      <w:tr w:rsidR="00BF6A85" w14:paraId="18030A89" w14:textId="77777777" w:rsidTr="001675BA">
        <w:tc>
          <w:tcPr>
            <w:tcW w:w="2830" w:type="dxa"/>
          </w:tcPr>
          <w:p w14:paraId="51C07256" w14:textId="77777777" w:rsidR="00BF6A85" w:rsidRPr="00C2780C" w:rsidRDefault="00BF6A85" w:rsidP="001675BA">
            <w:pPr>
              <w:pStyle w:val="3Vita-Angabe"/>
            </w:pPr>
            <w:r>
              <w:t>08</w:t>
            </w:r>
            <w:r w:rsidRPr="00C2780C">
              <w:t>/</w:t>
            </w:r>
            <w:r>
              <w:t>1990</w:t>
            </w:r>
            <w:r w:rsidRPr="00C2780C">
              <w:t xml:space="preserve"> – 0</w:t>
            </w:r>
            <w:r>
              <w:t>2</w:t>
            </w:r>
            <w:r w:rsidRPr="00C2780C">
              <w:t>/20</w:t>
            </w:r>
            <w:r>
              <w:t>09</w:t>
            </w:r>
          </w:p>
        </w:tc>
        <w:tc>
          <w:tcPr>
            <w:tcW w:w="6384" w:type="dxa"/>
          </w:tcPr>
          <w:p w14:paraId="5EEF28F4" w14:textId="77777777" w:rsidR="00BF6A85" w:rsidRPr="00C2780C" w:rsidRDefault="00BF6A85" w:rsidP="001675BA">
            <w:pPr>
              <w:pStyle w:val="3Vita-Stelle"/>
            </w:pPr>
            <w:r>
              <w:t>Automobilkaufmann</w:t>
            </w:r>
          </w:p>
        </w:tc>
      </w:tr>
      <w:tr w:rsidR="00BF6A85" w14:paraId="5DBDA117" w14:textId="77777777" w:rsidTr="001675BA">
        <w:trPr>
          <w:trHeight w:val="326"/>
        </w:trPr>
        <w:tc>
          <w:tcPr>
            <w:tcW w:w="2830" w:type="dxa"/>
          </w:tcPr>
          <w:p w14:paraId="47B7E0D7" w14:textId="77777777" w:rsidR="00BF6A85" w:rsidRPr="00C2780C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74398559" w14:textId="77777777" w:rsidR="00BF6A85" w:rsidRPr="00C2780C" w:rsidRDefault="00BF6A85" w:rsidP="001675BA">
            <w:pPr>
              <w:rPr>
                <w:b/>
              </w:rPr>
            </w:pPr>
            <w:r w:rsidRPr="00C2780C">
              <w:t>Musterfirma GmbH, 12345 Musterstadt</w:t>
            </w:r>
          </w:p>
        </w:tc>
      </w:tr>
      <w:tr w:rsidR="00BF6A85" w14:paraId="4D762B04" w14:textId="77777777" w:rsidTr="001675BA">
        <w:trPr>
          <w:trHeight w:val="195"/>
        </w:trPr>
        <w:tc>
          <w:tcPr>
            <w:tcW w:w="2830" w:type="dxa"/>
          </w:tcPr>
          <w:p w14:paraId="4ED9CFA3" w14:textId="77777777" w:rsidR="00BF6A85" w:rsidRPr="00C2780C" w:rsidRDefault="00BF6A85" w:rsidP="001675BA"/>
        </w:tc>
        <w:tc>
          <w:tcPr>
            <w:tcW w:w="6384" w:type="dxa"/>
          </w:tcPr>
          <w:p w14:paraId="14FF89B8" w14:textId="77777777" w:rsidR="00BF6A85" w:rsidRDefault="00BF6A85" w:rsidP="001675BA">
            <w:pPr>
              <w:ind w:left="360"/>
            </w:pPr>
            <w:r>
              <w:t>Kundenbetreuung</w:t>
            </w:r>
          </w:p>
          <w:p w14:paraId="2A5301BB" w14:textId="77777777" w:rsidR="00BF6A85" w:rsidRPr="00C22A95" w:rsidRDefault="00BF6A85" w:rsidP="001675BA">
            <w:pPr>
              <w:ind w:left="360"/>
            </w:pPr>
            <w:r>
              <w:t>Umsetzung von Vertriebsstrategien</w:t>
            </w:r>
          </w:p>
        </w:tc>
      </w:tr>
      <w:tr w:rsidR="00BF6A85" w14:paraId="11126A40" w14:textId="77777777" w:rsidTr="001675BA">
        <w:tc>
          <w:tcPr>
            <w:tcW w:w="9214" w:type="dxa"/>
            <w:gridSpan w:val="2"/>
            <w:shd w:val="clear" w:color="auto" w:fill="auto"/>
          </w:tcPr>
          <w:p w14:paraId="495D0840" w14:textId="77777777" w:rsidR="00BF6A85" w:rsidRPr="00D46AA8" w:rsidRDefault="00BF6A85" w:rsidP="001675BA">
            <w:pPr>
              <w:pStyle w:val="berschrift2"/>
            </w:pPr>
            <w:r w:rsidRPr="00A114B5">
              <w:t>Ausbildung</w:t>
            </w:r>
          </w:p>
        </w:tc>
      </w:tr>
      <w:tr w:rsidR="00BF6A85" w14:paraId="765BAF7B" w14:textId="77777777" w:rsidTr="001675BA">
        <w:tc>
          <w:tcPr>
            <w:tcW w:w="2830" w:type="dxa"/>
          </w:tcPr>
          <w:p w14:paraId="0A82DB6A" w14:textId="77777777" w:rsidR="00BF6A85" w:rsidRPr="00A114B5" w:rsidRDefault="00BF6A85" w:rsidP="001675BA">
            <w:pPr>
              <w:pStyle w:val="3Vita-Angabe"/>
            </w:pPr>
            <w:r w:rsidRPr="00A114B5">
              <w:t>0</w:t>
            </w:r>
            <w:r>
              <w:t>8</w:t>
            </w:r>
            <w:r w:rsidRPr="00A114B5">
              <w:t>/19</w:t>
            </w:r>
            <w:r>
              <w:t>87</w:t>
            </w:r>
            <w:r w:rsidRPr="00A114B5">
              <w:t xml:space="preserve"> – 0</w:t>
            </w:r>
            <w:r>
              <w:t>7</w:t>
            </w:r>
            <w:r w:rsidRPr="00A114B5">
              <w:t>/19</w:t>
            </w:r>
            <w:r>
              <w:t>90</w:t>
            </w:r>
          </w:p>
        </w:tc>
        <w:tc>
          <w:tcPr>
            <w:tcW w:w="6384" w:type="dxa"/>
          </w:tcPr>
          <w:p w14:paraId="592833E5" w14:textId="77777777" w:rsidR="00BF6A85" w:rsidRPr="00070E7B" w:rsidRDefault="00BF6A85" w:rsidP="001675BA">
            <w:pPr>
              <w:rPr>
                <w:b/>
                <w:bCs/>
              </w:rPr>
            </w:pPr>
            <w:r w:rsidRPr="00070E7B">
              <w:rPr>
                <w:b/>
                <w:bCs/>
              </w:rPr>
              <w:t>Ausbildung zum Automobilkaufmann</w:t>
            </w:r>
          </w:p>
        </w:tc>
      </w:tr>
      <w:tr w:rsidR="00BF6A85" w14:paraId="75834EDC" w14:textId="77777777" w:rsidTr="001675BA">
        <w:tc>
          <w:tcPr>
            <w:tcW w:w="2830" w:type="dxa"/>
          </w:tcPr>
          <w:p w14:paraId="3667F2FA" w14:textId="77777777" w:rsidR="00BF6A85" w:rsidRPr="00A114B5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4CE12CDF" w14:textId="77777777" w:rsidR="00BF6A85" w:rsidRPr="00A114B5" w:rsidRDefault="00BF6A85" w:rsidP="001675BA">
            <w:r w:rsidRPr="00A114B5">
              <w:t>Musterfirma GmbH, 12345 Musterstadt</w:t>
            </w:r>
          </w:p>
        </w:tc>
      </w:tr>
      <w:tr w:rsidR="00BF6A85" w14:paraId="40D745A5" w14:textId="77777777" w:rsidTr="001675BA">
        <w:tc>
          <w:tcPr>
            <w:tcW w:w="2830" w:type="dxa"/>
          </w:tcPr>
          <w:p w14:paraId="497544AF" w14:textId="77777777" w:rsidR="00BF6A85" w:rsidRPr="00A114B5" w:rsidRDefault="00BF6A85" w:rsidP="001675BA">
            <w:pPr>
              <w:pStyle w:val="3Vita-Angabe"/>
            </w:pPr>
            <w:r w:rsidRPr="00A114B5">
              <w:t>0</w:t>
            </w:r>
            <w:r>
              <w:t>8</w:t>
            </w:r>
            <w:r w:rsidRPr="00A114B5">
              <w:t>/19</w:t>
            </w:r>
            <w:r>
              <w:t>77</w:t>
            </w:r>
            <w:r w:rsidRPr="00A114B5">
              <w:t xml:space="preserve"> – 0</w:t>
            </w:r>
            <w:r>
              <w:t>7</w:t>
            </w:r>
            <w:r w:rsidRPr="00A114B5">
              <w:t>/19</w:t>
            </w:r>
            <w:r>
              <w:t>87</w:t>
            </w:r>
          </w:p>
        </w:tc>
        <w:tc>
          <w:tcPr>
            <w:tcW w:w="6384" w:type="dxa"/>
          </w:tcPr>
          <w:p w14:paraId="32D8C3AB" w14:textId="77777777" w:rsidR="00BF6A85" w:rsidRPr="00070E7B" w:rsidRDefault="00BF6A85" w:rsidP="001675BA">
            <w:pPr>
              <w:rPr>
                <w:b/>
                <w:bCs/>
              </w:rPr>
            </w:pPr>
            <w:r w:rsidRPr="00070E7B">
              <w:rPr>
                <w:b/>
                <w:bCs/>
              </w:rPr>
              <w:t>Allgemeine Hochschulreife</w:t>
            </w:r>
          </w:p>
        </w:tc>
      </w:tr>
      <w:tr w:rsidR="00BF6A85" w14:paraId="2260B1CA" w14:textId="77777777" w:rsidTr="001675BA">
        <w:trPr>
          <w:trHeight w:val="493"/>
        </w:trPr>
        <w:tc>
          <w:tcPr>
            <w:tcW w:w="2830" w:type="dxa"/>
          </w:tcPr>
          <w:p w14:paraId="1D97B292" w14:textId="77777777" w:rsidR="00BF6A85" w:rsidRPr="00A114B5" w:rsidRDefault="00BF6A85" w:rsidP="001675BA"/>
        </w:tc>
        <w:tc>
          <w:tcPr>
            <w:tcW w:w="6384" w:type="dxa"/>
          </w:tcPr>
          <w:p w14:paraId="5FAA4688" w14:textId="77777777" w:rsidR="00BF6A85" w:rsidRPr="00A114B5" w:rsidRDefault="00BF6A85" w:rsidP="001675BA">
            <w:r w:rsidRPr="00A114B5">
              <w:t>Mustergymnasium, 12345 Musterstadt</w:t>
            </w:r>
          </w:p>
        </w:tc>
      </w:tr>
      <w:tr w:rsidR="00BF6A85" w14:paraId="4D0919E0" w14:textId="77777777" w:rsidTr="001675BA">
        <w:tc>
          <w:tcPr>
            <w:tcW w:w="9214" w:type="dxa"/>
            <w:gridSpan w:val="2"/>
            <w:tcBorders>
              <w:bottom w:val="single" w:sz="4" w:space="0" w:color="A6A6A6"/>
            </w:tcBorders>
            <w:shd w:val="clear" w:color="auto" w:fill="auto"/>
          </w:tcPr>
          <w:p w14:paraId="729158D0" w14:textId="77777777" w:rsidR="00BF6A85" w:rsidRPr="00A114B5" w:rsidRDefault="00BF6A85" w:rsidP="001675BA">
            <w:pPr>
              <w:pStyle w:val="berschrift2"/>
            </w:pPr>
            <w:r w:rsidRPr="00A114B5">
              <w:br w:type="page"/>
              <w:t>Kenntnisse</w:t>
            </w:r>
          </w:p>
        </w:tc>
      </w:tr>
      <w:tr w:rsidR="00BF6A85" w14:paraId="60C51DB4" w14:textId="77777777" w:rsidTr="001675BA">
        <w:tc>
          <w:tcPr>
            <w:tcW w:w="2830" w:type="dxa"/>
            <w:tcBorders>
              <w:top w:val="single" w:sz="4" w:space="0" w:color="A6A6A6"/>
            </w:tcBorders>
          </w:tcPr>
          <w:p w14:paraId="71327905" w14:textId="77777777" w:rsidR="00BF6A85" w:rsidRPr="00A114B5" w:rsidRDefault="00BF6A85" w:rsidP="001675BA">
            <w:pPr>
              <w:pStyle w:val="3Vita-Angabe"/>
            </w:pPr>
            <w:r w:rsidRPr="00A114B5">
              <w:t>EDV-Kenntnisse</w:t>
            </w:r>
          </w:p>
        </w:tc>
        <w:tc>
          <w:tcPr>
            <w:tcW w:w="6384" w:type="dxa"/>
            <w:tcBorders>
              <w:top w:val="single" w:sz="4" w:space="0" w:color="A6A6A6"/>
            </w:tcBorders>
          </w:tcPr>
          <w:p w14:paraId="38599C12" w14:textId="77777777" w:rsidR="00BF6A85" w:rsidRPr="00A114B5" w:rsidRDefault="00BF6A85" w:rsidP="001675BA">
            <w:r w:rsidRPr="00A114B5">
              <w:t xml:space="preserve">Microsoft Office </w:t>
            </w:r>
            <w:r>
              <w:t>2</w:t>
            </w:r>
            <w:r w:rsidRPr="00A114B5">
              <w:t>01</w:t>
            </w:r>
            <w:r>
              <w:t>6</w:t>
            </w:r>
            <w:r w:rsidRPr="00A114B5">
              <w:t xml:space="preserve"> (</w:t>
            </w:r>
            <w:r>
              <w:t>gut</w:t>
            </w:r>
            <w:r w:rsidRPr="00A114B5">
              <w:t>)</w:t>
            </w:r>
          </w:p>
        </w:tc>
      </w:tr>
      <w:tr w:rsidR="00BF6A85" w14:paraId="3BE6954F" w14:textId="77777777" w:rsidTr="001675BA">
        <w:tc>
          <w:tcPr>
            <w:tcW w:w="2830" w:type="dxa"/>
          </w:tcPr>
          <w:p w14:paraId="051160F4" w14:textId="77777777" w:rsidR="00BF6A85" w:rsidRPr="00A114B5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06C12CF6" w14:textId="77777777" w:rsidR="00BF6A85" w:rsidRPr="00A114B5" w:rsidRDefault="00BF6A85" w:rsidP="001675BA">
            <w:r>
              <w:t>Salesforce (sehr gut)</w:t>
            </w:r>
          </w:p>
        </w:tc>
      </w:tr>
      <w:tr w:rsidR="00BF6A85" w14:paraId="4A6E22BB" w14:textId="77777777" w:rsidTr="001675BA">
        <w:tc>
          <w:tcPr>
            <w:tcW w:w="2830" w:type="dxa"/>
          </w:tcPr>
          <w:p w14:paraId="17FADD88" w14:textId="77777777" w:rsidR="00BF6A85" w:rsidRPr="00A114B5" w:rsidRDefault="00BF6A85" w:rsidP="001675BA">
            <w:pPr>
              <w:pStyle w:val="3Vita-Angabe"/>
            </w:pPr>
            <w:r w:rsidRPr="00A114B5">
              <w:t>Sprachkenntnisse</w:t>
            </w:r>
          </w:p>
        </w:tc>
        <w:tc>
          <w:tcPr>
            <w:tcW w:w="6384" w:type="dxa"/>
          </w:tcPr>
          <w:p w14:paraId="0E11581E" w14:textId="77777777" w:rsidR="00BF6A85" w:rsidRPr="00A114B5" w:rsidRDefault="00BF6A85" w:rsidP="001675BA">
            <w:r w:rsidRPr="00A114B5">
              <w:t>Englisch (fließend)</w:t>
            </w:r>
          </w:p>
        </w:tc>
      </w:tr>
      <w:tr w:rsidR="00BF6A85" w14:paraId="78271ADD" w14:textId="77777777" w:rsidTr="001675BA">
        <w:tc>
          <w:tcPr>
            <w:tcW w:w="2830" w:type="dxa"/>
          </w:tcPr>
          <w:p w14:paraId="7E3743BC" w14:textId="77777777" w:rsidR="00BF6A85" w:rsidRPr="00A114B5" w:rsidRDefault="00BF6A85" w:rsidP="001675BA">
            <w:pPr>
              <w:pStyle w:val="3Vita-Angabe"/>
            </w:pPr>
          </w:p>
        </w:tc>
        <w:tc>
          <w:tcPr>
            <w:tcW w:w="6384" w:type="dxa"/>
          </w:tcPr>
          <w:p w14:paraId="292E8167" w14:textId="77777777" w:rsidR="00BF6A85" w:rsidRPr="00A114B5" w:rsidRDefault="00BF6A85" w:rsidP="001675BA">
            <w:r>
              <w:t xml:space="preserve">Spanisch </w:t>
            </w:r>
            <w:r w:rsidRPr="00A114B5">
              <w:t>(Grundkenntnisse)</w:t>
            </w:r>
          </w:p>
        </w:tc>
      </w:tr>
    </w:tbl>
    <w:p w14:paraId="0F3E974F" w14:textId="77777777" w:rsidR="00BF6A85" w:rsidRDefault="00BF6A85" w:rsidP="00BF6A85"/>
    <w:p w14:paraId="6F3F7176" w14:textId="77777777" w:rsidR="00BF6A85" w:rsidRDefault="00BF6A85" w:rsidP="00BF6A85"/>
    <w:p w14:paraId="6FF0ABCF" w14:textId="77777777" w:rsidR="00BF6A85" w:rsidRPr="00F96E03" w:rsidRDefault="00BF6A85" w:rsidP="00BF6A85">
      <w:pPr>
        <w:pStyle w:val="1AnS-Datum"/>
      </w:pPr>
      <w:r>
        <w:t>Musterstadt</w:t>
      </w:r>
      <w:r w:rsidRPr="00F96E03">
        <w:t xml:space="preserve">, </w:t>
      </w:r>
      <w:r w:rsidRPr="00F96E03">
        <w:fldChar w:fldCharType="begin"/>
      </w:r>
      <w:r w:rsidRPr="00F96E03">
        <w:instrText xml:space="preserve"> TIME \@ "dd.MM.yyyy" </w:instrText>
      </w:r>
      <w:r w:rsidRPr="00F96E03">
        <w:fldChar w:fldCharType="separate"/>
      </w:r>
      <w:r>
        <w:rPr>
          <w:noProof/>
        </w:rPr>
        <w:t>15.08.2025</w:t>
      </w:r>
      <w:r w:rsidRPr="00F96E03">
        <w:fldChar w:fldCharType="end"/>
      </w:r>
    </w:p>
    <w:p w14:paraId="7EFC0C6C" w14:textId="77777777" w:rsidR="00BF6A85" w:rsidRDefault="00BF6A85" w:rsidP="00BF6A85">
      <w:pPr>
        <w:rPr>
          <w:rFonts w:ascii="Source Sans Pro" w:eastAsia="MS PGothic" w:hAnsi="Source Sans Pro" w:cs="Times New Roman"/>
          <w:color w:val="00B0F0"/>
          <w:u w:val="single"/>
        </w:rPr>
      </w:pPr>
      <w:r>
        <w:t>Unterschrift</w:t>
      </w:r>
      <w:r>
        <w:rPr>
          <w:rFonts w:ascii="Source Sans Pro" w:eastAsia="MS PGothic" w:hAnsi="Source Sans Pro" w:cs="Times New Roman"/>
          <w:color w:val="00B0F0"/>
          <w:u w:val="single"/>
        </w:rPr>
        <w:t xml:space="preserve"> </w:t>
      </w:r>
    </w:p>
    <w:p w14:paraId="4410911B" w14:textId="481AC181" w:rsidR="00F7426E" w:rsidRPr="004B6C08" w:rsidRDefault="00F7426E" w:rsidP="00BF6A85">
      <w:pPr>
        <w:rPr>
          <w:color w:val="00B0F0"/>
        </w:rPr>
      </w:pPr>
    </w:p>
    <w:sectPr w:rsidR="00F7426E" w:rsidRPr="004B6C08" w:rsidSect="00D46AA8">
      <w:headerReference w:type="default" r:id="rId10"/>
      <w:footerReference w:type="default" r:id="rId11"/>
      <w:pgSz w:w="11900" w:h="16840"/>
      <w:pgMar w:top="1365" w:right="1304" w:bottom="1259" w:left="1304" w:header="454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0C154" w14:textId="77777777" w:rsidR="00504A85" w:rsidRDefault="00504A85" w:rsidP="00B31801">
      <w:r>
        <w:separator/>
      </w:r>
    </w:p>
    <w:p w14:paraId="481585F0" w14:textId="77777777" w:rsidR="00504A85" w:rsidRDefault="00504A85"/>
  </w:endnote>
  <w:endnote w:type="continuationSeparator" w:id="0">
    <w:p w14:paraId="70C6C525" w14:textId="77777777" w:rsidR="00504A85" w:rsidRDefault="00504A85" w:rsidP="00B31801">
      <w:r>
        <w:continuationSeparator/>
      </w:r>
    </w:p>
    <w:p w14:paraId="14861275" w14:textId="77777777" w:rsidR="00504A85" w:rsidRDefault="00504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adassah Friedlaender">
    <w:altName w:val="Times New Roman"/>
    <w:charset w:val="B1"/>
    <w:family w:val="roman"/>
    <w:pitch w:val="variable"/>
    <w:sig w:usb0="00000000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0D1F3" w14:textId="77777777" w:rsidR="000D17F7" w:rsidRPr="006879C7" w:rsidRDefault="00BF6A85" w:rsidP="006879C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9286B38" wp14:editId="7EA617C9">
              <wp:simplePos x="0" y="0"/>
              <wp:positionH relativeFrom="page">
                <wp:posOffset>5557520</wp:posOffset>
              </wp:positionH>
              <wp:positionV relativeFrom="page">
                <wp:posOffset>10078720</wp:posOffset>
              </wp:positionV>
              <wp:extent cx="1296000" cy="36000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6000" cy="36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tx1">
                              <a:lumMod val="85000"/>
                              <a:lumOff val="15000"/>
                            </a:schemeClr>
                          </a:gs>
                          <a:gs pos="100000">
                            <a:schemeClr val="tx1">
                              <a:lumMod val="50000"/>
                              <a:lumOff val="50000"/>
                            </a:schemeClr>
                          </a:gs>
                        </a:gsLst>
                        <a:lin ang="0" scaled="0"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E497FF" id="Rechteck 2" o:spid="_x0000_s1026" style="position:absolute;margin-left:437.6pt;margin-top:793.6pt;width:102.05pt;height:2.8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" fillcolor="#272727 [2749]" stroked="f">
              <v:fill color2="gray [1629]" rotate="t" angle="90" focus="100%" type="gradient">
                <o:fill v:ext="view" type="gradientUnscaled"/>
              </v:fill>
              <w10:wrap anchorx="page" anchory="page"/>
            </v:rect>
          </w:pict>
        </mc:Fallback>
      </mc:AlternateContent>
    </w:r>
    <w:r w:rsidRPr="006879C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55B46" w14:textId="77777777" w:rsidR="00504A85" w:rsidRDefault="00504A85" w:rsidP="00B31801">
      <w:r>
        <w:separator/>
      </w:r>
    </w:p>
    <w:p w14:paraId="708B57E1" w14:textId="77777777" w:rsidR="00504A85" w:rsidRDefault="00504A85"/>
  </w:footnote>
  <w:footnote w:type="continuationSeparator" w:id="0">
    <w:p w14:paraId="0F745F32" w14:textId="77777777" w:rsidR="00504A85" w:rsidRDefault="00504A85" w:rsidP="00B31801">
      <w:r>
        <w:continuationSeparator/>
      </w:r>
    </w:p>
    <w:p w14:paraId="7E74BBC1" w14:textId="77777777" w:rsidR="00504A85" w:rsidRDefault="00504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4727C" w14:textId="0AD2D536" w:rsidR="00065264" w:rsidRPr="00BF6A85" w:rsidRDefault="00BF6A85" w:rsidP="00065264">
    <w:pPr>
      <w:pStyle w:val="0Kopfzeile-Name"/>
      <w:rPr>
        <w:color w:val="FFFFFF" w:themeColor="background1"/>
      </w:rPr>
    </w:pPr>
    <w:r w:rsidRPr="00BF6A85">
      <w:rPr>
        <w:color w:val="FFFFFF" w:themeColor="background1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484386A" wp14:editId="7F750F2C">
              <wp:simplePos x="0" y="0"/>
              <wp:positionH relativeFrom="column">
                <wp:posOffset>-832485</wp:posOffset>
              </wp:positionH>
              <wp:positionV relativeFrom="paragraph">
                <wp:posOffset>374015</wp:posOffset>
              </wp:positionV>
              <wp:extent cx="2147072" cy="111143"/>
              <wp:effectExtent l="0" t="0" r="5715" b="3175"/>
              <wp:wrapNone/>
              <wp:docPr id="19" name="Rechtec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7072" cy="111143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6C6DED" id="Rechteck 19" o:spid="_x0000_s1026" style="position:absolute;margin-left:-65.55pt;margin-top:29.45pt;width:169.05pt;height: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" fillcolor="#b06660 [3204]" stroked="f"/>
          </w:pict>
        </mc:Fallback>
      </mc:AlternateContent>
    </w:r>
    <w:r w:rsidRPr="00BF6A85">
      <w:rPr>
        <w:color w:val="FFFFFF" w:themeColor="background1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8D414ED" wp14:editId="0B33B16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7200" cy="730800"/>
              <wp:effectExtent l="0" t="0" r="0" b="0"/>
              <wp:wrapNone/>
              <wp:docPr id="20" name="Rechteck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7200" cy="7308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accent1">
                              <a:lumMod val="50000"/>
                            </a:schemeClr>
                          </a:gs>
                          <a:gs pos="37000">
                            <a:schemeClr val="tx1">
                              <a:lumMod val="85000"/>
                              <a:lumOff val="15000"/>
                            </a:schemeClr>
                          </a:gs>
                          <a:gs pos="100000">
                            <a:schemeClr val="tx1">
                              <a:lumMod val="50000"/>
                              <a:lumOff val="50000"/>
                            </a:schemeClr>
                          </a:gs>
                        </a:gsLst>
                        <a:lin ang="0" scaled="0"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26BA58" id="Rechteck 20" o:spid="_x0000_s1026" style="position:absolute;margin-left:0;margin-top:0;width:595.85pt;height:57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" fillcolor="#5a302d [1604]" stroked="f">
              <v:fill color2="gray [1629]" rotate="t" angle="90" colors="0 #5b312d;24248f #262626;1 #7f7f7f" focus="100%" type="gradient">
                <o:fill v:ext="view" type="gradientUnscaled"/>
              </v:fill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5.6pt;height:272.2pt" o:bullet="t">
        <v:imagedata r:id="rId1" o:title="listicon deckb"/>
      </v:shape>
    </w:pict>
  </w:numPicBullet>
  <w:numPicBullet w:numPicBulletId="1">
    <w:pict>
      <v:shape id="_x0000_i1033" type="#_x0000_t75" style="width:145.6pt;height:272.2pt" o:bullet="t">
        <v:imagedata r:id="rId2" o:title="listicon_lebenslauf"/>
      </v:shape>
    </w:pict>
  </w:numPicBullet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64455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B630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8E469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2AE7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53601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71AB9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998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9523B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CDE9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6C72B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1A344C"/>
    <w:multiLevelType w:val="hybridMultilevel"/>
    <w:tmpl w:val="DF3E00DC"/>
    <w:lvl w:ilvl="0" w:tplc="52EA63D4">
      <w:start w:val="1"/>
      <w:numFmt w:val="bullet"/>
      <w:pStyle w:val="2DeckB-Profil"/>
      <w:lvlText w:val=""/>
      <w:lvlJc w:val="left"/>
      <w:pPr>
        <w:ind w:left="720" w:hanging="360"/>
      </w:pPr>
      <w:rPr>
        <w:rFonts w:ascii="Webdings" w:hAnsi="Webdings" w:hint="default"/>
        <w:color w:val="884843" w:themeColor="accent1" w:themeShade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C14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65C12E8"/>
    <w:multiLevelType w:val="hybridMultilevel"/>
    <w:tmpl w:val="523E929E"/>
    <w:lvl w:ilvl="0" w:tplc="5786239C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  <w:color w:val="595959" w:themeColor="text1" w:themeTint="A6"/>
        <w:position w:val="2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20F54"/>
    <w:multiLevelType w:val="hybridMultilevel"/>
    <w:tmpl w:val="3252E940"/>
    <w:lvl w:ilvl="0" w:tplc="E236E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6763"/>
    <w:multiLevelType w:val="hybridMultilevel"/>
    <w:tmpl w:val="36AA7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B6171"/>
    <w:multiLevelType w:val="hybridMultilevel"/>
    <w:tmpl w:val="64E654EC"/>
    <w:lvl w:ilvl="0" w:tplc="413E7070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5567234D"/>
    <w:multiLevelType w:val="hybridMultilevel"/>
    <w:tmpl w:val="955EB314"/>
    <w:lvl w:ilvl="0" w:tplc="97E47426">
      <w:start w:val="1"/>
      <w:numFmt w:val="bullet"/>
      <w:pStyle w:val="3Vita-BulletLevel1"/>
      <w:lvlText w:val=""/>
      <w:lvlJc w:val="left"/>
      <w:pPr>
        <w:ind w:left="2552" w:hanging="360"/>
      </w:pPr>
      <w:rPr>
        <w:rFonts w:ascii="Webdings" w:hAnsi="Webdings" w:hint="default"/>
        <w:color w:val="404040" w:themeColor="text1" w:themeTint="BF"/>
        <w:position w:val="2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20718"/>
    <w:multiLevelType w:val="hybridMultilevel"/>
    <w:tmpl w:val="90184C92"/>
    <w:lvl w:ilvl="0" w:tplc="B67EA9B8">
      <w:start w:val="1"/>
      <w:numFmt w:val="bullet"/>
      <w:lvlText w:val=""/>
      <w:lvlJc w:val="left"/>
      <w:pPr>
        <w:ind w:left="417" w:hanging="360"/>
      </w:pPr>
      <w:rPr>
        <w:rFonts w:ascii="Webdings" w:hAnsi="Webdings" w:hint="default"/>
        <w:color w:val="B06660" w:themeColor="accent1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A7905"/>
    <w:multiLevelType w:val="hybridMultilevel"/>
    <w:tmpl w:val="F5B0F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E2876"/>
    <w:multiLevelType w:val="hybridMultilevel"/>
    <w:tmpl w:val="E70C7F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C1FA6"/>
    <w:multiLevelType w:val="multilevel"/>
    <w:tmpl w:val="8BFA67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0"/>
  </w:num>
  <w:num w:numId="14">
    <w:abstractNumId w:val="12"/>
  </w:num>
  <w:num w:numId="15">
    <w:abstractNumId w:val="17"/>
  </w:num>
  <w:num w:numId="16">
    <w:abstractNumId w:val="15"/>
  </w:num>
  <w:num w:numId="17">
    <w:abstractNumId w:val="19"/>
  </w:num>
  <w:num w:numId="18">
    <w:abstractNumId w:val="20"/>
  </w:num>
  <w:num w:numId="19">
    <w:abstractNumId w:val="18"/>
  </w:num>
  <w:num w:numId="20">
    <w:abstractNumId w:val="21"/>
  </w:num>
  <w:num w:numId="21">
    <w:abstractNumId w:val="1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6E"/>
    <w:rsid w:val="00000886"/>
    <w:rsid w:val="0002173E"/>
    <w:rsid w:val="000301E0"/>
    <w:rsid w:val="00042774"/>
    <w:rsid w:val="000527AD"/>
    <w:rsid w:val="000651F4"/>
    <w:rsid w:val="00070ED4"/>
    <w:rsid w:val="00080859"/>
    <w:rsid w:val="000824E4"/>
    <w:rsid w:val="000845E3"/>
    <w:rsid w:val="00087FE5"/>
    <w:rsid w:val="00092F7B"/>
    <w:rsid w:val="000B4CCE"/>
    <w:rsid w:val="000B7574"/>
    <w:rsid w:val="000D42D9"/>
    <w:rsid w:val="000D4F07"/>
    <w:rsid w:val="000E08FE"/>
    <w:rsid w:val="000E1C60"/>
    <w:rsid w:val="000E58A8"/>
    <w:rsid w:val="000F2E96"/>
    <w:rsid w:val="000F38E4"/>
    <w:rsid w:val="000F41B1"/>
    <w:rsid w:val="000F42BF"/>
    <w:rsid w:val="000F4864"/>
    <w:rsid w:val="000F48AE"/>
    <w:rsid w:val="0011509F"/>
    <w:rsid w:val="00120DF8"/>
    <w:rsid w:val="001263EE"/>
    <w:rsid w:val="00130B71"/>
    <w:rsid w:val="001341D9"/>
    <w:rsid w:val="00147EC4"/>
    <w:rsid w:val="00151B54"/>
    <w:rsid w:val="00164454"/>
    <w:rsid w:val="00164BE8"/>
    <w:rsid w:val="00182F36"/>
    <w:rsid w:val="0018367F"/>
    <w:rsid w:val="001839BA"/>
    <w:rsid w:val="001932DC"/>
    <w:rsid w:val="00197604"/>
    <w:rsid w:val="001A350A"/>
    <w:rsid w:val="001A6202"/>
    <w:rsid w:val="001B5560"/>
    <w:rsid w:val="001B7DA5"/>
    <w:rsid w:val="001C52A8"/>
    <w:rsid w:val="001D73F8"/>
    <w:rsid w:val="001E318B"/>
    <w:rsid w:val="001F7A5D"/>
    <w:rsid w:val="00203B1B"/>
    <w:rsid w:val="00211018"/>
    <w:rsid w:val="00216ACE"/>
    <w:rsid w:val="00236DDA"/>
    <w:rsid w:val="00242A10"/>
    <w:rsid w:val="00245281"/>
    <w:rsid w:val="00246A74"/>
    <w:rsid w:val="00254173"/>
    <w:rsid w:val="0025711C"/>
    <w:rsid w:val="00262C3E"/>
    <w:rsid w:val="00264A8A"/>
    <w:rsid w:val="002A141E"/>
    <w:rsid w:val="002A6077"/>
    <w:rsid w:val="002C3ED8"/>
    <w:rsid w:val="002C4016"/>
    <w:rsid w:val="002D187A"/>
    <w:rsid w:val="002D272C"/>
    <w:rsid w:val="002E0442"/>
    <w:rsid w:val="002E37FE"/>
    <w:rsid w:val="00301948"/>
    <w:rsid w:val="003019CC"/>
    <w:rsid w:val="00301C10"/>
    <w:rsid w:val="003031DD"/>
    <w:rsid w:val="00316AE5"/>
    <w:rsid w:val="00320175"/>
    <w:rsid w:val="00320827"/>
    <w:rsid w:val="00333191"/>
    <w:rsid w:val="003418ED"/>
    <w:rsid w:val="00372484"/>
    <w:rsid w:val="00375E79"/>
    <w:rsid w:val="00377E3F"/>
    <w:rsid w:val="003813D2"/>
    <w:rsid w:val="003876D6"/>
    <w:rsid w:val="00391386"/>
    <w:rsid w:val="003939BF"/>
    <w:rsid w:val="003C0C04"/>
    <w:rsid w:val="003C50E8"/>
    <w:rsid w:val="003C6E9A"/>
    <w:rsid w:val="003D53EA"/>
    <w:rsid w:val="003E091B"/>
    <w:rsid w:val="003E2E41"/>
    <w:rsid w:val="003E6B39"/>
    <w:rsid w:val="00400C1C"/>
    <w:rsid w:val="0040654A"/>
    <w:rsid w:val="00410639"/>
    <w:rsid w:val="00413545"/>
    <w:rsid w:val="004263B8"/>
    <w:rsid w:val="00450994"/>
    <w:rsid w:val="00450FE1"/>
    <w:rsid w:val="004702F2"/>
    <w:rsid w:val="0047457A"/>
    <w:rsid w:val="00474BAE"/>
    <w:rsid w:val="0047661E"/>
    <w:rsid w:val="00486595"/>
    <w:rsid w:val="00486EC4"/>
    <w:rsid w:val="004A3449"/>
    <w:rsid w:val="004B05AF"/>
    <w:rsid w:val="004B352A"/>
    <w:rsid w:val="004B6C08"/>
    <w:rsid w:val="004C4038"/>
    <w:rsid w:val="004C7523"/>
    <w:rsid w:val="004C7553"/>
    <w:rsid w:val="004C7C64"/>
    <w:rsid w:val="004D3197"/>
    <w:rsid w:val="004D549A"/>
    <w:rsid w:val="004D6624"/>
    <w:rsid w:val="004E2704"/>
    <w:rsid w:val="00504A85"/>
    <w:rsid w:val="0050516A"/>
    <w:rsid w:val="005051D9"/>
    <w:rsid w:val="00510240"/>
    <w:rsid w:val="00516FE7"/>
    <w:rsid w:val="00527D2C"/>
    <w:rsid w:val="00533DF0"/>
    <w:rsid w:val="00535CEB"/>
    <w:rsid w:val="0054056F"/>
    <w:rsid w:val="005452DA"/>
    <w:rsid w:val="005465FF"/>
    <w:rsid w:val="005469A3"/>
    <w:rsid w:val="005533ED"/>
    <w:rsid w:val="0055486C"/>
    <w:rsid w:val="00567D12"/>
    <w:rsid w:val="00572EBE"/>
    <w:rsid w:val="005758C3"/>
    <w:rsid w:val="00575CBB"/>
    <w:rsid w:val="00583095"/>
    <w:rsid w:val="005839FD"/>
    <w:rsid w:val="00585D5A"/>
    <w:rsid w:val="00591D09"/>
    <w:rsid w:val="00595E58"/>
    <w:rsid w:val="005A1F77"/>
    <w:rsid w:val="005B0D5A"/>
    <w:rsid w:val="005C6EFA"/>
    <w:rsid w:val="005D46B6"/>
    <w:rsid w:val="005D6B0C"/>
    <w:rsid w:val="005D7694"/>
    <w:rsid w:val="005E2E8E"/>
    <w:rsid w:val="005F29DA"/>
    <w:rsid w:val="005F3973"/>
    <w:rsid w:val="005F4125"/>
    <w:rsid w:val="005F6777"/>
    <w:rsid w:val="006058FD"/>
    <w:rsid w:val="00606233"/>
    <w:rsid w:val="00635D0F"/>
    <w:rsid w:val="006459FA"/>
    <w:rsid w:val="0066377A"/>
    <w:rsid w:val="00665938"/>
    <w:rsid w:val="00666611"/>
    <w:rsid w:val="00666D21"/>
    <w:rsid w:val="00683D21"/>
    <w:rsid w:val="0068577E"/>
    <w:rsid w:val="006879C7"/>
    <w:rsid w:val="00692BE3"/>
    <w:rsid w:val="0069592A"/>
    <w:rsid w:val="006A74F0"/>
    <w:rsid w:val="006B1B1E"/>
    <w:rsid w:val="006B348B"/>
    <w:rsid w:val="006C1B85"/>
    <w:rsid w:val="006C2BDE"/>
    <w:rsid w:val="006E654C"/>
    <w:rsid w:val="006E7BBD"/>
    <w:rsid w:val="006F1280"/>
    <w:rsid w:val="006F3B6B"/>
    <w:rsid w:val="00715C84"/>
    <w:rsid w:val="00732116"/>
    <w:rsid w:val="00735B98"/>
    <w:rsid w:val="007360BE"/>
    <w:rsid w:val="00740649"/>
    <w:rsid w:val="00741ED4"/>
    <w:rsid w:val="007432EA"/>
    <w:rsid w:val="00745575"/>
    <w:rsid w:val="007644A3"/>
    <w:rsid w:val="00770101"/>
    <w:rsid w:val="00770F85"/>
    <w:rsid w:val="00773AE0"/>
    <w:rsid w:val="007773B7"/>
    <w:rsid w:val="00784902"/>
    <w:rsid w:val="007920F5"/>
    <w:rsid w:val="00795706"/>
    <w:rsid w:val="00795B3E"/>
    <w:rsid w:val="007A0860"/>
    <w:rsid w:val="007B0054"/>
    <w:rsid w:val="007B1034"/>
    <w:rsid w:val="007B24BA"/>
    <w:rsid w:val="007C443E"/>
    <w:rsid w:val="007D58EC"/>
    <w:rsid w:val="007D7C18"/>
    <w:rsid w:val="007E32E5"/>
    <w:rsid w:val="007E5312"/>
    <w:rsid w:val="007F5F36"/>
    <w:rsid w:val="007F69FD"/>
    <w:rsid w:val="00801AFB"/>
    <w:rsid w:val="00802EA4"/>
    <w:rsid w:val="00802ECD"/>
    <w:rsid w:val="0081242D"/>
    <w:rsid w:val="00813993"/>
    <w:rsid w:val="008159D8"/>
    <w:rsid w:val="00817253"/>
    <w:rsid w:val="0082214C"/>
    <w:rsid w:val="00825EAA"/>
    <w:rsid w:val="0082778F"/>
    <w:rsid w:val="00831AC6"/>
    <w:rsid w:val="00847E3C"/>
    <w:rsid w:val="0085180C"/>
    <w:rsid w:val="00853D41"/>
    <w:rsid w:val="00857AC5"/>
    <w:rsid w:val="00876BB3"/>
    <w:rsid w:val="008779D9"/>
    <w:rsid w:val="00880CD8"/>
    <w:rsid w:val="00890E4C"/>
    <w:rsid w:val="00891A7C"/>
    <w:rsid w:val="008A7666"/>
    <w:rsid w:val="008B76B5"/>
    <w:rsid w:val="008C4B04"/>
    <w:rsid w:val="008E556D"/>
    <w:rsid w:val="008E6CB6"/>
    <w:rsid w:val="008F2DD9"/>
    <w:rsid w:val="008F6164"/>
    <w:rsid w:val="0091032A"/>
    <w:rsid w:val="0091518B"/>
    <w:rsid w:val="0091578A"/>
    <w:rsid w:val="009301FE"/>
    <w:rsid w:val="00930778"/>
    <w:rsid w:val="009347B5"/>
    <w:rsid w:val="00946CFD"/>
    <w:rsid w:val="00956F95"/>
    <w:rsid w:val="00960967"/>
    <w:rsid w:val="00961A80"/>
    <w:rsid w:val="0096618B"/>
    <w:rsid w:val="00966BD3"/>
    <w:rsid w:val="009713D6"/>
    <w:rsid w:val="0097344E"/>
    <w:rsid w:val="00977F48"/>
    <w:rsid w:val="00977FCC"/>
    <w:rsid w:val="009834CF"/>
    <w:rsid w:val="0099753F"/>
    <w:rsid w:val="009A1E96"/>
    <w:rsid w:val="009B09AA"/>
    <w:rsid w:val="009B5999"/>
    <w:rsid w:val="009C6219"/>
    <w:rsid w:val="009D32AB"/>
    <w:rsid w:val="009D43FA"/>
    <w:rsid w:val="00A0038D"/>
    <w:rsid w:val="00A00BAF"/>
    <w:rsid w:val="00A024C9"/>
    <w:rsid w:val="00A036CF"/>
    <w:rsid w:val="00A05D8F"/>
    <w:rsid w:val="00A07185"/>
    <w:rsid w:val="00A13B9F"/>
    <w:rsid w:val="00A163DA"/>
    <w:rsid w:val="00A179FA"/>
    <w:rsid w:val="00A26BD1"/>
    <w:rsid w:val="00A2740B"/>
    <w:rsid w:val="00A40959"/>
    <w:rsid w:val="00A40ED9"/>
    <w:rsid w:val="00A74C67"/>
    <w:rsid w:val="00A75739"/>
    <w:rsid w:val="00A83FE8"/>
    <w:rsid w:val="00A86022"/>
    <w:rsid w:val="00A91F6B"/>
    <w:rsid w:val="00AA023F"/>
    <w:rsid w:val="00AB6F7C"/>
    <w:rsid w:val="00AD21BA"/>
    <w:rsid w:val="00AD4446"/>
    <w:rsid w:val="00AE07FB"/>
    <w:rsid w:val="00AE0DD3"/>
    <w:rsid w:val="00AE253C"/>
    <w:rsid w:val="00AF04E1"/>
    <w:rsid w:val="00AF73F5"/>
    <w:rsid w:val="00B0386D"/>
    <w:rsid w:val="00B271E7"/>
    <w:rsid w:val="00B31801"/>
    <w:rsid w:val="00B3216F"/>
    <w:rsid w:val="00B50352"/>
    <w:rsid w:val="00B50CD7"/>
    <w:rsid w:val="00B5378D"/>
    <w:rsid w:val="00B61F58"/>
    <w:rsid w:val="00B64012"/>
    <w:rsid w:val="00B75E32"/>
    <w:rsid w:val="00BA5DC4"/>
    <w:rsid w:val="00BB60C6"/>
    <w:rsid w:val="00BB60D4"/>
    <w:rsid w:val="00BB656C"/>
    <w:rsid w:val="00BB6616"/>
    <w:rsid w:val="00BB7FF7"/>
    <w:rsid w:val="00BC616B"/>
    <w:rsid w:val="00BE58B3"/>
    <w:rsid w:val="00BF5282"/>
    <w:rsid w:val="00BF6A85"/>
    <w:rsid w:val="00BF6D0D"/>
    <w:rsid w:val="00C22C83"/>
    <w:rsid w:val="00C231D9"/>
    <w:rsid w:val="00C44AD7"/>
    <w:rsid w:val="00C54950"/>
    <w:rsid w:val="00C60EEE"/>
    <w:rsid w:val="00C61CF9"/>
    <w:rsid w:val="00C61D01"/>
    <w:rsid w:val="00C74703"/>
    <w:rsid w:val="00C75012"/>
    <w:rsid w:val="00C75E39"/>
    <w:rsid w:val="00C77E68"/>
    <w:rsid w:val="00C8066B"/>
    <w:rsid w:val="00C9092B"/>
    <w:rsid w:val="00CA4365"/>
    <w:rsid w:val="00CB12C3"/>
    <w:rsid w:val="00CB7364"/>
    <w:rsid w:val="00CC4B98"/>
    <w:rsid w:val="00CD206E"/>
    <w:rsid w:val="00CD26DF"/>
    <w:rsid w:val="00CD3C04"/>
    <w:rsid w:val="00CD7AE8"/>
    <w:rsid w:val="00CF048F"/>
    <w:rsid w:val="00CF4F75"/>
    <w:rsid w:val="00D14EDB"/>
    <w:rsid w:val="00D15373"/>
    <w:rsid w:val="00D3310A"/>
    <w:rsid w:val="00D33C0C"/>
    <w:rsid w:val="00D41D5F"/>
    <w:rsid w:val="00D439D3"/>
    <w:rsid w:val="00D54957"/>
    <w:rsid w:val="00D54FA9"/>
    <w:rsid w:val="00D67EB4"/>
    <w:rsid w:val="00D700A6"/>
    <w:rsid w:val="00D7420E"/>
    <w:rsid w:val="00D82E2F"/>
    <w:rsid w:val="00D91E53"/>
    <w:rsid w:val="00DA25A2"/>
    <w:rsid w:val="00DC50B9"/>
    <w:rsid w:val="00DC7B1B"/>
    <w:rsid w:val="00DD35E9"/>
    <w:rsid w:val="00DF11F6"/>
    <w:rsid w:val="00DF6DF9"/>
    <w:rsid w:val="00E11F59"/>
    <w:rsid w:val="00E3254F"/>
    <w:rsid w:val="00E36195"/>
    <w:rsid w:val="00E43690"/>
    <w:rsid w:val="00E45378"/>
    <w:rsid w:val="00E4661F"/>
    <w:rsid w:val="00E6399E"/>
    <w:rsid w:val="00E83A96"/>
    <w:rsid w:val="00EB0F13"/>
    <w:rsid w:val="00EB6FCF"/>
    <w:rsid w:val="00EB783D"/>
    <w:rsid w:val="00ED5B54"/>
    <w:rsid w:val="00ED6264"/>
    <w:rsid w:val="00EE7D7A"/>
    <w:rsid w:val="00EF205B"/>
    <w:rsid w:val="00EF3FA7"/>
    <w:rsid w:val="00F01BBA"/>
    <w:rsid w:val="00F23DE5"/>
    <w:rsid w:val="00F4470F"/>
    <w:rsid w:val="00F44E8F"/>
    <w:rsid w:val="00F54D90"/>
    <w:rsid w:val="00F65A7D"/>
    <w:rsid w:val="00F72F81"/>
    <w:rsid w:val="00F7426E"/>
    <w:rsid w:val="00F96E03"/>
    <w:rsid w:val="00F9717C"/>
    <w:rsid w:val="00FA5C18"/>
    <w:rsid w:val="00FB52DD"/>
    <w:rsid w:val="00FC1973"/>
    <w:rsid w:val="00FD7858"/>
    <w:rsid w:val="00FE7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4FA2B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350A"/>
    <w:pPr>
      <w:tabs>
        <w:tab w:val="left" w:pos="1134"/>
      </w:tabs>
    </w:pPr>
    <w:rPr>
      <w:rFonts w:ascii="Hadassah Friedlaender" w:hAnsi="Hadassah Friedlaender"/>
      <w:color w:val="262626" w:themeColor="text1" w:themeTint="D9"/>
      <w:sz w:val="21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350A"/>
    <w:pPr>
      <w:spacing w:after="240"/>
      <w:outlineLvl w:val="0"/>
    </w:pPr>
    <w:rPr>
      <w:rFonts w:cs="Hadassah Friedlaender"/>
      <w:color w:val="404040" w:themeColor="text1" w:themeTint="BF"/>
      <w:sz w:val="36"/>
      <w:szCs w:val="44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C74703"/>
    <w:pPr>
      <w:keepNext/>
      <w:keepLines/>
      <w:spacing w:before="60" w:after="60"/>
      <w:outlineLvl w:val="1"/>
    </w:pPr>
    <w:rPr>
      <w:rFonts w:eastAsiaTheme="majorEastAsia" w:cstheme="majorBidi"/>
      <w:bCs/>
      <w:color w:val="808080" w:themeColor="background1" w:themeShade="80"/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unhideWhenUsed/>
    <w:qFormat/>
    <w:rsid w:val="007B24BA"/>
    <w:pPr>
      <w:spacing w:before="240"/>
      <w:outlineLvl w:val="2"/>
    </w:pPr>
    <w:rPr>
      <w:bCs w:val="0"/>
    </w:rPr>
  </w:style>
  <w:style w:type="paragraph" w:styleId="berschrift4">
    <w:name w:val="heading 4"/>
    <w:basedOn w:val="berschrift2"/>
    <w:next w:val="Standard"/>
    <w:link w:val="berschrift4Zchn"/>
    <w:uiPriority w:val="9"/>
    <w:unhideWhenUsed/>
    <w:qFormat/>
    <w:rsid w:val="00400C1C"/>
    <w:pPr>
      <w:spacing w:before="360" w:after="120"/>
      <w:outlineLvl w:val="3"/>
    </w:pPr>
    <w:rPr>
      <w:b/>
      <w:sz w:val="3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0Kopfzeile-Name"/>
    <w:link w:val="KopfzeileZchn"/>
    <w:uiPriority w:val="99"/>
    <w:unhideWhenUsed/>
    <w:rsid w:val="00DC7B1B"/>
    <w:pPr>
      <w:spacing w:before="120"/>
      <w:jc w:val="center"/>
    </w:pPr>
    <w:rPr>
      <w:rFonts w:ascii="Segoe UI" w:hAnsi="Segoe UI" w:cs="Segoe UI"/>
      <w:sz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DC7B1B"/>
    <w:rPr>
      <w:rFonts w:ascii="Segoe UI" w:hAnsi="Segoe UI" w:cs="Segoe UI"/>
      <w:bCs/>
      <w:caps/>
      <w:color w:val="595959" w:themeColor="text1" w:themeTint="A6"/>
      <w:spacing w:val="40"/>
      <w:sz w:val="36"/>
      <w:szCs w:val="8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4703"/>
    <w:pPr>
      <w:tabs>
        <w:tab w:val="left" w:pos="8080"/>
      </w:tabs>
      <w:ind w:right="-12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4703"/>
    <w:rPr>
      <w:rFonts w:ascii="Hadassah Friedlaender" w:hAnsi="Hadassah Friedlaender"/>
      <w:color w:val="262626" w:themeColor="text1" w:themeTint="D9"/>
      <w:sz w:val="18"/>
      <w:szCs w:val="18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00C1C"/>
    <w:rPr>
      <w:rFonts w:ascii="Hadassah Friedlaender" w:eastAsiaTheme="majorEastAsia" w:hAnsi="Hadassah Friedlaender" w:cstheme="majorBidi"/>
      <w:b/>
      <w:bCs/>
      <w:color w:val="808080" w:themeColor="background1" w:themeShade="80"/>
      <w:sz w:val="3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character" w:customStyle="1" w:styleId="0Fett">
    <w:name w:val="0.Fett"/>
    <w:basedOn w:val="Absatz-Standardschriftart"/>
    <w:uiPriority w:val="1"/>
    <w:qFormat/>
    <w:rsid w:val="0091032A"/>
    <w:rPr>
      <w:b/>
    </w:rPr>
  </w:style>
  <w:style w:type="paragraph" w:customStyle="1" w:styleId="0Datum">
    <w:name w:val="0.Datum"/>
    <w:basedOn w:val="Standard"/>
    <w:next w:val="Standard"/>
    <w:autoRedefine/>
    <w:qFormat/>
    <w:rsid w:val="00C75E39"/>
    <w:pPr>
      <w:jc w:val="right"/>
    </w:pPr>
  </w:style>
  <w:style w:type="paragraph" w:customStyle="1" w:styleId="2DeckB-Angaben">
    <w:name w:val="2.DeckB - Angaben"/>
    <w:basedOn w:val="Standard"/>
    <w:autoRedefine/>
    <w:qFormat/>
    <w:rsid w:val="005B0D5A"/>
    <w:pPr>
      <w:pBdr>
        <w:left w:val="single" w:sz="36" w:space="8" w:color="B06660" w:themeColor="accent1"/>
      </w:pBdr>
      <w:tabs>
        <w:tab w:val="clear" w:pos="1134"/>
      </w:tabs>
      <w:spacing w:before="60" w:after="60"/>
    </w:pPr>
    <w:rPr>
      <w:sz w:val="24"/>
      <w:szCs w:val="24"/>
    </w:rPr>
  </w:style>
  <w:style w:type="paragraph" w:customStyle="1" w:styleId="2DeckB-Name">
    <w:name w:val="2.DeckB - Name"/>
    <w:basedOn w:val="Standard"/>
    <w:next w:val="2DeckB-Beruf"/>
    <w:autoRedefine/>
    <w:qFormat/>
    <w:rsid w:val="00C74703"/>
    <w:pPr>
      <w:spacing w:after="120"/>
      <w:jc w:val="center"/>
    </w:pPr>
    <w:rPr>
      <w:rFonts w:ascii="Segoe UI Light" w:hAnsi="Segoe UI Light" w:cs="Segoe UI Light"/>
      <w:bCs/>
      <w:caps/>
      <w:color w:val="595959" w:themeColor="text1" w:themeTint="A6"/>
      <w:spacing w:val="40"/>
      <w:sz w:val="68"/>
      <w:szCs w:val="68"/>
    </w:rPr>
  </w:style>
  <w:style w:type="paragraph" w:customStyle="1" w:styleId="2DeckB-Beruf">
    <w:name w:val="2.DeckB - Beruf"/>
    <w:basedOn w:val="Standard"/>
    <w:next w:val="2DeckB-Angaben"/>
    <w:autoRedefine/>
    <w:qFormat/>
    <w:rsid w:val="001A350A"/>
    <w:pPr>
      <w:widowControl w:val="0"/>
      <w:spacing w:after="120"/>
      <w:contextualSpacing/>
      <w:jc w:val="center"/>
    </w:pPr>
    <w:rPr>
      <w:rFonts w:cs="Hadassah Friedlaender"/>
      <w:color w:val="7F7F7F" w:themeColor="text1" w:themeTint="8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4703"/>
    <w:rPr>
      <w:rFonts w:ascii="Hadassah Friedlaender" w:eastAsiaTheme="majorEastAsia" w:hAnsi="Hadassah Friedlaender" w:cstheme="majorBidi"/>
      <w:bCs/>
      <w:color w:val="808080" w:themeColor="background1" w:themeShade="8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A350A"/>
    <w:rPr>
      <w:rFonts w:ascii="Hadassah Friedlaender" w:hAnsi="Hadassah Friedlaender" w:cs="Hadassah Friedlaender"/>
      <w:color w:val="404040" w:themeColor="text1" w:themeTint="BF"/>
      <w:sz w:val="36"/>
      <w:szCs w:val="44"/>
      <w:lang w:val="de-DE" w:eastAsia="de-DE"/>
    </w:rPr>
  </w:style>
  <w:style w:type="paragraph" w:customStyle="1" w:styleId="3Vita-Stelle">
    <w:name w:val="3.Vita - Stelle"/>
    <w:basedOn w:val="Standard"/>
    <w:next w:val="3Vita-Spezi"/>
    <w:qFormat/>
    <w:rsid w:val="001A350A"/>
    <w:pPr>
      <w:keepLines/>
      <w:tabs>
        <w:tab w:val="clear" w:pos="1134"/>
        <w:tab w:val="left" w:pos="1985"/>
      </w:tabs>
      <w:spacing w:before="200" w:after="40"/>
    </w:pPr>
    <w:rPr>
      <w:rFonts w:cs="Hadassah Friedlaender"/>
      <w:b/>
      <w:color w:val="0D0D0D" w:themeColor="text1" w:themeTint="F2"/>
    </w:rPr>
  </w:style>
  <w:style w:type="character" w:customStyle="1" w:styleId="3Vita-Angabevorne">
    <w:name w:val="3.Vita - Angabe vorne"/>
    <w:basedOn w:val="Absatz-Standardschriftart"/>
    <w:uiPriority w:val="1"/>
    <w:qFormat/>
    <w:rsid w:val="001A350A"/>
    <w:rPr>
      <w:color w:val="7F7F7F" w:themeColor="text1" w:themeTint="80"/>
      <w:spacing w:val="-2"/>
      <w:sz w:val="16"/>
      <w:szCs w:val="16"/>
    </w:rPr>
  </w:style>
  <w:style w:type="paragraph" w:customStyle="1" w:styleId="3Vita-Spezi">
    <w:name w:val="3.Vita - Spezi"/>
    <w:basedOn w:val="Standard"/>
    <w:qFormat/>
    <w:rsid w:val="001A350A"/>
    <w:pPr>
      <w:keepLines/>
      <w:tabs>
        <w:tab w:val="clear" w:pos="1134"/>
      </w:tabs>
      <w:spacing w:after="40"/>
      <w:ind w:left="1985"/>
    </w:pPr>
    <w:rPr>
      <w:b/>
      <w:color w:val="595959" w:themeColor="text1" w:themeTint="A6"/>
    </w:rPr>
  </w:style>
  <w:style w:type="paragraph" w:styleId="Aufzhlungszeichen">
    <w:name w:val="List Bullet"/>
    <w:aliases w:val="3.Vita - Bullet 2"/>
    <w:basedOn w:val="Standard"/>
    <w:autoRedefine/>
    <w:uiPriority w:val="99"/>
    <w:unhideWhenUsed/>
    <w:qFormat/>
    <w:rsid w:val="00BF5282"/>
    <w:pPr>
      <w:numPr>
        <w:numId w:val="1"/>
      </w:numPr>
      <w:spacing w:before="20" w:after="20"/>
      <w:ind w:left="2353" w:hanging="17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7B24BA"/>
    <w:rPr>
      <w:rFonts w:ascii="Calibri Light" w:eastAsiaTheme="majorEastAsia" w:hAnsi="Calibri Light" w:cstheme="majorBidi"/>
      <w:color w:val="404040" w:themeColor="text1" w:themeTint="BF"/>
      <w:sz w:val="28"/>
      <w:szCs w:val="28"/>
      <w:lang w:val="de-DE" w:eastAsia="de-DE"/>
    </w:rPr>
  </w:style>
  <w:style w:type="paragraph" w:customStyle="1" w:styleId="0Strich-Fusszeile">
    <w:name w:val="0.Strich - Fusszeile"/>
    <w:basedOn w:val="Standard"/>
    <w:qFormat/>
    <w:rsid w:val="005B0D5A"/>
    <w:pPr>
      <w:pBdr>
        <w:top w:val="single" w:sz="6" w:space="1" w:color="808080" w:themeColor="background1" w:themeShade="80"/>
      </w:pBdr>
    </w:pPr>
    <w:rPr>
      <w:sz w:val="4"/>
      <w:szCs w:val="4"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0Text">
    <w:name w:val="0.Text"/>
    <w:basedOn w:val="Standard"/>
    <w:qFormat/>
    <w:rsid w:val="00C74703"/>
    <w:pPr>
      <w:pBdr>
        <w:left w:val="single" w:sz="36" w:space="8" w:color="EFE0DF" w:themeColor="accent1" w:themeTint="33"/>
      </w:pBdr>
      <w:tabs>
        <w:tab w:val="clear" w:pos="1134"/>
      </w:tabs>
      <w:spacing w:line="264" w:lineRule="auto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Standard"/>
    <w:qFormat/>
    <w:rsid w:val="001A350A"/>
    <w:pPr>
      <w:tabs>
        <w:tab w:val="clear" w:pos="1134"/>
      </w:tabs>
      <w:spacing w:before="40" w:after="40"/>
      <w:ind w:left="2155" w:hanging="2155"/>
    </w:pPr>
  </w:style>
  <w:style w:type="paragraph" w:customStyle="1" w:styleId="3Vita-SpeziText">
    <w:name w:val="3.Vita - Spezi Text"/>
    <w:basedOn w:val="3Vita-Spezi"/>
    <w:qFormat/>
    <w:rsid w:val="00A024C9"/>
    <w:rPr>
      <w:b w:val="0"/>
      <w:color w:val="000000" w:themeColor="text1"/>
      <w14:textFill>
        <w14:solidFill>
          <w14:schemeClr w14:val="tx1">
            <w14:lumMod w14:val="85000"/>
            <w14:lumOff w14:val="15000"/>
            <w14:lumMod w14:val="75000"/>
          </w14:schemeClr>
        </w14:solidFill>
      </w14:textFill>
    </w:rPr>
  </w:style>
  <w:style w:type="paragraph" w:customStyle="1" w:styleId="0Kopfzeile-Name">
    <w:name w:val="0.Kopfzeile - Name"/>
    <w:basedOn w:val="2DeckB-Name"/>
    <w:next w:val="Kopfzeile"/>
    <w:qFormat/>
    <w:rsid w:val="00C60EEE"/>
    <w:pPr>
      <w:jc w:val="right"/>
    </w:pPr>
    <w:rPr>
      <w:rFonts w:asciiTheme="majorHAnsi" w:hAnsiTheme="majorHAnsi" w:cstheme="majorHAnsi"/>
      <w:sz w:val="28"/>
    </w:rPr>
  </w:style>
  <w:style w:type="paragraph" w:customStyle="1" w:styleId="3Vita-BulletLevel1">
    <w:name w:val="3.Vita - Bullet Level 1"/>
    <w:basedOn w:val="Standard"/>
    <w:qFormat/>
    <w:rsid w:val="00FA5C18"/>
    <w:pPr>
      <w:numPr>
        <w:numId w:val="15"/>
      </w:numPr>
      <w:spacing w:after="20"/>
      <w:ind w:left="2348" w:hanging="363"/>
    </w:pPr>
  </w:style>
  <w:style w:type="character" w:styleId="Hyperlink">
    <w:name w:val="Hyperlink"/>
    <w:basedOn w:val="Absatz-Standardschriftart"/>
    <w:uiPriority w:val="99"/>
    <w:unhideWhenUsed/>
    <w:rsid w:val="00EB783D"/>
    <w:rPr>
      <w:color w:val="B06660" w:themeColor="hyperlink"/>
      <w:u w:val="single"/>
    </w:rPr>
  </w:style>
  <w:style w:type="paragraph" w:customStyle="1" w:styleId="2DeckB-Profil">
    <w:name w:val="2.DeckB - Profil"/>
    <w:basedOn w:val="2DeckB-Angaben"/>
    <w:autoRedefine/>
    <w:qFormat/>
    <w:rsid w:val="005B0D5A"/>
    <w:pPr>
      <w:numPr>
        <w:numId w:val="22"/>
      </w:numPr>
      <w:ind w:left="567" w:hanging="567"/>
    </w:pPr>
  </w:style>
  <w:style w:type="table" w:styleId="Tabellenraster">
    <w:name w:val="Table Grid"/>
    <w:basedOn w:val="NormaleTabelle"/>
    <w:uiPriority w:val="39"/>
    <w:rsid w:val="001B5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1B556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Unsichtbar">
    <w:name w:val="Unsichtbar"/>
    <w:basedOn w:val="NormaleTabelle"/>
    <w:uiPriority w:val="99"/>
    <w:rsid w:val="001B5560"/>
    <w:tblPr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3Vita-SpeziSub">
    <w:name w:val="3.Vita - Spezi Sub"/>
    <w:basedOn w:val="3Vita-Spezi"/>
    <w:qFormat/>
    <w:rsid w:val="00B271E7"/>
    <w:pPr>
      <w:spacing w:before="240"/>
      <w:ind w:hanging="1843"/>
    </w:pPr>
  </w:style>
  <w:style w:type="paragraph" w:customStyle="1" w:styleId="3Vita-Containerberschrift">
    <w:name w:val="3.Vita - Container Überschrift"/>
    <w:basedOn w:val="Standard"/>
    <w:qFormat/>
    <w:rsid w:val="00C74703"/>
    <w:pPr>
      <w:tabs>
        <w:tab w:val="clear" w:pos="1134"/>
      </w:tabs>
      <w:spacing w:before="320" w:after="120"/>
      <w:ind w:left="-142"/>
    </w:pPr>
  </w:style>
  <w:style w:type="paragraph" w:customStyle="1" w:styleId="0FusszeileContainer">
    <w:name w:val="0.Fusszeile Container"/>
    <w:basedOn w:val="Standard"/>
    <w:qFormat/>
    <w:rsid w:val="00C74703"/>
    <w:pPr>
      <w:ind w:left="-142"/>
    </w:pPr>
  </w:style>
  <w:style w:type="character" w:customStyle="1" w:styleId="UnresolvedMention">
    <w:name w:val="Unresolved Mention"/>
    <w:basedOn w:val="Absatz-Standardschriftart"/>
    <w:uiPriority w:val="99"/>
    <w:rsid w:val="00320175"/>
    <w:rPr>
      <w:color w:val="605E5C"/>
      <w:shd w:val="clear" w:color="auto" w:fill="E1DFDD"/>
    </w:rPr>
  </w:style>
  <w:style w:type="paragraph" w:customStyle="1" w:styleId="1AnS-Datum">
    <w:name w:val="1.AnS - Datum"/>
    <w:basedOn w:val="Standard"/>
    <w:autoRedefine/>
    <w:qFormat/>
    <w:rsid w:val="00BF6A85"/>
    <w:pPr>
      <w:spacing w:before="120" w:line="245" w:lineRule="auto"/>
      <w:jc w:val="right"/>
    </w:pPr>
    <w:rPr>
      <w:rFonts w:ascii="Gill Sans MT" w:hAnsi="Gill Sans MT"/>
      <w:sz w:val="22"/>
    </w:rPr>
  </w:style>
  <w:style w:type="paragraph" w:customStyle="1" w:styleId="3Vita-Angabe">
    <w:name w:val="3.Vita - Angabe"/>
    <w:basedOn w:val="Standard"/>
    <w:qFormat/>
    <w:rsid w:val="00BF6A85"/>
    <w:pPr>
      <w:spacing w:line="245" w:lineRule="auto"/>
      <w:jc w:val="right"/>
    </w:pPr>
    <w:rPr>
      <w:rFonts w:ascii="Gill Sans MT" w:hAnsi="Gill Sans MT"/>
      <w:color w:val="B06660" w:themeColor="text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Neue%20Designs\G%20kontur%20box.dotx" TargetMode="External"/></Relationships>
</file>

<file path=word/theme/theme1.xml><?xml version="1.0" encoding="utf-8"?>
<a:theme xmlns:a="http://schemas.openxmlformats.org/drawingml/2006/main" name="Rohling blau v1">
  <a:themeElements>
    <a:clrScheme name="Design Akademisch">
      <a:dk1>
        <a:sysClr val="windowText" lastClr="000000"/>
      </a:dk1>
      <a:lt1>
        <a:sysClr val="window" lastClr="FFFFFF"/>
      </a:lt1>
      <a:dk2>
        <a:srgbClr val="B06660"/>
      </a:dk2>
      <a:lt2>
        <a:srgbClr val="F5F5F5"/>
      </a:lt2>
      <a:accent1>
        <a:srgbClr val="B06660"/>
      </a:accent1>
      <a:accent2>
        <a:srgbClr val="937A76"/>
      </a:accent2>
      <a:accent3>
        <a:srgbClr val="AB9797"/>
      </a:accent3>
      <a:accent4>
        <a:srgbClr val="896F6F"/>
      </a:accent4>
      <a:accent5>
        <a:srgbClr val="000000"/>
      </a:accent5>
      <a:accent6>
        <a:srgbClr val="000000"/>
      </a:accent6>
      <a:hlink>
        <a:srgbClr val="B06660"/>
      </a:hlink>
      <a:folHlink>
        <a:srgbClr val="937A7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  <a:effectLst/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2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AB3D-33AA-4FD3-926B-E4A504BE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 kontur box.dotx</Template>
  <TotalTime>0</TotalTime>
  <Pages>2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2025-08-15T11:51:00Z</dcterms:created>
  <dcterms:modified xsi:type="dcterms:W3CDTF">2025-08-15T11:51:00Z</dcterms:modified>
</cp:coreProperties>
</file>