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AE8BD" w14:textId="77777777" w:rsidR="00634443" w:rsidRPr="00634443" w:rsidRDefault="00634443" w:rsidP="00634443">
      <w:pPr>
        <w:rPr>
          <w:noProof/>
        </w:rPr>
      </w:pPr>
    </w:p>
    <w:p w14:paraId="6F1F6835" w14:textId="50A0617E" w:rsidR="00634443" w:rsidRPr="009C4A9A" w:rsidRDefault="00F066A1" w:rsidP="0021766A">
      <w:pPr>
        <w:pStyle w:val="2DeckB-Name"/>
      </w:pPr>
      <w:r>
        <w:t>Vorname Nachname</w:t>
      </w:r>
    </w:p>
    <w:p w14:paraId="22EDB962" w14:textId="5A1E316F" w:rsidR="00634443" w:rsidRPr="00634443" w:rsidRDefault="00634443" w:rsidP="00634443">
      <w:pPr>
        <w:tabs>
          <w:tab w:val="clear" w:pos="1134"/>
        </w:tabs>
        <w:spacing w:after="160" w:line="259" w:lineRule="auto"/>
        <w:rPr>
          <w:lang w:eastAsia="en-US"/>
        </w:rPr>
      </w:pPr>
    </w:p>
    <w:p w14:paraId="14EDAF75" w14:textId="392E016A" w:rsidR="00634443" w:rsidRDefault="00B159B8" w:rsidP="00634443">
      <w:pPr>
        <w:rPr>
          <w:lang w:eastAsia="en-US"/>
        </w:rPr>
      </w:pPr>
      <w:r w:rsidRPr="00634443">
        <w:rPr>
          <w:noProof/>
        </w:rPr>
        <w:drawing>
          <wp:anchor distT="0" distB="0" distL="114300" distR="114300" simplePos="0" relativeHeight="251673599" behindDoc="0" locked="0" layoutInCell="1" allowOverlap="1" wp14:anchorId="4C334E52" wp14:editId="543CD245">
            <wp:simplePos x="0" y="0"/>
            <wp:positionH relativeFrom="column">
              <wp:posOffset>127000</wp:posOffset>
            </wp:positionH>
            <wp:positionV relativeFrom="paragraph">
              <wp:posOffset>2240915</wp:posOffset>
            </wp:positionV>
            <wp:extent cx="1981200" cy="163830"/>
            <wp:effectExtent l="0" t="0" r="0" b="7620"/>
            <wp:wrapNone/>
            <wp:docPr id="17" name="Grafik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r_Shadows_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951" w:rsidRPr="002D6A1B">
        <w:rPr>
          <w:noProof/>
          <w:color w:val="000000" w:themeColor="text1"/>
        </w:rPr>
        <w:drawing>
          <wp:anchor distT="0" distB="0" distL="114300" distR="114300" simplePos="0" relativeHeight="251672574" behindDoc="0" locked="0" layoutInCell="1" allowOverlap="1" wp14:anchorId="13124149" wp14:editId="679AEBDA">
            <wp:simplePos x="0" y="0"/>
            <wp:positionH relativeFrom="margin">
              <wp:posOffset>273685</wp:posOffset>
            </wp:positionH>
            <wp:positionV relativeFrom="paragraph">
              <wp:posOffset>191135</wp:posOffset>
            </wp:positionV>
            <wp:extent cx="1646555" cy="2057400"/>
            <wp:effectExtent l="0" t="0" r="0" b="0"/>
            <wp:wrapTopAndBottom/>
            <wp:docPr id="1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__CREATIVE_POT/FOTOS/Platzhalter/varB-maennlein-8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5B01" w:rsidRPr="002D6A1B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66B8E2D" wp14:editId="2D1EFC4B">
                <wp:simplePos x="0" y="0"/>
                <wp:positionH relativeFrom="margin">
                  <wp:posOffset>-365760</wp:posOffset>
                </wp:positionH>
                <wp:positionV relativeFrom="paragraph">
                  <wp:posOffset>-243840</wp:posOffset>
                </wp:positionV>
                <wp:extent cx="6119495" cy="45085"/>
                <wp:effectExtent l="0" t="0" r="0" b="0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450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8CF5C6" id="Rechteck 15" o:spid="_x0000_s1026" style="position:absolute;margin-left:-28.8pt;margin-top:-19.2pt;width:481.85pt;height:3.55pt;z-index:-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" fillcolor="#7e532e [3204]" stroked="f" strokeweight="1pt">
                <w10:wrap anchorx="margin"/>
              </v:rect>
            </w:pict>
          </mc:Fallback>
        </mc:AlternateContent>
      </w:r>
    </w:p>
    <w:p w14:paraId="7D70E096" w14:textId="458C79EB" w:rsidR="00634443" w:rsidRDefault="00634443" w:rsidP="002D6A1B">
      <w:pPr>
        <w:rPr>
          <w:lang w:eastAsia="en-US"/>
        </w:rPr>
      </w:pPr>
    </w:p>
    <w:p w14:paraId="2B1E9355" w14:textId="6DB1BA5A" w:rsidR="00634443" w:rsidRPr="00634443" w:rsidRDefault="00634443" w:rsidP="00634443">
      <w:pPr>
        <w:rPr>
          <w:lang w:eastAsia="en-US"/>
        </w:rPr>
      </w:pPr>
    </w:p>
    <w:p w14:paraId="4F06DE19" w14:textId="77777777" w:rsidR="00634443" w:rsidRPr="00634443" w:rsidRDefault="00634443" w:rsidP="00634443">
      <w:pPr>
        <w:rPr>
          <w:lang w:eastAsia="en-US"/>
        </w:rPr>
      </w:pPr>
    </w:p>
    <w:p w14:paraId="55834417" w14:textId="712BF76F" w:rsidR="002D6A1B" w:rsidRPr="002D6A1B" w:rsidRDefault="00E4001A" w:rsidP="00E4001A">
      <w:pPr>
        <w:pStyle w:val="2DeckB-Beruf"/>
      </w:pPr>
      <w:r w:rsidRPr="00E574B5">
        <w:rPr>
          <w:noProof/>
          <w:lang w:eastAsia="de-DE"/>
        </w:rPr>
        <w:drawing>
          <wp:inline distT="0" distB="0" distL="0" distR="0" wp14:anchorId="6B411AC9" wp14:editId="3BAD719A">
            <wp:extent cx="85547" cy="125647"/>
            <wp:effectExtent l="0" t="0" r="0" b="8255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lesezeichen.svg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4227" cy="153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574B5">
        <w:tab/>
      </w:r>
      <w:r w:rsidR="00AD4C11">
        <w:t>Berufstaucher</w:t>
      </w:r>
    </w:p>
    <w:p w14:paraId="27D80C7C" w14:textId="40369813" w:rsidR="00634443" w:rsidRDefault="00634443" w:rsidP="00634443">
      <w:pPr>
        <w:rPr>
          <w:lang w:eastAsia="en-US"/>
        </w:rPr>
      </w:pPr>
    </w:p>
    <w:p w14:paraId="0974F529" w14:textId="77777777" w:rsidR="00323A4A" w:rsidRPr="00634443" w:rsidRDefault="00323A4A" w:rsidP="00634443">
      <w:pPr>
        <w:rPr>
          <w:lang w:eastAsia="en-US"/>
        </w:rPr>
      </w:pPr>
    </w:p>
    <w:p w14:paraId="2663BAA1" w14:textId="07055271" w:rsidR="00634443" w:rsidRPr="00E87FBF" w:rsidRDefault="00E87FBF" w:rsidP="00634443">
      <w:pPr>
        <w:pStyle w:val="2DeckB-Profil"/>
        <w:rPr>
          <w:sz w:val="24"/>
          <w:szCs w:val="24"/>
        </w:rPr>
      </w:pPr>
      <w:r w:rsidRPr="00E87FBF">
        <w:rPr>
          <w:sz w:val="24"/>
          <w:szCs w:val="24"/>
        </w:rPr>
        <w:t>Handwerkliches Geschick</w:t>
      </w:r>
    </w:p>
    <w:p w14:paraId="5AFB7433" w14:textId="1DAA76B1" w:rsidR="00634443" w:rsidRPr="00E87FBF" w:rsidRDefault="00E87FBF" w:rsidP="00634443">
      <w:pPr>
        <w:pStyle w:val="2DeckB-Profil"/>
        <w:rPr>
          <w:sz w:val="24"/>
          <w:szCs w:val="24"/>
        </w:rPr>
      </w:pPr>
      <w:r w:rsidRPr="00E87FBF">
        <w:rPr>
          <w:sz w:val="24"/>
          <w:szCs w:val="24"/>
        </w:rPr>
        <w:t>Sehr gute Fitness</w:t>
      </w:r>
    </w:p>
    <w:p w14:paraId="7BA5ADD4" w14:textId="6D946F1D" w:rsidR="00634443" w:rsidRPr="00E87FBF" w:rsidRDefault="00E87FBF" w:rsidP="00634443">
      <w:pPr>
        <w:pStyle w:val="2DeckB-Profil"/>
        <w:rPr>
          <w:sz w:val="24"/>
          <w:szCs w:val="24"/>
        </w:rPr>
      </w:pPr>
      <w:r>
        <w:rPr>
          <w:sz w:val="24"/>
          <w:szCs w:val="24"/>
        </w:rPr>
        <w:t xml:space="preserve">Ausgeprägte </w:t>
      </w:r>
      <w:r w:rsidRPr="00E87FBF">
        <w:rPr>
          <w:sz w:val="24"/>
          <w:szCs w:val="24"/>
        </w:rPr>
        <w:t xml:space="preserve">Belastbarkeit </w:t>
      </w:r>
      <w:bookmarkStart w:id="0" w:name="_GoBack"/>
      <w:bookmarkEnd w:id="0"/>
    </w:p>
    <w:p w14:paraId="1E0A8E09" w14:textId="59DA7945" w:rsidR="00634443" w:rsidRPr="00E87FBF" w:rsidRDefault="00E87FBF" w:rsidP="00634443">
      <w:pPr>
        <w:pStyle w:val="2DeckB-Profil"/>
        <w:rPr>
          <w:sz w:val="24"/>
          <w:szCs w:val="24"/>
        </w:rPr>
      </w:pPr>
      <w:r w:rsidRPr="00E87FBF">
        <w:rPr>
          <w:sz w:val="24"/>
          <w:szCs w:val="24"/>
        </w:rPr>
        <w:t>Teamplayer</w:t>
      </w:r>
    </w:p>
    <w:p w14:paraId="5B5BA654" w14:textId="77777777" w:rsidR="00634443" w:rsidRPr="00E87FBF" w:rsidRDefault="00634443" w:rsidP="00634443">
      <w:pPr>
        <w:rPr>
          <w:sz w:val="24"/>
          <w:szCs w:val="24"/>
          <w:lang w:eastAsia="en-US"/>
        </w:rPr>
      </w:pPr>
    </w:p>
    <w:p w14:paraId="6608D0C9" w14:textId="77777777" w:rsidR="00634443" w:rsidRPr="00E87FBF" w:rsidRDefault="00634443" w:rsidP="00634443">
      <w:pPr>
        <w:rPr>
          <w:sz w:val="24"/>
          <w:szCs w:val="24"/>
          <w:lang w:eastAsia="en-US"/>
        </w:rPr>
      </w:pPr>
    </w:p>
    <w:p w14:paraId="7B3E9AEA" w14:textId="53DC6C56" w:rsidR="00634443" w:rsidRPr="00E87FBF" w:rsidRDefault="00634443" w:rsidP="00634443">
      <w:pPr>
        <w:pStyle w:val="2DeckB-Angaben"/>
        <w:rPr>
          <w:sz w:val="24"/>
          <w:szCs w:val="24"/>
        </w:rPr>
      </w:pPr>
      <w:r w:rsidRPr="00E87FBF">
        <w:rPr>
          <w:sz w:val="24"/>
          <w:szCs w:val="24"/>
        </w:rPr>
        <w:t xml:space="preserve">Musterstraße 78  |  </w:t>
      </w:r>
      <w:r w:rsidR="00285569" w:rsidRPr="00E87FBF">
        <w:rPr>
          <w:sz w:val="24"/>
          <w:szCs w:val="24"/>
        </w:rPr>
        <w:t>23456</w:t>
      </w:r>
      <w:r w:rsidRPr="00E87FBF">
        <w:rPr>
          <w:sz w:val="24"/>
          <w:szCs w:val="24"/>
        </w:rPr>
        <w:t xml:space="preserve"> Musterstadt  |  Email@email.de  |  0171 23456789</w:t>
      </w:r>
    </w:p>
    <w:p w14:paraId="2BC9F26E" w14:textId="4A373C3E" w:rsidR="00634443" w:rsidRPr="00E87FBF" w:rsidRDefault="00634443" w:rsidP="00634443">
      <w:pPr>
        <w:tabs>
          <w:tab w:val="clear" w:pos="1134"/>
        </w:tabs>
        <w:spacing w:after="160" w:line="259" w:lineRule="auto"/>
        <w:rPr>
          <w:sz w:val="24"/>
          <w:szCs w:val="24"/>
          <w:lang w:eastAsia="en-US"/>
        </w:rPr>
      </w:pPr>
      <w:r w:rsidRPr="00E87FBF">
        <w:rPr>
          <w:rFonts w:eastAsia="Calibri" w:cs="Times New Roman"/>
          <w:b/>
          <w:color w:val="7E532E" w:themeColor="accent1"/>
          <w:sz w:val="24"/>
          <w:szCs w:val="24"/>
          <w:lang w:eastAsia="en-US"/>
        </w:rPr>
        <w:t>Anlagen:</w:t>
      </w:r>
      <w:r w:rsidRPr="00E87FBF">
        <w:rPr>
          <w:color w:val="7E532E" w:themeColor="accent1"/>
          <w:sz w:val="24"/>
          <w:szCs w:val="24"/>
          <w:lang w:eastAsia="en-US"/>
        </w:rPr>
        <w:t xml:space="preserve"> </w:t>
      </w:r>
      <w:r w:rsidRPr="00E87FBF">
        <w:rPr>
          <w:sz w:val="24"/>
          <w:szCs w:val="24"/>
          <w:lang w:eastAsia="en-US"/>
        </w:rPr>
        <w:t xml:space="preserve">Lebenslauf, </w:t>
      </w:r>
      <w:r w:rsidR="00F066A1">
        <w:rPr>
          <w:sz w:val="24"/>
          <w:szCs w:val="24"/>
          <w:lang w:eastAsia="en-US"/>
        </w:rPr>
        <w:t>Zeugnisse</w:t>
      </w:r>
    </w:p>
    <w:p w14:paraId="518028A2" w14:textId="77777777" w:rsidR="00634443" w:rsidRDefault="00634443" w:rsidP="00634443"/>
    <w:p w14:paraId="3CA3B847" w14:textId="77777777" w:rsidR="002D6A1B" w:rsidRPr="00634443" w:rsidRDefault="002D6A1B" w:rsidP="00634443">
      <w:pPr>
        <w:sectPr w:rsidR="002D6A1B" w:rsidRPr="00634443" w:rsidSect="002D6A1B">
          <w:pgSz w:w="11900" w:h="16840"/>
          <w:pgMar w:top="3119" w:right="1701" w:bottom="567" w:left="1701" w:header="454" w:footer="680" w:gutter="0"/>
          <w:pgNumType w:start="1"/>
          <w:cols w:space="708"/>
          <w:docGrid w:linePitch="360"/>
        </w:sectPr>
      </w:pPr>
    </w:p>
    <w:p w14:paraId="13256720" w14:textId="77777777" w:rsidR="00F066A1" w:rsidRPr="00D04680" w:rsidRDefault="00F066A1" w:rsidP="00F066A1">
      <w:pPr>
        <w:pStyle w:val="berschrift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238538" wp14:editId="54BA80CC">
                <wp:simplePos x="0" y="0"/>
                <wp:positionH relativeFrom="margin">
                  <wp:align>right</wp:align>
                </wp:positionH>
                <wp:positionV relativeFrom="paragraph">
                  <wp:posOffset>-847</wp:posOffset>
                </wp:positionV>
                <wp:extent cx="1033669" cy="1375576"/>
                <wp:effectExtent l="0" t="0" r="0" b="0"/>
                <wp:wrapNone/>
                <wp:docPr id="10" name="Rechteck: abgerundete E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669" cy="1375576"/>
                        </a:xfrm>
                        <a:prstGeom prst="roundRect">
                          <a:avLst/>
                        </a:prstGeom>
                        <a:blipFill>
                          <a:blip r:embed="rId9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B92DBF" id="Rechteck: abgerundete Ecken 10" o:spid="_x0000_s1026" style="position:absolute;margin-left:30.2pt;margin-top:-.05pt;width:81.4pt;height:108.3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" stroked="f">
                <v:fill r:id="rId12" o:title="" recolor="t" rotate="t" type="frame"/>
                <w10:wrap anchorx="margin"/>
              </v:roundrect>
            </w:pict>
          </mc:Fallback>
        </mc:AlternateContent>
      </w:r>
      <w:r w:rsidRPr="00D04680">
        <w:t>Lebenslauf</w:t>
      </w:r>
    </w:p>
    <w:p w14:paraId="1CF1EFDD" w14:textId="77777777" w:rsidR="00F066A1" w:rsidRPr="00D04680" w:rsidRDefault="00F066A1" w:rsidP="00F066A1">
      <w:pPr>
        <w:pStyle w:val="berschrift2"/>
      </w:pPr>
      <w:r>
        <w:rPr>
          <w:noProof/>
        </w:rPr>
        <mc:AlternateContent>
          <mc:Choice Requires="wps">
            <w:drawing>
              <wp:inline distT="0" distB="0" distL="0" distR="0" wp14:anchorId="11EBE894" wp14:editId="224640C5">
                <wp:extent cx="127635" cy="127635"/>
                <wp:effectExtent l="0" t="0" r="5715" b="5715"/>
                <wp:docPr id="625" name="Freihandform: Form 6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7635" cy="127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6114" y="416064"/>
                              </a:moveTo>
                              <a:cubicBezTo>
                                <a:pt x="122789" y="482167"/>
                                <a:pt x="350723" y="481691"/>
                                <a:pt x="416350" y="416064"/>
                              </a:cubicBezTo>
                              <a:cubicBezTo>
                                <a:pt x="481977" y="350437"/>
                                <a:pt x="481120" y="120789"/>
                                <a:pt x="416350" y="55828"/>
                              </a:cubicBezTo>
                              <a:cubicBezTo>
                                <a:pt x="351580" y="-9132"/>
                                <a:pt x="121075" y="-9037"/>
                                <a:pt x="56114" y="55828"/>
                              </a:cubicBezTo>
                              <a:cubicBezTo>
                                <a:pt x="-8846" y="120694"/>
                                <a:pt x="-9513" y="350437"/>
                                <a:pt x="56114" y="416064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bg1">
                                <a:lumMod val="75000"/>
                              </a:scheme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  <a:alpha val="32000"/>
                              </a:schemeClr>
                            </a:gs>
                          </a:gsLst>
                          <a:lin ang="600000" scaled="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17335EE" id="Freihandform: Form 625" o:spid="_x0000_s1026" style="width:10.05pt;height:1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46672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" path="m56114,416064v66675,66103,294609,65627,360236,c481977,350437,481120,120789,416350,55828,351580,-9132,121075,-9037,56114,55828v-64960,64866,-65627,294609,,360236xe" fillcolor="#bfbfbf [2412]" stroked="f">
                <v:fill color2="#eeeaea [662]" o:opacity2="20971f" angle="80" focus="100%" type="gradient">
                  <o:fill v:ext="view" type="gradientUnscaled"/>
                </v:fill>
                <v:stroke joinstyle="miter"/>
                <v:path arrowok="t" textboxrect="0,0,466725,466725"/>
                <o:lock v:ext="edit" aspectratio="t"/>
                <w10:anchorlock/>
              </v:shape>
            </w:pict>
          </mc:Fallback>
        </mc:AlternateContent>
      </w:r>
      <w:r>
        <w:tab/>
      </w:r>
      <w:r w:rsidRPr="00B63286">
        <w:t>Persönliche</w:t>
      </w:r>
      <w:r w:rsidRPr="0095584F">
        <w:t xml:space="preserve"> Daten</w:t>
      </w:r>
    </w:p>
    <w:p w14:paraId="088BB330" w14:textId="77777777" w:rsidR="00F066A1" w:rsidRPr="00F96E03" w:rsidRDefault="00F066A1" w:rsidP="00F066A1">
      <w:pPr>
        <w:pStyle w:val="3Vita-SpeziTab"/>
      </w:pPr>
      <w:r w:rsidRPr="00B63286">
        <w:rPr>
          <w:rStyle w:val="3Vita-Angabevorne"/>
        </w:rPr>
        <w:t>Geburtsdatum / -ort</w:t>
      </w:r>
      <w:r w:rsidRPr="00F96E03">
        <w:rPr>
          <w:rStyle w:val="3Vita-Angabevorne"/>
        </w:rPr>
        <w:tab/>
      </w:r>
      <w:r>
        <w:t>17</w:t>
      </w:r>
      <w:r w:rsidRPr="00F96E03">
        <w:t>.0</w:t>
      </w:r>
      <w:r>
        <w:t>7</w:t>
      </w:r>
      <w:r w:rsidRPr="00F96E03">
        <w:t>.1</w:t>
      </w:r>
      <w:r>
        <w:t>968</w:t>
      </w:r>
      <w:r w:rsidRPr="00F96E03">
        <w:t xml:space="preserve"> in </w:t>
      </w:r>
      <w:r w:rsidRPr="001E318B">
        <w:t>Geburtsort</w:t>
      </w:r>
    </w:p>
    <w:p w14:paraId="7265F59D" w14:textId="77777777" w:rsidR="00F066A1" w:rsidRPr="00F96E03" w:rsidRDefault="00F066A1" w:rsidP="00F066A1">
      <w:pPr>
        <w:pStyle w:val="3Vita-SpeziTab"/>
      </w:pPr>
      <w:r w:rsidRPr="00F96E03">
        <w:rPr>
          <w:rStyle w:val="3Vita-Angabevorne"/>
        </w:rPr>
        <w:t>Staatsangehörigkeit</w:t>
      </w:r>
      <w:r w:rsidRPr="00F96E03">
        <w:tab/>
        <w:t>deutsch</w:t>
      </w:r>
    </w:p>
    <w:p w14:paraId="4C8C80EE" w14:textId="77777777" w:rsidR="00F066A1" w:rsidRPr="00F96E03" w:rsidRDefault="00F066A1" w:rsidP="00F066A1">
      <w:pPr>
        <w:pStyle w:val="3Vita-SpeziTab"/>
      </w:pPr>
      <w:r w:rsidRPr="00F96E03">
        <w:rPr>
          <w:rStyle w:val="3Vita-Angabevorne"/>
        </w:rPr>
        <w:t>Familienstand</w:t>
      </w:r>
      <w:r w:rsidRPr="00F96E03">
        <w:tab/>
        <w:t>ledig</w:t>
      </w:r>
    </w:p>
    <w:p w14:paraId="453B1A7B" w14:textId="77777777" w:rsidR="00F066A1" w:rsidRPr="00F96E03" w:rsidRDefault="00F066A1" w:rsidP="00F066A1">
      <w:pPr>
        <w:pStyle w:val="berschrift2"/>
      </w:pPr>
      <w:r>
        <w:rPr>
          <w:noProof/>
        </w:rPr>
        <mc:AlternateContent>
          <mc:Choice Requires="wps">
            <w:drawing>
              <wp:inline distT="0" distB="0" distL="0" distR="0" wp14:anchorId="7C2F9895" wp14:editId="48FD9639">
                <wp:extent cx="127635" cy="127635"/>
                <wp:effectExtent l="0" t="0" r="5715" b="5715"/>
                <wp:docPr id="626" name="Freihandform: Form 6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7635" cy="127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6114" y="416064"/>
                              </a:moveTo>
                              <a:cubicBezTo>
                                <a:pt x="122789" y="482167"/>
                                <a:pt x="350723" y="481691"/>
                                <a:pt x="416350" y="416064"/>
                              </a:cubicBezTo>
                              <a:cubicBezTo>
                                <a:pt x="481977" y="350437"/>
                                <a:pt x="481120" y="120789"/>
                                <a:pt x="416350" y="55828"/>
                              </a:cubicBezTo>
                              <a:cubicBezTo>
                                <a:pt x="351580" y="-9132"/>
                                <a:pt x="121075" y="-9037"/>
                                <a:pt x="56114" y="55828"/>
                              </a:cubicBezTo>
                              <a:cubicBezTo>
                                <a:pt x="-8846" y="120694"/>
                                <a:pt x="-9513" y="350437"/>
                                <a:pt x="56114" y="416064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bg1">
                                <a:lumMod val="75000"/>
                              </a:scheme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  <a:alpha val="32000"/>
                              </a:schemeClr>
                            </a:gs>
                          </a:gsLst>
                          <a:lin ang="600000" scaled="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0661936" id="Freihandform: Form 626" o:spid="_x0000_s1026" style="width:10.05pt;height:1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46672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" path="m56114,416064v66675,66103,294609,65627,360236,c481977,350437,481120,120789,416350,55828,351580,-9132,121075,-9037,56114,55828v-64960,64866,-65627,294609,,360236xe" fillcolor="#bfbfbf [2412]" stroked="f">
                <v:fill color2="#eeeaea [662]" o:opacity2="20971f" angle="80" focus="100%" type="gradient">
                  <o:fill v:ext="view" type="gradientUnscaled"/>
                </v:fill>
                <v:stroke joinstyle="miter"/>
                <v:path arrowok="t" textboxrect="0,0,466725,466725"/>
                <o:lock v:ext="edit" aspectratio="t"/>
                <w10:anchorlock/>
              </v:shape>
            </w:pict>
          </mc:Fallback>
        </mc:AlternateContent>
      </w:r>
      <w:r>
        <w:tab/>
      </w:r>
      <w:r w:rsidRPr="009B09AA">
        <w:t>Berufserfahrung</w:t>
      </w:r>
    </w:p>
    <w:p w14:paraId="0773A95E" w14:textId="77777777" w:rsidR="00F066A1" w:rsidRPr="00F96E03" w:rsidRDefault="00F066A1" w:rsidP="00F066A1">
      <w:pPr>
        <w:pStyle w:val="3Vita-Stelle"/>
      </w:pPr>
      <w:r>
        <w:rPr>
          <w:rStyle w:val="3Vita-Angabevorne"/>
        </w:rPr>
        <w:t>Seit 03.2013</w:t>
      </w:r>
      <w:r w:rsidRPr="003813D2">
        <w:tab/>
      </w:r>
      <w:r>
        <w:t>Media Group</w:t>
      </w:r>
      <w:r w:rsidRPr="00F96E03">
        <w:t>, Standort</w:t>
      </w:r>
    </w:p>
    <w:p w14:paraId="7B3535F7" w14:textId="77777777" w:rsidR="00F066A1" w:rsidRPr="00B23F72" w:rsidRDefault="00F066A1" w:rsidP="00F066A1">
      <w:pPr>
        <w:pStyle w:val="3Vita-Spezi"/>
      </w:pPr>
      <w:r>
        <w:t xml:space="preserve">Mediengestalterin (Digital und Print) </w:t>
      </w:r>
    </w:p>
    <w:p w14:paraId="4364351F" w14:textId="77777777" w:rsidR="00F066A1" w:rsidRDefault="00F066A1" w:rsidP="00F066A1">
      <w:pPr>
        <w:pStyle w:val="3Vita-BulletLevel1"/>
        <w:spacing w:after="20" w:line="240" w:lineRule="auto"/>
      </w:pPr>
      <w:r w:rsidRPr="007421C4">
        <w:t>Kunden</w:t>
      </w:r>
      <w:r>
        <w:t xml:space="preserve">betreuung </w:t>
      </w:r>
    </w:p>
    <w:p w14:paraId="7656D1C8" w14:textId="77777777" w:rsidR="00F066A1" w:rsidRPr="00F96E03" w:rsidRDefault="00F066A1" w:rsidP="00F066A1">
      <w:pPr>
        <w:pStyle w:val="3Vita-BulletLevel1"/>
        <w:spacing w:after="20" w:line="240" w:lineRule="auto"/>
      </w:pPr>
      <w:r>
        <w:t>O</w:t>
      </w:r>
      <w:r w:rsidRPr="007421C4">
        <w:t>rganisatorische und finanzielle Planung von Aufträgen</w:t>
      </w:r>
      <w:r>
        <w:t xml:space="preserve"> </w:t>
      </w:r>
    </w:p>
    <w:p w14:paraId="7BBAD898" w14:textId="77777777" w:rsidR="00F066A1" w:rsidRPr="00F96E03" w:rsidRDefault="00F066A1" w:rsidP="00F066A1">
      <w:pPr>
        <w:pStyle w:val="3Vita-BulletLevel1"/>
        <w:spacing w:after="20" w:line="240" w:lineRule="auto"/>
      </w:pPr>
      <w:r>
        <w:t>Präsentation der finalen Ergebnisse</w:t>
      </w:r>
    </w:p>
    <w:p w14:paraId="4A1431A2" w14:textId="77777777" w:rsidR="00F066A1" w:rsidRPr="00F96E03" w:rsidRDefault="00F066A1" w:rsidP="00F066A1">
      <w:pPr>
        <w:pStyle w:val="3Vita-Stelle"/>
      </w:pPr>
      <w:r>
        <w:rPr>
          <w:rStyle w:val="3Vita-Angabevorne"/>
        </w:rPr>
        <w:t>11</w:t>
      </w:r>
      <w:r w:rsidRPr="00F96E03">
        <w:rPr>
          <w:rStyle w:val="3Vita-Angabevorne"/>
        </w:rPr>
        <w:t>.200</w:t>
      </w:r>
      <w:r>
        <w:rPr>
          <w:rStyle w:val="3Vita-Angabevorne"/>
        </w:rPr>
        <w:t>5</w:t>
      </w:r>
      <w:r w:rsidRPr="00F96E03">
        <w:rPr>
          <w:rStyle w:val="3Vita-Angabevorne"/>
        </w:rPr>
        <w:t xml:space="preserve"> </w:t>
      </w:r>
      <w:r w:rsidRPr="00DF6DF9">
        <w:rPr>
          <w:rStyle w:val="3Vita-Angabevorne"/>
        </w:rPr>
        <w:t>–</w:t>
      </w:r>
      <w:r w:rsidRPr="00F96E03">
        <w:rPr>
          <w:rStyle w:val="3Vita-Angabevorne"/>
        </w:rPr>
        <w:t xml:space="preserve"> 0</w:t>
      </w:r>
      <w:r>
        <w:rPr>
          <w:rStyle w:val="3Vita-Angabevorne"/>
        </w:rPr>
        <w:t>2.2013</w:t>
      </w:r>
      <w:r w:rsidRPr="003813D2">
        <w:tab/>
      </w:r>
      <w:r>
        <w:t>Gestaltung GmbH</w:t>
      </w:r>
      <w:r w:rsidRPr="00F96E03">
        <w:t>, Standort</w:t>
      </w:r>
    </w:p>
    <w:p w14:paraId="03C0FBC8" w14:textId="77777777" w:rsidR="00F066A1" w:rsidRPr="00F96E03" w:rsidRDefault="00F066A1" w:rsidP="00F066A1">
      <w:pPr>
        <w:pStyle w:val="3Vita-Spezi"/>
      </w:pPr>
      <w:r>
        <w:t>Mediengestalterin im Marketing</w:t>
      </w:r>
    </w:p>
    <w:p w14:paraId="1D87D8A9" w14:textId="77777777" w:rsidR="00F066A1" w:rsidRPr="00F96E03" w:rsidRDefault="00F066A1" w:rsidP="00F066A1">
      <w:pPr>
        <w:pStyle w:val="3Vita-BulletLevel1"/>
        <w:spacing w:after="20" w:line="240" w:lineRule="auto"/>
      </w:pPr>
      <w:r>
        <w:t>Umsetzung von Marketingkonzepten</w:t>
      </w:r>
    </w:p>
    <w:p w14:paraId="7F8F9D4A" w14:textId="77777777" w:rsidR="00F066A1" w:rsidRDefault="00F066A1" w:rsidP="00F066A1">
      <w:pPr>
        <w:pStyle w:val="3Vita-BulletLevel1"/>
        <w:spacing w:after="20" w:line="240" w:lineRule="auto"/>
      </w:pPr>
      <w:r>
        <w:t>Verantwortliche für die Einhaltung der Corporate Design Richtlinien</w:t>
      </w:r>
    </w:p>
    <w:p w14:paraId="43920E2D" w14:textId="77777777" w:rsidR="00F066A1" w:rsidRPr="00F96E03" w:rsidRDefault="00F066A1" w:rsidP="00F066A1">
      <w:pPr>
        <w:pStyle w:val="3Vita-Stelle"/>
      </w:pPr>
      <w:r>
        <w:rPr>
          <w:rStyle w:val="3Vita-Angabevorne"/>
        </w:rPr>
        <w:t>08</w:t>
      </w:r>
      <w:r w:rsidRPr="00F96E03">
        <w:rPr>
          <w:rStyle w:val="3Vita-Angabevorne"/>
        </w:rPr>
        <w:t>.</w:t>
      </w:r>
      <w:r>
        <w:rPr>
          <w:rStyle w:val="3Vita-Angabevorne"/>
        </w:rPr>
        <w:t>1990</w:t>
      </w:r>
      <w:r w:rsidRPr="00F96E03">
        <w:rPr>
          <w:rStyle w:val="3Vita-Angabevorne"/>
        </w:rPr>
        <w:t xml:space="preserve"> </w:t>
      </w:r>
      <w:r w:rsidRPr="00DF6DF9">
        <w:rPr>
          <w:rStyle w:val="3Vita-Angabevorne"/>
        </w:rPr>
        <w:t>–</w:t>
      </w:r>
      <w:r w:rsidRPr="00F96E03">
        <w:rPr>
          <w:rStyle w:val="3Vita-Angabevorne"/>
        </w:rPr>
        <w:t xml:space="preserve"> </w:t>
      </w:r>
      <w:r>
        <w:rPr>
          <w:rStyle w:val="3Vita-Angabevorne"/>
        </w:rPr>
        <w:t>10.2005</w:t>
      </w:r>
      <w:r w:rsidRPr="003813D2">
        <w:tab/>
      </w:r>
      <w:r>
        <w:t>Kreativ AG</w:t>
      </w:r>
      <w:r w:rsidRPr="00F96E03">
        <w:t>, Standort</w:t>
      </w:r>
    </w:p>
    <w:p w14:paraId="5536BC92" w14:textId="77777777" w:rsidR="00F066A1" w:rsidRPr="00F96E03" w:rsidRDefault="00F066A1" w:rsidP="00F066A1">
      <w:pPr>
        <w:pStyle w:val="3Vita-Spezi"/>
      </w:pPr>
      <w:r>
        <w:t xml:space="preserve">Digital Media Designerin </w:t>
      </w:r>
    </w:p>
    <w:p w14:paraId="2FED2048" w14:textId="77777777" w:rsidR="00F066A1" w:rsidRPr="00F96E03" w:rsidRDefault="00F066A1" w:rsidP="00F066A1">
      <w:pPr>
        <w:pStyle w:val="3Vita-BulletLevel1"/>
        <w:spacing w:after="20" w:line="240" w:lineRule="auto"/>
      </w:pPr>
      <w:r w:rsidRPr="00E4557F">
        <w:t>Ausarbeitung und Umsetzung von zielgerichteten Kampagnen</w:t>
      </w:r>
    </w:p>
    <w:p w14:paraId="36FC2B92" w14:textId="77777777" w:rsidR="00F066A1" w:rsidRPr="00F96E03" w:rsidRDefault="00F066A1" w:rsidP="00F066A1">
      <w:pPr>
        <w:pStyle w:val="3Vita-BulletLevel1"/>
        <w:spacing w:after="20" w:line="240" w:lineRule="auto"/>
      </w:pPr>
      <w:r w:rsidRPr="00E4557F">
        <w:t>Gestaltung von Internet- und mobilen Seiten</w:t>
      </w:r>
    </w:p>
    <w:p w14:paraId="03204979" w14:textId="77777777" w:rsidR="00F066A1" w:rsidRPr="00F96E03" w:rsidRDefault="00F066A1" w:rsidP="00F066A1">
      <w:pPr>
        <w:pStyle w:val="berschrift2"/>
      </w:pPr>
      <w:r>
        <w:rPr>
          <w:noProof/>
        </w:rPr>
        <mc:AlternateContent>
          <mc:Choice Requires="wps">
            <w:drawing>
              <wp:inline distT="0" distB="0" distL="0" distR="0" wp14:anchorId="4378D98E" wp14:editId="0E3EF60E">
                <wp:extent cx="127635" cy="127635"/>
                <wp:effectExtent l="0" t="0" r="5715" b="5715"/>
                <wp:docPr id="628" name="Freihandform: Form 6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7635" cy="127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6114" y="416064"/>
                              </a:moveTo>
                              <a:cubicBezTo>
                                <a:pt x="122789" y="482167"/>
                                <a:pt x="350723" y="481691"/>
                                <a:pt x="416350" y="416064"/>
                              </a:cubicBezTo>
                              <a:cubicBezTo>
                                <a:pt x="481977" y="350437"/>
                                <a:pt x="481120" y="120789"/>
                                <a:pt x="416350" y="55828"/>
                              </a:cubicBezTo>
                              <a:cubicBezTo>
                                <a:pt x="351580" y="-9132"/>
                                <a:pt x="121075" y="-9037"/>
                                <a:pt x="56114" y="55828"/>
                              </a:cubicBezTo>
                              <a:cubicBezTo>
                                <a:pt x="-8846" y="120694"/>
                                <a:pt x="-9513" y="350437"/>
                                <a:pt x="56114" y="416064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bg1">
                                <a:lumMod val="75000"/>
                              </a:scheme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  <a:alpha val="32000"/>
                              </a:schemeClr>
                            </a:gs>
                          </a:gsLst>
                          <a:lin ang="600000" scaled="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C9A6496" id="Freihandform: Form 628" o:spid="_x0000_s1026" style="width:10.05pt;height:1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46672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" path="m56114,416064v66675,66103,294609,65627,360236,c481977,350437,481120,120789,416350,55828,351580,-9132,121075,-9037,56114,55828v-64960,64866,-65627,294609,,360236xe" fillcolor="#bfbfbf [2412]" stroked="f">
                <v:fill color2="#eeeaea [662]" o:opacity2="20971f" angle="80" focus="100%" type="gradient">
                  <o:fill v:ext="view" type="gradientUnscaled"/>
                </v:fill>
                <v:stroke joinstyle="miter"/>
                <v:path arrowok="t" textboxrect="0,0,466725,466725"/>
                <o:lock v:ext="edit" aspectratio="t"/>
                <w10:anchorlock/>
              </v:shape>
            </w:pict>
          </mc:Fallback>
        </mc:AlternateContent>
      </w:r>
      <w:r>
        <w:tab/>
      </w:r>
      <w:r w:rsidRPr="00D04680">
        <w:t>Ausbildung</w:t>
      </w:r>
    </w:p>
    <w:p w14:paraId="08AF5ABC" w14:textId="77777777" w:rsidR="00F066A1" w:rsidRPr="00F96E03" w:rsidRDefault="00F066A1" w:rsidP="00F066A1">
      <w:pPr>
        <w:pStyle w:val="3Vita-Stelle"/>
      </w:pPr>
      <w:r w:rsidRPr="00F96E03">
        <w:rPr>
          <w:rStyle w:val="3Vita-Angabevorne"/>
        </w:rPr>
        <w:t>08.19</w:t>
      </w:r>
      <w:r>
        <w:rPr>
          <w:rStyle w:val="3Vita-Angabevorne"/>
        </w:rPr>
        <w:t>87</w:t>
      </w:r>
      <w:r w:rsidRPr="00F96E03">
        <w:rPr>
          <w:rStyle w:val="3Vita-Angabevorne"/>
        </w:rPr>
        <w:t xml:space="preserve"> - 0</w:t>
      </w:r>
      <w:r>
        <w:rPr>
          <w:rStyle w:val="3Vita-Angabevorne"/>
        </w:rPr>
        <w:t>7</w:t>
      </w:r>
      <w:r w:rsidRPr="00F96E03">
        <w:rPr>
          <w:rStyle w:val="3Vita-Angabevorne"/>
        </w:rPr>
        <w:t>.</w:t>
      </w:r>
      <w:r>
        <w:rPr>
          <w:rStyle w:val="3Vita-Angabevorne"/>
        </w:rPr>
        <w:t>1990</w:t>
      </w:r>
      <w:r w:rsidRPr="00F96E03">
        <w:tab/>
      </w:r>
      <w:r>
        <w:t>Ausbildungsstätte</w:t>
      </w:r>
      <w:r w:rsidRPr="00F96E03">
        <w:t>, Standort</w:t>
      </w:r>
    </w:p>
    <w:p w14:paraId="4A38A57B" w14:textId="77777777" w:rsidR="00F066A1" w:rsidRPr="002916C6" w:rsidRDefault="00F066A1" w:rsidP="00F066A1">
      <w:pPr>
        <w:pStyle w:val="3Vita-Spezi"/>
        <w:rPr>
          <w:b w:val="0"/>
          <w:color w:val="0D0D0D" w:themeColor="text1" w:themeTint="F2"/>
        </w:rPr>
      </w:pPr>
      <w:r w:rsidRPr="002916C6">
        <w:rPr>
          <w:b w:val="0"/>
          <w:color w:val="0D0D0D" w:themeColor="text1" w:themeTint="F2"/>
        </w:rPr>
        <w:t>Ausbildung zur Mediengestalterin</w:t>
      </w:r>
    </w:p>
    <w:p w14:paraId="7A313F94" w14:textId="77777777" w:rsidR="00F066A1" w:rsidRPr="00F96E03" w:rsidRDefault="00F066A1" w:rsidP="00F066A1">
      <w:pPr>
        <w:pStyle w:val="3Vita-Spezi"/>
      </w:pPr>
      <w:r w:rsidRPr="00F96E03">
        <w:t xml:space="preserve">Abschluss: </w:t>
      </w:r>
      <w:r>
        <w:t>Mediengestalterin für Digital und Print</w:t>
      </w:r>
    </w:p>
    <w:p w14:paraId="4E6114DD" w14:textId="77777777" w:rsidR="00F066A1" w:rsidRPr="00F96E03" w:rsidRDefault="00F066A1" w:rsidP="00F066A1">
      <w:pPr>
        <w:pStyle w:val="3Vita-Stelle"/>
      </w:pPr>
      <w:r w:rsidRPr="00F96E03">
        <w:rPr>
          <w:rStyle w:val="3Vita-Angabevorne"/>
        </w:rPr>
        <w:t>08.</w:t>
      </w:r>
      <w:r>
        <w:rPr>
          <w:rStyle w:val="3Vita-Angabevorne"/>
        </w:rPr>
        <w:t>1978</w:t>
      </w:r>
      <w:r w:rsidRPr="00F96E03">
        <w:rPr>
          <w:rStyle w:val="3Vita-Angabevorne"/>
        </w:rPr>
        <w:t xml:space="preserve"> </w:t>
      </w:r>
      <w:r w:rsidRPr="00DF6DF9">
        <w:rPr>
          <w:rStyle w:val="3Vita-Angabevorne"/>
        </w:rPr>
        <w:t>–</w:t>
      </w:r>
      <w:r w:rsidRPr="00F96E03">
        <w:rPr>
          <w:rStyle w:val="3Vita-Angabevorne"/>
        </w:rPr>
        <w:t xml:space="preserve"> 06.19</w:t>
      </w:r>
      <w:r>
        <w:rPr>
          <w:rStyle w:val="3Vita-Angabevorne"/>
        </w:rPr>
        <w:t>87</w:t>
      </w:r>
      <w:r w:rsidRPr="00F96E03">
        <w:tab/>
      </w:r>
      <w:r>
        <w:t>Mustergymnasium</w:t>
      </w:r>
      <w:r w:rsidRPr="00F96E03">
        <w:t>, Standort</w:t>
      </w:r>
    </w:p>
    <w:p w14:paraId="7D6A451D" w14:textId="77777777" w:rsidR="00F066A1" w:rsidRDefault="00F066A1" w:rsidP="00F066A1">
      <w:pPr>
        <w:pStyle w:val="3Vita-Spezi"/>
      </w:pPr>
      <w:r w:rsidRPr="00F96E03">
        <w:t xml:space="preserve">Abschluss: </w:t>
      </w:r>
      <w:r>
        <w:t>Allgemeine Hochschulreife</w:t>
      </w:r>
    </w:p>
    <w:p w14:paraId="70EA59C6" w14:textId="77777777" w:rsidR="00F066A1" w:rsidRPr="00F96E03" w:rsidRDefault="00F066A1" w:rsidP="00F066A1">
      <w:pPr>
        <w:pStyle w:val="berschrift2"/>
      </w:pPr>
      <w:r>
        <w:rPr>
          <w:noProof/>
        </w:rPr>
        <mc:AlternateContent>
          <mc:Choice Requires="wps">
            <w:drawing>
              <wp:inline distT="0" distB="0" distL="0" distR="0" wp14:anchorId="207225EB" wp14:editId="56257000">
                <wp:extent cx="127635" cy="127635"/>
                <wp:effectExtent l="0" t="0" r="5715" b="5715"/>
                <wp:docPr id="629" name="Freihandform: Form 6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7635" cy="127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6114" y="416064"/>
                              </a:moveTo>
                              <a:cubicBezTo>
                                <a:pt x="122789" y="482167"/>
                                <a:pt x="350723" y="481691"/>
                                <a:pt x="416350" y="416064"/>
                              </a:cubicBezTo>
                              <a:cubicBezTo>
                                <a:pt x="481977" y="350437"/>
                                <a:pt x="481120" y="120789"/>
                                <a:pt x="416350" y="55828"/>
                              </a:cubicBezTo>
                              <a:cubicBezTo>
                                <a:pt x="351580" y="-9132"/>
                                <a:pt x="121075" y="-9037"/>
                                <a:pt x="56114" y="55828"/>
                              </a:cubicBezTo>
                              <a:cubicBezTo>
                                <a:pt x="-8846" y="120694"/>
                                <a:pt x="-9513" y="350437"/>
                                <a:pt x="56114" y="416064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bg1">
                                <a:lumMod val="75000"/>
                              </a:scheme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  <a:alpha val="32000"/>
                              </a:schemeClr>
                            </a:gs>
                          </a:gsLst>
                          <a:lin ang="600000" scaled="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4EE9223" id="Freihandform: Form 629" o:spid="_x0000_s1026" style="width:10.05pt;height:1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46672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" path="m56114,416064v66675,66103,294609,65627,360236,c481977,350437,481120,120789,416350,55828,351580,-9132,121075,-9037,56114,55828v-64960,64866,-65627,294609,,360236xe" fillcolor="#bfbfbf [2412]" stroked="f">
                <v:fill color2="#eeeaea [662]" o:opacity2="20971f" angle="80" focus="100%" type="gradient">
                  <o:fill v:ext="view" type="gradientUnscaled"/>
                </v:fill>
                <v:stroke joinstyle="miter"/>
                <v:path arrowok="t" textboxrect="0,0,466725,466725"/>
                <o:lock v:ext="edit" aspectratio="t"/>
                <w10:anchorlock/>
              </v:shape>
            </w:pict>
          </mc:Fallback>
        </mc:AlternateContent>
      </w:r>
      <w:r>
        <w:tab/>
      </w:r>
      <w:r w:rsidRPr="00F96E03">
        <w:t>Weitere Fähigkeiten und Kenntnisse</w:t>
      </w:r>
    </w:p>
    <w:p w14:paraId="69830507" w14:textId="77777777" w:rsidR="00F066A1" w:rsidRPr="00F96E03" w:rsidRDefault="00F066A1" w:rsidP="00F066A1">
      <w:pPr>
        <w:pStyle w:val="3Vita-SpeziTab"/>
      </w:pPr>
      <w:r>
        <w:rPr>
          <w:rStyle w:val="3Vita-Angabevorne"/>
        </w:rPr>
        <w:t>Sprachkenntnisse</w:t>
      </w:r>
      <w:r w:rsidRPr="00F96E03">
        <w:tab/>
      </w:r>
      <w:r>
        <w:t>Deutsch, Muttersprache</w:t>
      </w:r>
    </w:p>
    <w:p w14:paraId="6264C05F" w14:textId="77777777" w:rsidR="00F066A1" w:rsidRPr="00C56C59" w:rsidRDefault="00F066A1" w:rsidP="00F066A1">
      <w:pPr>
        <w:pStyle w:val="3Vita-SpeziTab"/>
      </w:pPr>
      <w:r w:rsidRPr="00C56C59">
        <w:tab/>
        <w:t>Englisch, fließend in Wort und Schrift</w:t>
      </w:r>
    </w:p>
    <w:p w14:paraId="4E34ECC1" w14:textId="77777777" w:rsidR="00F066A1" w:rsidRPr="006A4753" w:rsidRDefault="00F066A1" w:rsidP="00F066A1">
      <w:pPr>
        <w:pStyle w:val="3Vita-SpeziTab"/>
        <w:rPr>
          <w:lang w:val="en-US"/>
        </w:rPr>
      </w:pPr>
      <w:r w:rsidRPr="006A4753">
        <w:rPr>
          <w:rStyle w:val="3Vita-Angabevorne"/>
          <w:lang w:val="en-US"/>
        </w:rPr>
        <w:t>EDV</w:t>
      </w:r>
      <w:r w:rsidRPr="006A4753">
        <w:rPr>
          <w:lang w:val="en-US"/>
        </w:rPr>
        <w:tab/>
        <w:t>Microsoft Word, Excel, PowerPoint, Outlook</w:t>
      </w:r>
      <w:r>
        <w:rPr>
          <w:lang w:val="en-US"/>
        </w:rPr>
        <w:t xml:space="preserve">, Photoshop, InDesign, </w:t>
      </w:r>
      <w:proofErr w:type="spellStart"/>
      <w:r>
        <w:rPr>
          <w:lang w:val="en-US"/>
        </w:rPr>
        <w:t>Lightroom</w:t>
      </w:r>
      <w:proofErr w:type="spellEnd"/>
    </w:p>
    <w:p w14:paraId="5F6B85B2" w14:textId="77777777" w:rsidR="00F066A1" w:rsidRPr="00C56C59" w:rsidRDefault="00F066A1" w:rsidP="00F066A1">
      <w:pPr>
        <w:pStyle w:val="3Vita-SpeziTab"/>
      </w:pPr>
      <w:r w:rsidRPr="00C56C59">
        <w:rPr>
          <w:rStyle w:val="3Vita-Angabevorne"/>
        </w:rPr>
        <w:t>Führerschein</w:t>
      </w:r>
      <w:r w:rsidRPr="00C56C59">
        <w:rPr>
          <w:rStyle w:val="3Vita-Angabevorne"/>
        </w:rPr>
        <w:tab/>
      </w:r>
      <w:r w:rsidRPr="00C56C59">
        <w:t>Klasse B</w:t>
      </w:r>
    </w:p>
    <w:p w14:paraId="3AF4F8D9" w14:textId="77777777" w:rsidR="00F066A1" w:rsidRPr="00C770A5" w:rsidRDefault="00F066A1" w:rsidP="00F066A1"/>
    <w:p w14:paraId="62FB67FC" w14:textId="77777777" w:rsidR="00F066A1" w:rsidRPr="00F96E03" w:rsidRDefault="00F066A1" w:rsidP="00F066A1">
      <w:pPr>
        <w:pStyle w:val="0Datum"/>
      </w:pPr>
      <w:r>
        <w:t>Musterstadt</w:t>
      </w:r>
      <w:r w:rsidRPr="00F96E03">
        <w:t xml:space="preserve">, </w:t>
      </w:r>
      <w:r w:rsidRPr="00F96E03">
        <w:fldChar w:fldCharType="begin"/>
      </w:r>
      <w:r w:rsidRPr="00F96E03">
        <w:instrText xml:space="preserve"> TIME \@ "dd.MM.yyyy" </w:instrText>
      </w:r>
      <w:r w:rsidRPr="00F96E03">
        <w:fldChar w:fldCharType="separate"/>
      </w:r>
      <w:r>
        <w:rPr>
          <w:noProof/>
        </w:rPr>
        <w:t>15.08.2025</w:t>
      </w:r>
      <w:r w:rsidRPr="00F96E03">
        <w:fldChar w:fldCharType="end"/>
      </w:r>
    </w:p>
    <w:p w14:paraId="61D10F81" w14:textId="77777777" w:rsidR="00F066A1" w:rsidRDefault="00F066A1" w:rsidP="00F066A1"/>
    <w:p w14:paraId="2C4CA35A" w14:textId="77777777" w:rsidR="00F066A1" w:rsidRDefault="00F066A1" w:rsidP="00F066A1">
      <w:pPr>
        <w:rPr>
          <w:rFonts w:ascii="Source Sans Pro" w:eastAsia="MS PGothic" w:hAnsi="Source Sans Pro" w:cs="Times New Roman"/>
          <w:color w:val="00B0F0"/>
          <w:u w:val="single"/>
        </w:rPr>
      </w:pPr>
      <w:r>
        <w:t>Unterschrift</w:t>
      </w:r>
    </w:p>
    <w:p w14:paraId="21C4F176" w14:textId="0C8E30FF" w:rsidR="00900858" w:rsidRDefault="00900858" w:rsidP="00F066A1">
      <w:pPr>
        <w:spacing w:line="240" w:lineRule="auto"/>
        <w:rPr>
          <w:color w:val="00B0F0"/>
        </w:rPr>
      </w:pPr>
    </w:p>
    <w:sectPr w:rsidR="00900858" w:rsidSect="00221CB8">
      <w:headerReference w:type="default" r:id="rId13"/>
      <w:footerReference w:type="default" r:id="rId14"/>
      <w:pgSz w:w="11900" w:h="16840"/>
      <w:pgMar w:top="1701" w:right="1134" w:bottom="1134" w:left="1361" w:header="454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CC5F4" w14:textId="77777777" w:rsidR="00587114" w:rsidRDefault="00587114" w:rsidP="00B31801">
      <w:r>
        <w:separator/>
      </w:r>
    </w:p>
  </w:endnote>
  <w:endnote w:type="continuationSeparator" w:id="0">
    <w:p w14:paraId="2FEABE37" w14:textId="77777777" w:rsidR="00587114" w:rsidRDefault="00587114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Biome">
    <w:altName w:val="Times New Roman"/>
    <w:charset w:val="00"/>
    <w:family w:val="swiss"/>
    <w:pitch w:val="variable"/>
    <w:sig w:usb0="00000001" w:usb1="8000000A" w:usb2="00010000" w:usb3="00000000" w:csb0="0000019F" w:csb1="00000000"/>
  </w:font>
  <w:font w:name="Cavolini">
    <w:altName w:val="Times New Roman"/>
    <w:charset w:val="00"/>
    <w:family w:val="script"/>
    <w:pitch w:val="variable"/>
    <w:sig w:usb0="00000001" w:usb1="8000000A" w:usb2="00010000" w:usb3="00000000" w:csb0="0000019F" w:csb1="00000000"/>
  </w:font>
  <w:font w:name="Levenim MT">
    <w:altName w:val="Times New Roman"/>
    <w:charset w:val="B1"/>
    <w:family w:val="auto"/>
    <w:pitch w:val="variable"/>
    <w:sig w:usb0="00000000" w:usb1="00000000" w:usb2="00000000" w:usb3="00000000" w:csb0="00000021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39D68" w14:textId="77777777" w:rsidR="00585D5A" w:rsidRPr="006879C7" w:rsidRDefault="00F066A1" w:rsidP="006879C7">
    <w:pPr>
      <w:pStyle w:val="Fuzeile"/>
    </w:pPr>
    <w:r w:rsidRPr="00864458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162E339" wp14:editId="19B3B124">
              <wp:simplePos x="0" y="0"/>
              <wp:positionH relativeFrom="column">
                <wp:posOffset>5680748</wp:posOffset>
              </wp:positionH>
              <wp:positionV relativeFrom="paragraph">
                <wp:posOffset>-142018</wp:posOffset>
              </wp:positionV>
              <wp:extent cx="309969" cy="429510"/>
              <wp:effectExtent l="0" t="2540" r="0" b="0"/>
              <wp:wrapNone/>
              <wp:docPr id="701" name="Freihandform: Form 7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 rot="16200000" flipV="1">
                        <a:off x="0" y="0"/>
                        <a:ext cx="309969" cy="42951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466725" h="466725">
                            <a:moveTo>
                              <a:pt x="56114" y="416064"/>
                            </a:moveTo>
                            <a:cubicBezTo>
                              <a:pt x="122789" y="482167"/>
                              <a:pt x="350723" y="481691"/>
                              <a:pt x="416350" y="416064"/>
                            </a:cubicBezTo>
                            <a:cubicBezTo>
                              <a:pt x="481977" y="350437"/>
                              <a:pt x="481120" y="120789"/>
                              <a:pt x="416350" y="55828"/>
                            </a:cubicBezTo>
                            <a:cubicBezTo>
                              <a:pt x="351580" y="-9132"/>
                              <a:pt x="121075" y="-9037"/>
                              <a:pt x="56114" y="55828"/>
                            </a:cubicBezTo>
                            <a:cubicBezTo>
                              <a:pt x="-8846" y="120694"/>
                              <a:pt x="-9513" y="350437"/>
                              <a:pt x="56114" y="416064"/>
                            </a:cubicBezTo>
                            <a:close/>
                          </a:path>
                        </a:pathLst>
                      </a:custGeom>
                      <a:gradFill>
                        <a:gsLst>
                          <a:gs pos="0">
                            <a:schemeClr val="bg1">
                              <a:lumMod val="85000"/>
                            </a:schemeClr>
                          </a:gs>
                          <a:gs pos="100000">
                            <a:schemeClr val="accent3">
                              <a:lumMod val="20000"/>
                              <a:lumOff val="80000"/>
                              <a:alpha val="56000"/>
                            </a:schemeClr>
                          </a:gs>
                        </a:gsLst>
                        <a:lin ang="600000" scaled="0"/>
                      </a:gradFill>
                      <a:ln w="9525" cap="flat">
                        <a:noFill/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50CCE1" id="Freihandform: Form 701" o:spid="_x0000_s1026" style="position:absolute;margin-left:447.3pt;margin-top:-11.2pt;width:24.4pt;height:33.8pt;rotation:90;flip:y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672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" path="m56114,416064v66675,66103,294609,65627,360236,c481977,350437,481120,120789,416350,55828,351580,-9132,121075,-9037,56114,55828v-64960,64866,-65627,294609,,360236xe" fillcolor="#d8d8d8 [2732]" stroked="f">
              <v:fill color2="#eeeaea [662]" o:opacity2="36700f" angle="80" focus="100%" type="gradient">
                <o:fill v:ext="view" type="gradientUnscaled"/>
              </v:fill>
              <v:stroke joinstyle="miter"/>
              <v:path arrowok="t" textboxrect="0,0,466725,466725"/>
              <o:lock v:ext="edit" aspectratio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B8D89" w14:textId="77777777" w:rsidR="00587114" w:rsidRDefault="00587114" w:rsidP="00B31801">
      <w:r>
        <w:separator/>
      </w:r>
    </w:p>
  </w:footnote>
  <w:footnote w:type="continuationSeparator" w:id="0">
    <w:p w14:paraId="42A60C8C" w14:textId="77777777" w:rsidR="00587114" w:rsidRDefault="00587114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4D589" w14:textId="77777777" w:rsidR="00221CB8" w:rsidRDefault="00F066A1" w:rsidP="00221CB8">
    <w:r w:rsidRPr="00864458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5573C3C" wp14:editId="7EAE7E51">
              <wp:simplePos x="0" y="0"/>
              <wp:positionH relativeFrom="column">
                <wp:posOffset>3011488</wp:posOffset>
              </wp:positionH>
              <wp:positionV relativeFrom="paragraph">
                <wp:posOffset>-8163877</wp:posOffset>
              </wp:positionV>
              <wp:extent cx="1268095" cy="16289404"/>
              <wp:effectExtent l="0" t="4762" r="0" b="3493"/>
              <wp:wrapNone/>
              <wp:docPr id="682" name="Freihandform: Form 68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 rot="16200000" flipV="1">
                        <a:off x="0" y="0"/>
                        <a:ext cx="1268095" cy="1628940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466725" h="466725">
                            <a:moveTo>
                              <a:pt x="56114" y="416064"/>
                            </a:moveTo>
                            <a:cubicBezTo>
                              <a:pt x="122789" y="482167"/>
                              <a:pt x="350723" y="481691"/>
                              <a:pt x="416350" y="416064"/>
                            </a:cubicBezTo>
                            <a:cubicBezTo>
                              <a:pt x="481977" y="350437"/>
                              <a:pt x="481120" y="120789"/>
                              <a:pt x="416350" y="55828"/>
                            </a:cubicBezTo>
                            <a:cubicBezTo>
                              <a:pt x="351580" y="-9132"/>
                              <a:pt x="121075" y="-9037"/>
                              <a:pt x="56114" y="55828"/>
                            </a:cubicBezTo>
                            <a:cubicBezTo>
                              <a:pt x="-8846" y="120694"/>
                              <a:pt x="-9513" y="350437"/>
                              <a:pt x="56114" y="416064"/>
                            </a:cubicBezTo>
                            <a:close/>
                          </a:path>
                        </a:pathLst>
                      </a:custGeom>
                      <a:noFill/>
                      <a:ln w="9525" cap="flat">
                        <a:gradFill>
                          <a:gsLst>
                            <a:gs pos="78000">
                              <a:schemeClr val="accent1">
                                <a:lumMod val="5000"/>
                                <a:lumOff val="95000"/>
                                <a:alpha val="0"/>
                              </a:schemeClr>
                            </a:gs>
                            <a:gs pos="5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0"/>
                        </a:gra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301F93" id="Freihandform: Form 682" o:spid="_x0000_s1026" style="position:absolute;margin-left:237.15pt;margin-top:-642.8pt;width:99.85pt;height:1282.65pt;rotation:90;flip:y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672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" path="m56114,416064v66675,66103,294609,65627,360236,c481977,350437,481120,120789,416350,55828,351580,-9132,121075,-9037,56114,55828v-64960,64866,-65627,294609,,360236xe" filled="f">
              <v:stroke joinstyle="miter"/>
              <v:path arrowok="t" textboxrect="0,0,466725,466725"/>
              <o:lock v:ext="edit" aspectratio="t"/>
            </v:shape>
          </w:pict>
        </mc:Fallback>
      </mc:AlternateContent>
    </w:r>
    <w:r w:rsidRPr="00864458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0730F64B" wp14:editId="7C65614D">
              <wp:simplePos x="0" y="0"/>
              <wp:positionH relativeFrom="column">
                <wp:posOffset>-699841</wp:posOffset>
              </wp:positionH>
              <wp:positionV relativeFrom="paragraph">
                <wp:posOffset>-149518</wp:posOffset>
              </wp:positionV>
              <wp:extent cx="923066" cy="924915"/>
              <wp:effectExtent l="0" t="952" r="0" b="0"/>
              <wp:wrapNone/>
              <wp:docPr id="683" name="Freihandform: Form 68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 rot="16200000" flipV="1">
                        <a:off x="0" y="0"/>
                        <a:ext cx="923066" cy="92491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466725" h="466725">
                            <a:moveTo>
                              <a:pt x="56114" y="416064"/>
                            </a:moveTo>
                            <a:cubicBezTo>
                              <a:pt x="122789" y="482167"/>
                              <a:pt x="350723" y="481691"/>
                              <a:pt x="416350" y="416064"/>
                            </a:cubicBezTo>
                            <a:cubicBezTo>
                              <a:pt x="481977" y="350437"/>
                              <a:pt x="481120" y="120789"/>
                              <a:pt x="416350" y="55828"/>
                            </a:cubicBezTo>
                            <a:cubicBezTo>
                              <a:pt x="351580" y="-9132"/>
                              <a:pt x="121075" y="-9037"/>
                              <a:pt x="56114" y="55828"/>
                            </a:cubicBezTo>
                            <a:cubicBezTo>
                              <a:pt x="-8846" y="120694"/>
                              <a:pt x="-9513" y="350437"/>
                              <a:pt x="56114" y="416064"/>
                            </a:cubicBezTo>
                            <a:close/>
                          </a:path>
                        </a:pathLst>
                      </a:custGeom>
                      <a:gradFill>
                        <a:gsLst>
                          <a:gs pos="0">
                            <a:schemeClr val="bg1">
                              <a:lumMod val="85000"/>
                            </a:schemeClr>
                          </a:gs>
                          <a:gs pos="100000">
                            <a:schemeClr val="accent3">
                              <a:lumMod val="20000"/>
                              <a:lumOff val="80000"/>
                              <a:alpha val="56000"/>
                            </a:schemeClr>
                          </a:gs>
                        </a:gsLst>
                        <a:lin ang="600000" scaled="0"/>
                      </a:gradFill>
                      <a:ln w="9525" cap="flat">
                        <a:noFill/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0DBAA3" id="Freihandform: Form 683" o:spid="_x0000_s1026" style="position:absolute;margin-left:-55.1pt;margin-top:-11.75pt;width:72.7pt;height:72.85pt;rotation:90;flip:y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672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" path="m56114,416064v66675,66103,294609,65627,360236,c481977,350437,481120,120789,416350,55828,351580,-9132,121075,-9037,56114,55828v-64960,64866,-65627,294609,,360236xe" fillcolor="#d8d8d8 [2732]" stroked="f">
              <v:fill color2="#eeeaea [662]" o:opacity2="36700f" angle="80" focus="100%" type="gradient">
                <o:fill v:ext="view" type="gradientUnscaled"/>
              </v:fill>
              <v:stroke joinstyle="miter"/>
              <v:path arrowok="t" textboxrect="0,0,466725,466725"/>
              <o:lock v:ext="edit" aspectratio="t"/>
            </v:shape>
          </w:pict>
        </mc:Fallback>
      </mc:AlternateContent>
    </w:r>
    <w:r w:rsidRPr="00864458"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852C0CE" wp14:editId="79BB8629">
              <wp:simplePos x="0" y="0"/>
              <wp:positionH relativeFrom="column">
                <wp:posOffset>-992950</wp:posOffset>
              </wp:positionH>
              <wp:positionV relativeFrom="page">
                <wp:posOffset>116205</wp:posOffset>
              </wp:positionV>
              <wp:extent cx="831273" cy="569033"/>
              <wp:effectExtent l="0" t="0" r="6985" b="2540"/>
              <wp:wrapNone/>
              <wp:docPr id="684" name="Gruppieren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831273" cy="569033"/>
                        <a:chOff x="0" y="0"/>
                        <a:chExt cx="1530334" cy="1044614"/>
                      </a:xfrm>
                    </wpg:grpSpPr>
                    <wps:wsp>
                      <wps:cNvPr id="685" name="Freihandform: Form 685"/>
                      <wps:cNvSpPr>
                        <a:spLocks noChangeAspect="1"/>
                      </wps:cNvSpPr>
                      <wps:spPr>
                        <a:xfrm flipH="1">
                          <a:off x="919532" y="424449"/>
                          <a:ext cx="603561" cy="608735"/>
                        </a:xfrm>
                        <a:custGeom>
                          <a:avLst/>
                          <a:gdLst>
                            <a:gd name="connsiteX0" fmla="*/ 679782 w 908699"/>
                            <a:gd name="connsiteY0" fmla="*/ 0 h 916489"/>
                            <a:gd name="connsiteX1" fmla="*/ 859806 w 908699"/>
                            <a:gd name="connsiteY1" fmla="*/ 48672 h 916489"/>
                            <a:gd name="connsiteX2" fmla="*/ 859806 w 908699"/>
                            <a:gd name="connsiteY2" fmla="*/ 408816 h 916489"/>
                            <a:gd name="connsiteX3" fmla="*/ 734581 w 908699"/>
                            <a:gd name="connsiteY3" fmla="*/ 455074 h 916489"/>
                            <a:gd name="connsiteX4" fmla="*/ 686738 w 908699"/>
                            <a:gd name="connsiteY4" fmla="*/ 457821 h 916489"/>
                            <a:gd name="connsiteX5" fmla="*/ 686765 w 908699"/>
                            <a:gd name="connsiteY5" fmla="*/ 458295 h 916489"/>
                            <a:gd name="connsiteX6" fmla="*/ 632176 w 908699"/>
                            <a:gd name="connsiteY6" fmla="*/ 461338 h 916489"/>
                            <a:gd name="connsiteX7" fmla="*/ 506741 w 908699"/>
                            <a:gd name="connsiteY7" fmla="*/ 506959 h 916489"/>
                            <a:gd name="connsiteX8" fmla="*/ 457776 w 908699"/>
                            <a:gd name="connsiteY8" fmla="*/ 686889 h 916489"/>
                            <a:gd name="connsiteX9" fmla="*/ 457950 w 908699"/>
                            <a:gd name="connsiteY9" fmla="*/ 690059 h 916489"/>
                            <a:gd name="connsiteX10" fmla="*/ 457740 w 908699"/>
                            <a:gd name="connsiteY10" fmla="*/ 690047 h 916489"/>
                            <a:gd name="connsiteX11" fmla="*/ 454922 w 908699"/>
                            <a:gd name="connsiteY11" fmla="*/ 741443 h 916489"/>
                            <a:gd name="connsiteX12" fmla="*/ 409026 w 908699"/>
                            <a:gd name="connsiteY12" fmla="*/ 867103 h 916489"/>
                            <a:gd name="connsiteX13" fmla="*/ 48930 w 908699"/>
                            <a:gd name="connsiteY13" fmla="*/ 867103 h 916489"/>
                            <a:gd name="connsiteX14" fmla="*/ 48930 w 908699"/>
                            <a:gd name="connsiteY14" fmla="*/ 506959 h 916489"/>
                            <a:gd name="connsiteX15" fmla="*/ 174267 w 908699"/>
                            <a:gd name="connsiteY15" fmla="*/ 461338 h 916489"/>
                            <a:gd name="connsiteX16" fmla="*/ 215101 w 908699"/>
                            <a:gd name="connsiteY16" fmla="*/ 459061 h 916489"/>
                            <a:gd name="connsiteX17" fmla="*/ 220514 w 908699"/>
                            <a:gd name="connsiteY17" fmla="*/ 459363 h 916489"/>
                            <a:gd name="connsiteX18" fmla="*/ 400133 w 908699"/>
                            <a:gd name="connsiteY18" fmla="*/ 409977 h 916489"/>
                            <a:gd name="connsiteX19" fmla="*/ 446029 w 908699"/>
                            <a:gd name="connsiteY19" fmla="*/ 284317 h 916489"/>
                            <a:gd name="connsiteX20" fmla="*/ 448884 w 908699"/>
                            <a:gd name="connsiteY20" fmla="*/ 232249 h 916489"/>
                            <a:gd name="connsiteX21" fmla="*/ 450851 w 908699"/>
                            <a:gd name="connsiteY21" fmla="*/ 232140 h 916489"/>
                            <a:gd name="connsiteX22" fmla="*/ 450649 w 908699"/>
                            <a:gd name="connsiteY22" fmla="*/ 228458 h 916489"/>
                            <a:gd name="connsiteX23" fmla="*/ 499614 w 908699"/>
                            <a:gd name="connsiteY23" fmla="*/ 48672 h 916489"/>
                            <a:gd name="connsiteX24" fmla="*/ 679782 w 908699"/>
                            <a:gd name="connsiteY24" fmla="*/ 0 h 9164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908699" h="916489">
                              <a:moveTo>
                                <a:pt x="679782" y="0"/>
                              </a:moveTo>
                              <a:cubicBezTo>
                                <a:pt x="753615" y="-12"/>
                                <a:pt x="827425" y="16200"/>
                                <a:pt x="859806" y="48672"/>
                              </a:cubicBezTo>
                              <a:cubicBezTo>
                                <a:pt x="924569" y="113616"/>
                                <a:pt x="925425" y="343205"/>
                                <a:pt x="859806" y="408816"/>
                              </a:cubicBezTo>
                              <a:cubicBezTo>
                                <a:pt x="835199" y="433420"/>
                                <a:pt x="787770" y="448864"/>
                                <a:pt x="734581" y="455074"/>
                              </a:cubicBezTo>
                              <a:lnTo>
                                <a:pt x="686738" y="457821"/>
                              </a:lnTo>
                              <a:lnTo>
                                <a:pt x="686765" y="458295"/>
                              </a:lnTo>
                              <a:lnTo>
                                <a:pt x="632176" y="461338"/>
                              </a:lnTo>
                              <a:cubicBezTo>
                                <a:pt x="578732" y="467429"/>
                                <a:pt x="531098" y="482641"/>
                                <a:pt x="506741" y="506959"/>
                              </a:cubicBezTo>
                              <a:cubicBezTo>
                                <a:pt x="474265" y="539384"/>
                                <a:pt x="457860" y="613112"/>
                                <a:pt x="457776" y="686889"/>
                              </a:cubicBezTo>
                              <a:lnTo>
                                <a:pt x="457950" y="690059"/>
                              </a:lnTo>
                              <a:lnTo>
                                <a:pt x="457740" y="690047"/>
                              </a:lnTo>
                              <a:lnTo>
                                <a:pt x="454922" y="741443"/>
                              </a:lnTo>
                              <a:cubicBezTo>
                                <a:pt x="448861" y="794836"/>
                                <a:pt x="433598" y="842499"/>
                                <a:pt x="409026" y="867103"/>
                              </a:cubicBezTo>
                              <a:cubicBezTo>
                                <a:pt x="343502" y="932713"/>
                                <a:pt x="115597" y="933189"/>
                                <a:pt x="48930" y="867103"/>
                              </a:cubicBezTo>
                              <a:cubicBezTo>
                                <a:pt x="-16690" y="801874"/>
                                <a:pt x="-15928" y="571808"/>
                                <a:pt x="48930" y="506959"/>
                              </a:cubicBezTo>
                              <a:cubicBezTo>
                                <a:pt x="73251" y="482641"/>
                                <a:pt x="120850" y="467429"/>
                                <a:pt x="174267" y="461338"/>
                              </a:cubicBezTo>
                              <a:lnTo>
                                <a:pt x="215101" y="459061"/>
                              </a:lnTo>
                              <a:lnTo>
                                <a:pt x="220514" y="459363"/>
                              </a:lnTo>
                              <a:cubicBezTo>
                                <a:pt x="294014" y="459304"/>
                                <a:pt x="367371" y="442782"/>
                                <a:pt x="400133" y="409977"/>
                              </a:cubicBezTo>
                              <a:cubicBezTo>
                                <a:pt x="424705" y="385373"/>
                                <a:pt x="439968" y="337710"/>
                                <a:pt x="446029" y="284317"/>
                              </a:cubicBezTo>
                              <a:lnTo>
                                <a:pt x="448884" y="232249"/>
                              </a:lnTo>
                              <a:lnTo>
                                <a:pt x="450851" y="232140"/>
                              </a:lnTo>
                              <a:lnTo>
                                <a:pt x="450649" y="228458"/>
                              </a:lnTo>
                              <a:cubicBezTo>
                                <a:pt x="450733" y="154730"/>
                                <a:pt x="467138" y="81096"/>
                                <a:pt x="499614" y="48672"/>
                              </a:cubicBezTo>
                              <a:cubicBezTo>
                                <a:pt x="532090" y="16248"/>
                                <a:pt x="605948" y="12"/>
                                <a:pt x="67978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wrap="square">
                        <a:noAutofit/>
                      </wps:bodyPr>
                    </wps:wsp>
                    <wps:wsp>
                      <wps:cNvPr id="686" name="Freihandform: Form 686"/>
                      <wps:cNvSpPr>
                        <a:spLocks noChangeAspect="1"/>
                      </wps:cNvSpPr>
                      <wps:spPr>
                        <a:xfrm flipV="1">
                          <a:off x="680866" y="398937"/>
                          <a:ext cx="326363" cy="3265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6114" y="416064"/>
                              </a:moveTo>
                              <a:cubicBezTo>
                                <a:pt x="122789" y="482167"/>
                                <a:pt x="350723" y="481691"/>
                                <a:pt x="416350" y="416064"/>
                              </a:cubicBezTo>
                              <a:cubicBezTo>
                                <a:pt x="481977" y="350437"/>
                                <a:pt x="481120" y="120789"/>
                                <a:pt x="416350" y="55828"/>
                              </a:cubicBezTo>
                              <a:cubicBezTo>
                                <a:pt x="351580" y="-9132"/>
                                <a:pt x="121075" y="-9037"/>
                                <a:pt x="56114" y="55828"/>
                              </a:cubicBezTo>
                              <a:cubicBezTo>
                                <a:pt x="-8846" y="120694"/>
                                <a:pt x="-9513" y="350437"/>
                                <a:pt x="56114" y="41606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87" name="Freihandform: Form 687"/>
                      <wps:cNvSpPr>
                        <a:spLocks noChangeAspect="1"/>
                      </wps:cNvSpPr>
                      <wps:spPr>
                        <a:xfrm flipV="1">
                          <a:off x="345671" y="389229"/>
                          <a:ext cx="326363" cy="3265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5936" y="416064"/>
                              </a:moveTo>
                              <a:cubicBezTo>
                                <a:pt x="122611" y="482167"/>
                                <a:pt x="350544" y="481691"/>
                                <a:pt x="416171" y="416064"/>
                              </a:cubicBezTo>
                              <a:cubicBezTo>
                                <a:pt x="481798" y="350437"/>
                                <a:pt x="480941" y="120789"/>
                                <a:pt x="416171" y="55828"/>
                              </a:cubicBezTo>
                              <a:cubicBezTo>
                                <a:pt x="351401" y="-9132"/>
                                <a:pt x="120896" y="-9037"/>
                                <a:pt x="55936" y="55828"/>
                              </a:cubicBezTo>
                              <a:cubicBezTo>
                                <a:pt x="-9025" y="120694"/>
                                <a:pt x="-9215" y="350818"/>
                                <a:pt x="55936" y="41606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88" name="Freihandform: Form 688"/>
                      <wps:cNvSpPr>
                        <a:spLocks noChangeAspect="1"/>
                      </wps:cNvSpPr>
                      <wps:spPr>
                        <a:xfrm flipV="1">
                          <a:off x="499578" y="253622"/>
                          <a:ext cx="325752" cy="3263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6114" y="416064"/>
                              </a:moveTo>
                              <a:cubicBezTo>
                                <a:pt x="122789" y="482167"/>
                                <a:pt x="350723" y="481691"/>
                                <a:pt x="416350" y="416064"/>
                              </a:cubicBezTo>
                              <a:cubicBezTo>
                                <a:pt x="481977" y="350437"/>
                                <a:pt x="481120" y="120789"/>
                                <a:pt x="416350" y="55828"/>
                              </a:cubicBezTo>
                              <a:cubicBezTo>
                                <a:pt x="351580" y="-9132"/>
                                <a:pt x="121075" y="-9037"/>
                                <a:pt x="56114" y="55828"/>
                              </a:cubicBezTo>
                              <a:cubicBezTo>
                                <a:pt x="-8846" y="120694"/>
                                <a:pt x="-9513" y="350437"/>
                                <a:pt x="56114" y="41606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89" name="Freihandform: Form 689"/>
                      <wps:cNvSpPr>
                        <a:spLocks noChangeAspect="1"/>
                      </wps:cNvSpPr>
                      <wps:spPr>
                        <a:xfrm flipV="1">
                          <a:off x="811921" y="244569"/>
                          <a:ext cx="325752" cy="3263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6079" y="415969"/>
                              </a:moveTo>
                              <a:cubicBezTo>
                                <a:pt x="122182" y="482644"/>
                                <a:pt x="350592" y="481596"/>
                                <a:pt x="416219" y="415969"/>
                              </a:cubicBezTo>
                              <a:cubicBezTo>
                                <a:pt x="481846" y="350341"/>
                                <a:pt x="480989" y="120694"/>
                                <a:pt x="416219" y="55828"/>
                              </a:cubicBezTo>
                              <a:cubicBezTo>
                                <a:pt x="351449" y="-9037"/>
                                <a:pt x="120944" y="-9132"/>
                                <a:pt x="56079" y="55828"/>
                              </a:cubicBezTo>
                              <a:cubicBezTo>
                                <a:pt x="-8786" y="120789"/>
                                <a:pt x="-9548" y="349960"/>
                                <a:pt x="56079" y="41596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0" name="Freihandform: Form 690"/>
                      <wps:cNvSpPr>
                        <a:spLocks noChangeAspect="1"/>
                      </wps:cNvSpPr>
                      <wps:spPr>
                        <a:xfrm flipV="1">
                          <a:off x="667067" y="63315"/>
                          <a:ext cx="326363" cy="3265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6079" y="415969"/>
                              </a:moveTo>
                              <a:cubicBezTo>
                                <a:pt x="122182" y="482644"/>
                                <a:pt x="350592" y="481596"/>
                                <a:pt x="416219" y="415969"/>
                              </a:cubicBezTo>
                              <a:cubicBezTo>
                                <a:pt x="481846" y="350341"/>
                                <a:pt x="480989" y="120694"/>
                                <a:pt x="416219" y="55828"/>
                              </a:cubicBezTo>
                              <a:cubicBezTo>
                                <a:pt x="351449" y="-9037"/>
                                <a:pt x="120944" y="-9132"/>
                                <a:pt x="56079" y="55828"/>
                              </a:cubicBezTo>
                              <a:cubicBezTo>
                                <a:pt x="-8786" y="120789"/>
                                <a:pt x="-9548" y="349960"/>
                                <a:pt x="56079" y="41596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1" name="Freihandform: Form 691"/>
                      <wps:cNvSpPr>
                        <a:spLocks noChangeAspect="1"/>
                      </wps:cNvSpPr>
                      <wps:spPr>
                        <a:xfrm flipV="1">
                          <a:off x="554317" y="788090"/>
                          <a:ext cx="126549" cy="126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975" h="180975">
                              <a:moveTo>
                                <a:pt x="25289" y="158532"/>
                              </a:moveTo>
                              <a:cubicBezTo>
                                <a:pt x="49768" y="183011"/>
                                <a:pt x="134255" y="182821"/>
                                <a:pt x="158639" y="158532"/>
                              </a:cubicBezTo>
                              <a:cubicBezTo>
                                <a:pt x="183023" y="134243"/>
                                <a:pt x="182642" y="49280"/>
                                <a:pt x="158639" y="25182"/>
                              </a:cubicBezTo>
                              <a:cubicBezTo>
                                <a:pt x="134636" y="1084"/>
                                <a:pt x="49387" y="1179"/>
                                <a:pt x="25289" y="25182"/>
                              </a:cubicBezTo>
                              <a:cubicBezTo>
                                <a:pt x="1191" y="49185"/>
                                <a:pt x="1000" y="134243"/>
                                <a:pt x="25289" y="1585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2" name="Freihandform: Form 692"/>
                      <wps:cNvSpPr>
                        <a:spLocks noChangeAspect="1"/>
                      </wps:cNvSpPr>
                      <wps:spPr>
                        <a:xfrm flipV="1">
                          <a:off x="47107" y="448090"/>
                          <a:ext cx="126549" cy="126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975" h="180975">
                              <a:moveTo>
                                <a:pt x="25289" y="158496"/>
                              </a:moveTo>
                              <a:cubicBezTo>
                                <a:pt x="49768" y="182975"/>
                                <a:pt x="134255" y="182785"/>
                                <a:pt x="158639" y="158496"/>
                              </a:cubicBezTo>
                              <a:cubicBezTo>
                                <a:pt x="183023" y="134207"/>
                                <a:pt x="182642" y="49149"/>
                                <a:pt x="158639" y="25146"/>
                              </a:cubicBezTo>
                              <a:cubicBezTo>
                                <a:pt x="134636" y="1143"/>
                                <a:pt x="49387" y="1143"/>
                                <a:pt x="25289" y="25146"/>
                              </a:cubicBezTo>
                              <a:cubicBezTo>
                                <a:pt x="1191" y="49149"/>
                                <a:pt x="1000" y="134588"/>
                                <a:pt x="25289" y="1584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3" name="Freihandform: Form 693"/>
                      <wps:cNvSpPr>
                        <a:spLocks noChangeAspect="1"/>
                      </wps:cNvSpPr>
                      <wps:spPr>
                        <a:xfrm flipV="1">
                          <a:off x="1168079" y="0"/>
                          <a:ext cx="126549" cy="126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975" h="180975">
                              <a:moveTo>
                                <a:pt x="25289" y="158532"/>
                              </a:moveTo>
                              <a:cubicBezTo>
                                <a:pt x="49768" y="183011"/>
                                <a:pt x="134255" y="182821"/>
                                <a:pt x="158639" y="158532"/>
                              </a:cubicBezTo>
                              <a:cubicBezTo>
                                <a:pt x="183023" y="134243"/>
                                <a:pt x="182642" y="49185"/>
                                <a:pt x="158639" y="25182"/>
                              </a:cubicBezTo>
                              <a:cubicBezTo>
                                <a:pt x="134636" y="1179"/>
                                <a:pt x="49387" y="1084"/>
                                <a:pt x="25289" y="25182"/>
                              </a:cubicBezTo>
                              <a:cubicBezTo>
                                <a:pt x="1191" y="49280"/>
                                <a:pt x="1000" y="134529"/>
                                <a:pt x="25289" y="1585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4" name="Freihandform: Form 694"/>
                      <wps:cNvSpPr>
                        <a:spLocks noChangeAspect="1"/>
                      </wps:cNvSpPr>
                      <wps:spPr>
                        <a:xfrm flipV="1">
                          <a:off x="25571" y="226599"/>
                          <a:ext cx="66605" cy="66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0" h="95250">
                              <a:moveTo>
                                <a:pt x="16038" y="81308"/>
                              </a:moveTo>
                              <a:cubicBezTo>
                                <a:pt x="28040" y="93405"/>
                                <a:pt x="69473" y="93214"/>
                                <a:pt x="81380" y="81308"/>
                              </a:cubicBezTo>
                              <a:cubicBezTo>
                                <a:pt x="93286" y="69402"/>
                                <a:pt x="93190" y="27682"/>
                                <a:pt x="81380" y="15966"/>
                              </a:cubicBezTo>
                              <a:cubicBezTo>
                                <a:pt x="69569" y="4251"/>
                                <a:pt x="27754" y="4155"/>
                                <a:pt x="16038" y="15966"/>
                              </a:cubicBezTo>
                              <a:cubicBezTo>
                                <a:pt x="4322" y="27777"/>
                                <a:pt x="4036" y="69402"/>
                                <a:pt x="16038" y="813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75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5" name="Freihandform: Form 695"/>
                      <wps:cNvSpPr>
                        <a:spLocks noChangeAspect="1"/>
                      </wps:cNvSpPr>
                      <wps:spPr>
                        <a:xfrm flipV="1">
                          <a:off x="318040" y="207250"/>
                          <a:ext cx="74590" cy="74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975" h="180975">
                              <a:moveTo>
                                <a:pt x="25289" y="158496"/>
                              </a:moveTo>
                              <a:cubicBezTo>
                                <a:pt x="49768" y="182975"/>
                                <a:pt x="134255" y="182785"/>
                                <a:pt x="158639" y="158496"/>
                              </a:cubicBezTo>
                              <a:cubicBezTo>
                                <a:pt x="183023" y="134207"/>
                                <a:pt x="182642" y="49149"/>
                                <a:pt x="158639" y="25146"/>
                              </a:cubicBezTo>
                              <a:cubicBezTo>
                                <a:pt x="134636" y="1143"/>
                                <a:pt x="49387" y="1143"/>
                                <a:pt x="25289" y="25146"/>
                              </a:cubicBezTo>
                              <a:cubicBezTo>
                                <a:pt x="1191" y="49149"/>
                                <a:pt x="1000" y="134588"/>
                                <a:pt x="25289" y="1584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6" name="Freihandform: Form 696"/>
                      <wps:cNvSpPr>
                        <a:spLocks noChangeAspect="1"/>
                      </wps:cNvSpPr>
                      <wps:spPr>
                        <a:xfrm flipV="1">
                          <a:off x="0" y="12208"/>
                          <a:ext cx="74590" cy="74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975" h="180975">
                              <a:moveTo>
                                <a:pt x="25289" y="158496"/>
                              </a:moveTo>
                              <a:cubicBezTo>
                                <a:pt x="49768" y="182975"/>
                                <a:pt x="134255" y="182785"/>
                                <a:pt x="158639" y="158496"/>
                              </a:cubicBezTo>
                              <a:cubicBezTo>
                                <a:pt x="183023" y="134207"/>
                                <a:pt x="182642" y="49149"/>
                                <a:pt x="158639" y="25146"/>
                              </a:cubicBezTo>
                              <a:cubicBezTo>
                                <a:pt x="134636" y="1143"/>
                                <a:pt x="49387" y="1143"/>
                                <a:pt x="25289" y="25146"/>
                              </a:cubicBezTo>
                              <a:cubicBezTo>
                                <a:pt x="1191" y="49149"/>
                                <a:pt x="1000" y="134588"/>
                                <a:pt x="25289" y="1584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7" name="Freihandform: Form 697"/>
                      <wps:cNvSpPr>
                        <a:spLocks noChangeAspect="1"/>
                      </wps:cNvSpPr>
                      <wps:spPr>
                        <a:xfrm flipV="1">
                          <a:off x="584288" y="12208"/>
                          <a:ext cx="66605" cy="66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0" h="95250">
                              <a:moveTo>
                                <a:pt x="16038" y="81308"/>
                              </a:moveTo>
                              <a:cubicBezTo>
                                <a:pt x="28040" y="93405"/>
                                <a:pt x="69473" y="93214"/>
                                <a:pt x="81380" y="81308"/>
                              </a:cubicBezTo>
                              <a:cubicBezTo>
                                <a:pt x="93286" y="69402"/>
                                <a:pt x="93190" y="27682"/>
                                <a:pt x="81380" y="15966"/>
                              </a:cubicBezTo>
                              <a:cubicBezTo>
                                <a:pt x="69569" y="4251"/>
                                <a:pt x="27754" y="4155"/>
                                <a:pt x="16038" y="15966"/>
                              </a:cubicBezTo>
                              <a:cubicBezTo>
                                <a:pt x="4322" y="27777"/>
                                <a:pt x="4036" y="69402"/>
                                <a:pt x="16038" y="813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75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8" name="Freihandform: Form 698"/>
                      <wps:cNvSpPr>
                        <a:spLocks noChangeAspect="1"/>
                      </wps:cNvSpPr>
                      <wps:spPr>
                        <a:xfrm flipV="1">
                          <a:off x="1203971" y="718045"/>
                          <a:ext cx="326363" cy="3265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725" h="466725">
                              <a:moveTo>
                                <a:pt x="56114" y="416064"/>
                              </a:moveTo>
                              <a:cubicBezTo>
                                <a:pt x="122789" y="482167"/>
                                <a:pt x="350723" y="481691"/>
                                <a:pt x="416350" y="416064"/>
                              </a:cubicBezTo>
                              <a:cubicBezTo>
                                <a:pt x="481977" y="350437"/>
                                <a:pt x="481120" y="120789"/>
                                <a:pt x="416350" y="55828"/>
                              </a:cubicBezTo>
                              <a:cubicBezTo>
                                <a:pt x="351580" y="-9132"/>
                                <a:pt x="121075" y="-9037"/>
                                <a:pt x="56114" y="55828"/>
                              </a:cubicBezTo>
                              <a:cubicBezTo>
                                <a:pt x="-8846" y="120694"/>
                                <a:pt x="-9513" y="350437"/>
                                <a:pt x="56114" y="41606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  <wps:wsp>
                      <wps:cNvPr id="699" name="Freihandform: Form 699"/>
                      <wps:cNvSpPr>
                        <a:spLocks noChangeAspect="1"/>
                      </wps:cNvSpPr>
                      <wps:spPr>
                        <a:xfrm flipV="1">
                          <a:off x="1332053" y="540449"/>
                          <a:ext cx="88571" cy="886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975" h="180975">
                              <a:moveTo>
                                <a:pt x="25289" y="158496"/>
                              </a:moveTo>
                              <a:cubicBezTo>
                                <a:pt x="49768" y="182975"/>
                                <a:pt x="134255" y="182785"/>
                                <a:pt x="158639" y="158496"/>
                              </a:cubicBezTo>
                              <a:cubicBezTo>
                                <a:pt x="183023" y="134207"/>
                                <a:pt x="182642" y="49149"/>
                                <a:pt x="158639" y="25146"/>
                              </a:cubicBezTo>
                              <a:cubicBezTo>
                                <a:pt x="134636" y="1143"/>
                                <a:pt x="49387" y="1143"/>
                                <a:pt x="25289" y="25146"/>
                              </a:cubicBezTo>
                              <a:cubicBezTo>
                                <a:pt x="1191" y="49149"/>
                                <a:pt x="1000" y="134588"/>
                                <a:pt x="25289" y="1584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C5F56A" id="Gruppieren 2" o:spid="_x0000_s1026" style="position:absolute;margin-left:-78.2pt;margin-top:9.15pt;width:65.45pt;height:44.8pt;z-index:251671552;mso-position-vertical-relative:page;mso-width-relative:margin;mso-height-relative:margin" coordsize="15303,10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">
              <o:lock v:ext="edit" aspectratio="t"/>
              <v:shape id="Freihandform: Form 685" o:spid="_x0000_s1027" style="position:absolute;left:9195;top:4244;width:6035;height:6087;flip:x;visibility:visible;mso-wrap-style:square;v-text-anchor:top" coordsize="908699,916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Yks8QA&#10;AADcAAAADwAAAGRycy9kb3ducmV2LnhtbESPT4vCMBTE7wt+h/AEb2uqoNRqFBH8c9g9rAri7dE8&#10;22LzUpJo67c3Cwt7HGbmN8xi1ZlaPMn5yrKC0TABQZxbXXGh4HzafqYgfEDWWFsmBS/ysFr2PhaY&#10;advyDz2PoRARwj5DBWUITSalz0sy6Ie2IY7ezTqDIUpXSO2wjXBTy3GSTKXBiuNCiQ1tSsrvx4dR&#10;8P3VGlftTk162Y+vIalnfF9rpQb9bj0HEagL/+G/9kErmKYT+D0Tj4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mJLPEAAAA3AAAAA8AAAAAAAAAAAAAAAAAmAIAAGRycy9k&#10;b3ducmV2LnhtbFBLBQYAAAAABAAEAPUAAACJAwAAAAA=&#10;" path="m679782,v73833,-12,147643,16200,180024,48672c924569,113616,925425,343205,859806,408816v-24607,24604,-72036,40048,-125225,46258l686738,457821r27,474l632176,461338v-53444,6091,-101078,21303,-125435,45621c474265,539384,457860,613112,457776,686889r174,3170l457740,690047r-2818,51396c448861,794836,433598,842499,409026,867103v-65524,65610,-293429,66086,-360096,c-16690,801874,-15928,571808,48930,506959v24321,-24318,71920,-39530,125337,-45621l215101,459061r5413,302c294014,459304,367371,442782,400133,409977v24572,-24604,39835,-72267,45896,-125660l448884,232249r1967,-109l450649,228458v84,-73728,16489,-147362,48965,-179786c532090,16248,605948,12,679782,xe" fillcolor="#c8956a [1940]" stroked="f">
                <v:stroke joinstyle="miter"/>
                <v:path arrowok="t" o:connecttype="custom" o:connectlocs="451514,0;571086,32328;571086,271537;487911,302262;456134,304086;456152,304401;419893,306422;336579,336724;304056,456234;304172,458339;304032,458331;302161,492469;271676,575933;32499,575933;32499,336724;115749,306422;142871,304910;146466,305110;265770,272308;296254,188844;298150,154261;299457,154188;299323,151743;331845,32328;451514,0" o:connectangles="0,0,0,0,0,0,0,0,0,0,0,0,0,0,0,0,0,0,0,0,0,0,0,0,0"/>
                <o:lock v:ext="edit" aspectratio="t"/>
              </v:shape>
              <v:shape id="Freihandform: Form 686" o:spid="_x0000_s1028" style="position:absolute;left:6808;top:3989;width:3264;height:3266;flip:y;visibility:visible;mso-wrap-style:square;v-text-anchor:top" coordsize="466725,46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FqecYA&#10;AADcAAAADwAAAGRycy9kb3ducmV2LnhtbESPQWvCQBSE74X+h+UVeim6sYcoqaukouDBQ02N4O2R&#10;fSbB7NuQXWP8911B6HGYmW+Y+XIwjeipc7VlBZNxBIK4sLrmUsHhdzOagXAeWWNjmRTcycFy8foy&#10;x0TbG++pz3wpAoRdggoq79tESldUZNCNbUscvLPtDPogu1LqDm8Bbhr5GUWxNFhzWKiwpVVFxSW7&#10;GgVNdvz5+N6l0/P6FKWXvM13/SRX6v1tSL9AeBr8f/jZ3moF8SyGx5lw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FqecYAAADcAAAADwAAAAAAAAAAAAAAAACYAgAAZHJz&#10;L2Rvd25yZXYueG1sUEsFBgAAAAAEAAQA9QAAAIsDAAAAAA==&#10;" path="m56114,416064v66675,66103,294609,65627,360236,c481977,350437,481120,120789,416350,55828,351580,-9132,121075,-9037,56114,55828v-64960,64866,-65627,294609,,360236xe" fillcolor="#ccc0c0 [1942]" stroked="f">
                <v:stroke joinstyle="miter"/>
                <v:path arrowok="t" textboxrect="0,0,466725,466725"/>
                <o:lock v:ext="edit" aspectratio="t"/>
              </v:shape>
              <v:shape id="Freihandform: Form 687" o:spid="_x0000_s1029" style="position:absolute;left:3456;top:3892;width:3264;height:3265;flip:y;visibility:visible;mso-wrap-style:square;v-text-anchor:top" coordsize="466725,46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GrcYA&#10;AADcAAAADwAAAGRycy9kb3ducmV2LnhtbESPzWrDMBCE74G+g9hAb7GcUBzjWAmhEGihpTQ/h9y2&#10;1tZ2a62MpdjO20eFQo7DzHzD5JvRNKKnztWWFcyjGARxYXXNpYLjYTdLQTiPrLGxTAqu5GCzfpjk&#10;mGk78Cf1e1+KAGGXoYLK+zaT0hUVGXSRbYmD9207gz7IrpS6wyHATSMXcZxIgzWHhQpbeq6o+N1f&#10;jIKP5Y89ndv09enNjF/+XQ4X67ZKPU7H7QqEp9Hfw//tF60gSZfwdyYc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wGrcYAAADcAAAADwAAAAAAAAAAAAAAAACYAgAAZHJz&#10;L2Rvd25yZXYueG1sUEsFBgAAAAAEAAQA9QAAAIsDAAAAAA==&#10;" path="m55936,416064v66675,66103,294608,65627,360235,c481798,350437,480941,120789,416171,55828,351401,-9132,120896,-9037,55936,55828v-64961,64866,-65151,294990,,360236xe" fillcolor="#896f6f [3207]" stroked="f">
                <v:stroke joinstyle="miter"/>
                <v:path arrowok="t" textboxrect="0,0,466725,466725"/>
                <o:lock v:ext="edit" aspectratio="t"/>
              </v:shape>
              <v:shape id="Freihandform: Form 688" o:spid="_x0000_s1030" style="position:absolute;left:4995;top:2536;width:3258;height:3264;flip:y;visibility:visible;mso-wrap-style:square;v-text-anchor:top" coordsize="466725,46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fGMIA&#10;AADcAAAADwAAAGRycy9kb3ducmV2LnhtbERPTYvCMBC9L/gfwgheFk31IKUaRcUugifdLnocmrEt&#10;NpPSZLX6681B8Ph43/NlZ2pxo9ZVlhWMRxEI4tzqigsF2W86jEE4j6yxtkwKHuRgueh9zTHR9s4H&#10;uh19IUIIuwQVlN43iZQuL8mgG9mGOHAX2xr0AbaF1C3eQ7ip5SSKptJgxaGhxIY2JeXX479RUPxt&#10;8Jmd1qvvfbpOf+IsOpx3W6UG/W41A+Gp8x/x273TCqZxWBvOhCM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g18YwgAAANwAAAAPAAAAAAAAAAAAAAAAAJgCAABkcnMvZG93&#10;bnJldi54bWxQSwUGAAAAAAQABAD1AAAAhwMAAAAA&#10;" path="m56114,416064v66675,66103,294609,65627,360236,c481977,350437,481120,120789,416350,55828,351580,-9132,121075,-9037,56114,55828v-64960,64866,-65627,294609,,360236xe" fillcolor="#c8956a [1940]" stroked="f">
                <v:stroke joinstyle="miter"/>
                <v:path arrowok="t" textboxrect="0,0,466725,466725"/>
                <o:lock v:ext="edit" aspectratio="t"/>
              </v:shape>
              <v:shape id="Freihandform: Form 689" o:spid="_x0000_s1031" style="position:absolute;left:8119;top:2445;width:3257;height:3264;flip:y;visibility:visible;mso-wrap-style:square;v-text-anchor:top" coordsize="466725,46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mrgMUA&#10;AADcAAAADwAAAGRycy9kb3ducmV2LnhtbESPQWvCQBSE7wX/w/IEb3WjiNXoKiIoUlrEqODxmX0m&#10;wezbkF1N+u+7hYLHYWa+YebL1pTiSbUrLCsY9CMQxKnVBWcKTsfN+wSE88gaS8uk4IccLBedtznG&#10;2jZ8oGfiMxEg7GJUkHtfxVK6NCeDrm8r4uDdbG3QB1lnUtfYBLgp5TCKxtJgwWEhx4rWOaX35GEU&#10;fN7uzVWvvx+J3o/Ou4+vi5Vbq1Sv265mIDy1/hX+b++0gvFkCn9nw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auAxQAAANwAAAAPAAAAAAAAAAAAAAAAAJgCAABkcnMv&#10;ZG93bnJldi54bWxQSwUGAAAAAAQABAD1AAAAigMAAAAA&#10;" path="m56079,415969v66103,66675,294513,65627,360140,c481846,350341,480989,120694,416219,55828,351449,-9037,120944,-9132,56079,55828v-64865,64961,-65627,294132,,360141xe" fillcolor="#e7dacd [1301]" stroked="f">
                <v:stroke joinstyle="miter"/>
                <v:path arrowok="t" textboxrect="0,0,466725,466725"/>
                <o:lock v:ext="edit" aspectratio="t"/>
              </v:shape>
              <v:shape id="Freihandform: Form 690" o:spid="_x0000_s1032" style="position:absolute;left:6670;top:633;width:3264;height:3265;flip:y;visibility:visible;mso-wrap-style:square;v-text-anchor:top" coordsize="466725,46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biL8A&#10;AADcAAAADwAAAGRycy9kb3ducmV2LnhtbERPTYvCMBC9L/gfwgh7W1NFZK1GEUHQi7Ba70MyNsFm&#10;UpqodX+9OSzs8fG+l+veN+JBXXSBFYxHBQhiHYzjWkF13n19g4gJ2WATmBS8KMJ6NfhYYmnCk3/o&#10;cUq1yCEcS1RgU2pLKaO25DGOQkucuWvoPKYMu1qaDp853DdyUhQz6dFxbrDY0taSvp3uXsFhG/Xk&#10;6i+/zlZ4rM5T7TY2KvU57DcLEIn69C/+c++Ngtk8z89n8hGQq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wtuIvwAAANwAAAAPAAAAAAAAAAAAAAAAAJgCAABkcnMvZG93bnJl&#10;di54bWxQSwUGAAAAAAQABAD1AAAAhAMAAAAA&#10;" path="m56079,415969v66103,66675,294513,65627,360140,c481846,350341,480989,120694,416219,55828,351449,-9037,120944,-9132,56079,55828v-64865,64961,-65627,294132,,360141xe" fillcolor="#c3a582 [3205]" stroked="f">
                <v:stroke joinstyle="miter"/>
                <v:path arrowok="t" textboxrect="0,0,466725,466725"/>
                <o:lock v:ext="edit" aspectratio="t"/>
              </v:shape>
              <v:shape id="Freihandform: Form 691" o:spid="_x0000_s1033" style="position:absolute;left:5543;top:7880;width:1265;height:1267;flip:y;visibility:visible;mso-wrap-style:square;v-text-anchor:top" coordsize="180975,18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oM7MQA&#10;AADcAAAADwAAAGRycy9kb3ducmV2LnhtbESPQWsCMRSE74L/ITyhN80qdGm3RlFpi1AQXKW9Pjav&#10;u6ublyVJNf77Rij0OMzMN8x8GU0nLuR8a1nBdJKBIK6sbrlWcDy8jZ9A+ICssbNMCm7kYbkYDuZY&#10;aHvlPV3KUIsEYV+ggiaEvpDSVw0Z9BPbEyfv2zqDIUlXS+3wmuCmk7Msy6XBltNCgz1tGqrO5Y9R&#10;IPeP+pRnO/fqYzTrr4/PlZ+9K/UwiqsXEIFi+A//tbdaQf48hfuZd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6DOzEAAAA3AAAAA8AAAAAAAAAAAAAAAAAmAIAAGRycy9k&#10;b3ducmV2LnhtbFBLBQYAAAAABAAEAPUAAACJAwAAAAA=&#10;" path="m25289,158532v24479,24479,108966,24289,133350,c183023,134243,182642,49280,158639,25182,134636,1084,49387,1179,25289,25182v-24098,24003,-24289,109061,,133350xe" fillcolor="#c8956a [1940]" stroked="f">
                <v:stroke joinstyle="miter"/>
                <v:path arrowok="t" textboxrect="0,0,180975,180975"/>
                <o:lock v:ext="edit" aspectratio="t"/>
              </v:shape>
              <v:shape id="Freihandform: Form 692" o:spid="_x0000_s1034" style="position:absolute;left:471;top:4480;width:1265;height:1267;flip:y;visibility:visible;mso-wrap-style:square;v-text-anchor:top" coordsize="180975,18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Eq3sUA&#10;AADcAAAADwAAAGRycy9kb3ducmV2LnhtbESPT2vCQBTE7wW/w/IEb7pRxGp0FVsQ2oPFfxdvz+wz&#10;CWbfht1tkn77bkHocZiZ3zCrTWcq0ZDzpWUF41ECgjizuuRcweW8G85B+ICssbJMCn7Iw2bde1lh&#10;qm3LR2pOIRcRwj5FBUUIdSqlzwoy6Ee2Jo7e3TqDIUqXS+2wjXBTyUmSzKTBkuNCgTW9F5Q9Tt9G&#10;AX7e+dqem9vta4qv+7e9mx6OTqlBv9suQQTqwn/42f7QCmaLC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kSrexQAAANwAAAAPAAAAAAAAAAAAAAAAAJgCAABkcnMv&#10;ZG93bnJldi54bWxQSwUGAAAAAAQABAD1AAAAigMAAAAA&#10;" path="m25289,158496v24479,24479,108966,24289,133350,c183023,134207,182642,49149,158639,25146,134636,1143,49387,1143,25289,25146v-24098,24003,-24289,109442,,133350xe" fillcolor="#ab9797 [3206]" stroked="f">
                <v:stroke joinstyle="miter"/>
                <v:path arrowok="t" textboxrect="0,0,180975,180975"/>
                <o:lock v:ext="edit" aspectratio="t"/>
              </v:shape>
              <v:shape id="Freihandform: Form 693" o:spid="_x0000_s1035" style="position:absolute;left:11680;width:1266;height:1266;flip:y;visibility:visible;mso-wrap-style:square;v-text-anchor:top" coordsize="180975,18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xn+MUA&#10;AADcAAAADwAAAGRycy9kb3ducmV2LnhtbESPQWsCMRSE7wX/Q3hCbzVrC9KuRpGCoC1IVz30+Ng8&#10;N4ublyWJu9v+elMoeBxm5htmsRpsIzryoXasYDrJQBCXTtdcKTgdN0+vIEJE1tg4JgU/FGC1HD0s&#10;MNeu54K6Q6xEgnDIUYGJsc2lDKUhi2HiWuLknZ23GJP0ldQe+wS3jXzOspm0WHNaMNjSu6Hycrha&#10;BfvvTbH+/PBy+3uSX31oimO3M0o9jof1HESkId7D/+2tVjB7e4G/M+k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jGf4xQAAANwAAAAPAAAAAAAAAAAAAAAAAJgCAABkcnMv&#10;ZG93bnJldi54bWxQSwUGAAAAAAQABAD1AAAAigMAAAAA&#10;" path="m25289,158532v24479,24479,108966,24289,133350,c183023,134243,182642,49185,158639,25182,134636,1179,49387,1084,25289,25182v-24098,24098,-24289,109347,,133350xe" fillcolor="#c3a582 [3205]" stroked="f">
                <v:stroke joinstyle="miter"/>
                <v:path arrowok="t" textboxrect="0,0,180975,180975"/>
                <o:lock v:ext="edit" aspectratio="t"/>
              </v:shape>
              <v:shape id="Freihandform: Form 694" o:spid="_x0000_s1036" style="position:absolute;left:255;top:2265;width:666;height:667;flip:y;visibility:visible;mso-wrap-style:square;v-text-anchor:top" coordsize="95250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q7NcYA&#10;AADcAAAADwAAAGRycy9kb3ducmV2LnhtbESPQWvCQBSE74X+h+UVvJS6qYjU6CZYsVLsQYwePD6z&#10;z2ww+zZkt5r++25B6HGY+WaYed7bRlyp87VjBa/DBARx6XTNlYLD/uPlDYQPyBobx6Tghzzk2ePD&#10;HFPtbryjaxEqEUvYp6jAhNCmUvrSkEU/dC1x9M6usxii7CqpO7zFctvIUZJMpMWa44LBlpaGykvx&#10;bRVMjpfNdisXqy9Tn56DK96T9XSn1OCpX8xABOrDf/hOf+rITcfwdyYe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q7NcYAAADcAAAADwAAAAAAAAAAAAAAAACYAgAAZHJz&#10;L2Rvd25yZXYueG1sUEsFBgAAAAAEAAQA9QAAAIsDAAAAAA==&#10;" path="m16038,81308v12002,12097,53435,11906,65342,c93286,69402,93190,27682,81380,15966,69569,4251,27754,4155,16038,15966v-11716,11811,-12002,53436,,65342xe" fillcolor="#856b6b [2406]" stroked="f">
                <v:stroke joinstyle="miter"/>
                <v:path arrowok="t" textboxrect="0,0,95250,95250"/>
                <o:lock v:ext="edit" aspectratio="t"/>
              </v:shape>
              <v:shape id="Freihandform: Form 695" o:spid="_x0000_s1037" style="position:absolute;left:3180;top:2072;width:746;height:746;flip:y;visibility:visible;mso-wrap-style:square;v-text-anchor:top" coordsize="180975,18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E64MUA&#10;AADcAAAADwAAAGRycy9kb3ducmV2LnhtbESPzWrDMBCE74G+g9hCb4nUQIXjRgkltCWnQn56yG2x&#10;traptTKSajtvXxUKOQ4z8w2z3k6uEwOF2Ho28LhQIIgrb1uuDZxPb/MCREzIFjvPZOBKEbabu9ka&#10;S+tHPtBwTLXIEI4lGmhS6kspY9WQw7jwPXH2vnxwmLIMtbQBxwx3nVwqpaXDlvNCgz3tGqq+jz/O&#10;QP0+LoexUK/hfPks1K7Qlw+tjXm4n16eQSSa0i38395bA3r1BH9n8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TrgxQAAANwAAAAPAAAAAAAAAAAAAAAAAJgCAABkcnMv&#10;ZG93bnJldi54bWxQSwUGAAAAAAQABAD1AAAAigMAAAAA&#10;" path="m25289,158496v24479,24479,108966,24289,133350,c183023,134207,182642,49149,158639,25146,134636,1143,49387,1143,25289,25146v-24098,24003,-24289,109442,,133350xe" fillcolor="#e7dacd [1301]" stroked="f">
                <v:stroke joinstyle="miter"/>
                <v:path arrowok="t" textboxrect="0,0,180975,180975"/>
                <o:lock v:ext="edit" aspectratio="t"/>
              </v:shape>
              <v:shape id="Freihandform: Form 696" o:spid="_x0000_s1038" style="position:absolute;top:122;width:745;height:746;flip:y;visibility:visible;mso-wrap-style:square;v-text-anchor:top" coordsize="180975,18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kl8QA&#10;AADcAAAADwAAAGRycy9kb3ducmV2LnhtbESPzWrDMBCE74W+g9hCb43UHITjRAkhtKWnQv4OuS3W&#10;xjaxVkZSbfftq0Chx2FmvmFWm8l1YqAQW88GXmcKBHHlbcu1gdPx/aUAEROyxc4zGfihCJv148MK&#10;S+tH3tNwSLXIEI4lGmhS6kspY9WQwzjzPXH2rj44TFmGWtqAY4a7Ts6V0tJhy3mhwZ52DVW3w7cz&#10;UH+M82Es1Fs4Xc6F2hX68qW1Mc9P03YJItGU/sN/7U9rQC803M/k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jpJfEAAAA3AAAAA8AAAAAAAAAAAAAAAAAmAIAAGRycy9k&#10;b3ducmV2LnhtbFBLBQYAAAAABAAEAPUAAACJAwAAAAA=&#10;" path="m25289,158496v24479,24479,108966,24289,133350,c183023,134207,182642,49149,158639,25146,134636,1143,49387,1143,25289,25146v-24098,24003,-24289,109442,,133350xe" fillcolor="#e7dacd [1301]" stroked="f">
                <v:stroke joinstyle="miter"/>
                <v:path arrowok="t" textboxrect="0,0,180975,180975"/>
                <o:lock v:ext="edit" aspectratio="t"/>
              </v:shape>
              <v:shape id="Freihandform: Form 697" o:spid="_x0000_s1039" style="position:absolute;left:5842;top:122;width:666;height:666;flip:y;visibility:visible;mso-wrap-style:square;v-text-anchor:top" coordsize="95250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glQsYA&#10;AADcAAAADwAAAGRycy9kb3ducmV2LnhtbESPQWvCQBSE7wX/w/IEL0U3erAa3QQVLaU9iGkPHl+z&#10;r9lg9m3Irpr++26h0OMw880w67y3jbhR52vHCqaTBARx6XTNlYKP98N4AcIHZI2NY1LwTR7ybPCw&#10;xlS7O5/oVoRKxBL2KSowIbSplL40ZNFPXEscvS/XWQxRdpXUHd5juW3kLEnm0mLNccFgSztD5aW4&#10;WgXz8+X1eJSb/ZupPx+DK7bJ8/Kk1GjYb1YgAvXhP/xHv+jILZ/g90w8Aj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glQsYAAADcAAAADwAAAAAAAAAAAAAAAACYAgAAZHJz&#10;L2Rvd25yZXYueG1sUEsFBgAAAAAEAAQA9QAAAIsDAAAAAA==&#10;" path="m16038,81308v12002,12097,53435,11906,65342,c93286,69402,93190,27682,81380,15966,69569,4251,27754,4155,16038,15966v-11716,11811,-12002,53436,,65342xe" fillcolor="#856b6b [2406]" stroked="f">
                <v:stroke joinstyle="miter"/>
                <v:path arrowok="t" textboxrect="0,0,95250,95250"/>
                <o:lock v:ext="edit" aspectratio="t"/>
              </v:shape>
              <v:shape id="Freihandform: Form 698" o:spid="_x0000_s1040" style="position:absolute;left:12039;top:7180;width:3264;height:3266;flip:y;visibility:visible;mso-wrap-style:square;v-text-anchor:top" coordsize="466725,46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FqGsEA&#10;AADcAAAADwAAAGRycy9kb3ducmV2LnhtbERPy4rCMBTdD/gP4QruxlTBMlNNRcWCs3McEZeX5vaB&#10;zU1tota/nywEl4fzXix704g7da62rGAyjkAQ51bXXCo4/mWfXyCcR9bYWCYFT3KwTAcfC0y0ffAv&#10;3Q++FCGEXYIKKu/bREqXV2TQjW1LHLjCdgZ9gF0pdYePEG4aOY2iWBqsOTRU2NKmovxyuBkFRX/K&#10;8vPPuZ1k271bR/vrZmZjpUbDfjUH4an3b/HLvdMK4u+wNpwJR0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RahrBAAAA3AAAAA8AAAAAAAAAAAAAAAAAmAIAAGRycy9kb3du&#10;cmV2LnhtbFBLBQYAAAAABAAEAPUAAACGAwAAAAA=&#10;" path="m56114,416064v66675,66103,294609,65627,360236,c481977,350437,481120,120789,416350,55828,351580,-9132,121075,-9037,56114,55828v-64960,64866,-65627,294609,,360236xe" fillcolor="#7e532e [3204]" stroked="f">
                <v:stroke joinstyle="miter"/>
                <v:path arrowok="t" textboxrect="0,0,466725,466725"/>
                <o:lock v:ext="edit" aspectratio="t"/>
              </v:shape>
              <v:shape id="Freihandform: Form 699" o:spid="_x0000_s1041" style="position:absolute;left:13320;top:5404;width:886;height:886;flip:y;visibility:visible;mso-wrap-style:square;v-text-anchor:top" coordsize="180975,18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H21cYA&#10;AADcAAAADwAAAGRycy9kb3ducmV2LnhtbESPT0sDMRTE74LfITyhN/tWxWLXpkXEQqGH/vPQ42Pz&#10;zC5uXtYktls/fVMoeBxm5jfMZNa7Vh04xMaLhodhAYql8qYRq+FzN79/ARUTiaHWC2s4cYTZ9PZm&#10;QqXxR9nwYZusyhCJJWmoU+pKxFjV7CgOfceSvS8fHKUsg0UT6JjhrsXHohiho0byQk0dv9dcfW9/&#10;nYZNmH/g83r3ZPv9Ev/2P2jXzUrrwV3/9goqcZ/+w9f2wmgYjcdwOZOPAE7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0H21cYAAADcAAAADwAAAAAAAAAAAAAAAACYAgAAZHJz&#10;L2Rvd25yZXYueG1sUEsFBgAAAAAEAAQA9QAAAIsDAAAAAA==&#10;" path="m25289,158496v24479,24479,108966,24289,133350,c183023,134207,182642,49149,158639,25146,134636,1143,49387,1143,25289,25146v-24098,24003,-24289,109442,,133350xe" fillcolor="#7e532e [3204]" stroked="f">
                <v:stroke joinstyle="miter"/>
                <v:path arrowok="t" textboxrect="0,0,180975,180975"/>
                <o:lock v:ext="edit" aspectratio="t"/>
              </v:shape>
              <w10:wrap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16BF3E" wp14:editId="45B37A2D">
              <wp:simplePos x="0" y="0"/>
              <wp:positionH relativeFrom="column">
                <wp:posOffset>3175</wp:posOffset>
              </wp:positionH>
              <wp:positionV relativeFrom="paragraph">
                <wp:posOffset>153480</wp:posOffset>
              </wp:positionV>
              <wp:extent cx="1923415" cy="1828800"/>
              <wp:effectExtent l="0" t="0" r="1270" b="6350"/>
              <wp:wrapSquare wrapText="bothSides"/>
              <wp:docPr id="700" name="Textfeld 7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341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46A2B6" w14:textId="48D206C4" w:rsidR="00221CB8" w:rsidRPr="00864458" w:rsidRDefault="00F066A1" w:rsidP="00D04680">
                          <w:pPr>
                            <w:pStyle w:val="0Kopfzeile-Name"/>
                            <w:rPr>
                              <w:sz w:val="36"/>
                            </w:rPr>
                          </w:pPr>
                          <w:r>
                            <w:t>Vorname Nachname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16BF3E" id="_x0000_t202" coordsize="21600,21600" o:spt="202" path="m,l,21600r21600,l21600,xe">
              <v:stroke joinstyle="miter"/>
              <v:path gradientshapeok="t" o:connecttype="rect"/>
            </v:shapetype>
            <v:shape id="Textfeld 700" o:spid="_x0000_s1026" type="#_x0000_t202" style="position:absolute;margin-left:.25pt;margin-top:12.1pt;width:151.45pt;height:2in;z-index:25167257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" filled="f" stroked="f" strokeweight=".5pt">
              <v:textbox style="mso-fit-shape-to-text:t" inset="0,0,0,0">
                <w:txbxContent>
                  <w:p w14:paraId="7546A2B6" w14:textId="48D206C4" w:rsidR="00221CB8" w:rsidRPr="00864458" w:rsidRDefault="00F066A1" w:rsidP="00D04680">
                    <w:pPr>
                      <w:pStyle w:val="0Kopfzeile-Name"/>
                      <w:rPr>
                        <w:sz w:val="36"/>
                      </w:rPr>
                    </w:pPr>
                    <w:r>
                      <w:t>Vorname Nachname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370A7DC" w14:textId="77777777" w:rsidR="00221CB8" w:rsidRDefault="00F066A1" w:rsidP="00221CB8">
    <w:pPr>
      <w:pStyle w:val="Kopfzeile"/>
    </w:pPr>
    <w:r>
      <w:t>Musterstraße 78</w:t>
    </w:r>
    <w:r w:rsidRPr="0083410C">
      <w:t xml:space="preserve">  |  </w:t>
    </w:r>
    <w:r>
      <w:t>23456</w:t>
    </w:r>
    <w:r>
      <w:t xml:space="preserve"> Musterstadt</w:t>
    </w:r>
  </w:p>
  <w:p w14:paraId="03E47A84" w14:textId="77777777" w:rsidR="00221CB8" w:rsidRDefault="00F066A1" w:rsidP="00221CB8">
    <w:pPr>
      <w:pStyle w:val="Kopfzeile"/>
    </w:pPr>
    <w:r>
      <w:t>email@email.de  |  0171 23456789</w:t>
    </w:r>
  </w:p>
  <w:p w14:paraId="6F3CDA64" w14:textId="77777777" w:rsidR="0095584F" w:rsidRPr="00221CB8" w:rsidRDefault="00F066A1" w:rsidP="00221CB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44.7pt;height:273.05pt" o:bullet="t">
        <v:imagedata r:id="rId1" o:title="listicon deckb"/>
      </v:shape>
    </w:pict>
  </w:numPicBullet>
  <w:numPicBullet w:numPicBulletId="1">
    <w:pict>
      <v:shape id="_x0000_i1041" type="#_x0000_t75" style="width:144.7pt;height:273.05pt" o:bullet="t">
        <v:imagedata r:id="rId2" o:title="listicon_lebenslauf"/>
      </v:shape>
    </w:pict>
  </w:numPicBullet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64455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7B630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8E469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2AE74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53601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71AB9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9985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9523B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CDE9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6C72B4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30C149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65C12E8"/>
    <w:multiLevelType w:val="hybridMultilevel"/>
    <w:tmpl w:val="523E929E"/>
    <w:lvl w:ilvl="0" w:tplc="5786239C">
      <w:start w:val="1"/>
      <w:numFmt w:val="bullet"/>
      <w:pStyle w:val="3Vita-BulletLevel2"/>
      <w:lvlText w:val=""/>
      <w:lvlJc w:val="left"/>
      <w:pPr>
        <w:ind w:left="2968" w:hanging="360"/>
      </w:pPr>
      <w:rPr>
        <w:rFonts w:ascii="Symbol" w:hAnsi="Symbol" w:hint="default"/>
        <w:color w:val="595959" w:themeColor="text1" w:themeTint="A6"/>
        <w:position w:val="2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D789C"/>
    <w:multiLevelType w:val="hybridMultilevel"/>
    <w:tmpl w:val="8738DA06"/>
    <w:lvl w:ilvl="0" w:tplc="A0322AC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A6763"/>
    <w:multiLevelType w:val="hybridMultilevel"/>
    <w:tmpl w:val="36AA7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B6171"/>
    <w:multiLevelType w:val="hybridMultilevel"/>
    <w:tmpl w:val="64E654EC"/>
    <w:lvl w:ilvl="0" w:tplc="413E7070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5567234D"/>
    <w:multiLevelType w:val="hybridMultilevel"/>
    <w:tmpl w:val="D9261DE2"/>
    <w:lvl w:ilvl="0" w:tplc="ADF0594C">
      <w:start w:val="1"/>
      <w:numFmt w:val="bullet"/>
      <w:pStyle w:val="3Vita-BulletLevel1"/>
      <w:lvlText w:val=""/>
      <w:lvlJc w:val="left"/>
      <w:pPr>
        <w:ind w:left="2552" w:hanging="360"/>
      </w:pPr>
      <w:rPr>
        <w:rFonts w:ascii="Webdings" w:hAnsi="Webdings" w:hint="default"/>
        <w:color w:val="404040" w:themeColor="text1" w:themeTint="BF"/>
        <w:position w:val="2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20718"/>
    <w:multiLevelType w:val="hybridMultilevel"/>
    <w:tmpl w:val="90184C92"/>
    <w:lvl w:ilvl="0" w:tplc="B67EA9B8">
      <w:start w:val="1"/>
      <w:numFmt w:val="bullet"/>
      <w:lvlText w:val=""/>
      <w:lvlJc w:val="left"/>
      <w:pPr>
        <w:ind w:left="417" w:hanging="360"/>
      </w:pPr>
      <w:rPr>
        <w:rFonts w:ascii="Webdings" w:hAnsi="Webdings" w:hint="default"/>
        <w:color w:val="7E532E" w:themeColor="accent1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7A7905"/>
    <w:multiLevelType w:val="hybridMultilevel"/>
    <w:tmpl w:val="F5B0F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3E2876"/>
    <w:multiLevelType w:val="hybridMultilevel"/>
    <w:tmpl w:val="E70C7F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5C1FA6"/>
    <w:multiLevelType w:val="multilevel"/>
    <w:tmpl w:val="8BFA67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0"/>
  </w:num>
  <w:num w:numId="14">
    <w:abstractNumId w:val="11"/>
  </w:num>
  <w:num w:numId="15">
    <w:abstractNumId w:val="16"/>
  </w:num>
  <w:num w:numId="16">
    <w:abstractNumId w:val="14"/>
  </w:num>
  <w:num w:numId="17">
    <w:abstractNumId w:val="18"/>
  </w:num>
  <w:num w:numId="18">
    <w:abstractNumId w:val="19"/>
  </w:num>
  <w:num w:numId="19">
    <w:abstractNumId w:val="17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2"/>
    <w:rsid w:val="00002180"/>
    <w:rsid w:val="0002173E"/>
    <w:rsid w:val="000301E0"/>
    <w:rsid w:val="00042774"/>
    <w:rsid w:val="000527AD"/>
    <w:rsid w:val="000651F4"/>
    <w:rsid w:val="00080859"/>
    <w:rsid w:val="000815D1"/>
    <w:rsid w:val="000824E4"/>
    <w:rsid w:val="000845E3"/>
    <w:rsid w:val="00087FE5"/>
    <w:rsid w:val="00092F7B"/>
    <w:rsid w:val="000A655D"/>
    <w:rsid w:val="000B4CCE"/>
    <w:rsid w:val="000D17F7"/>
    <w:rsid w:val="000D42D9"/>
    <w:rsid w:val="000E1C60"/>
    <w:rsid w:val="000E58A8"/>
    <w:rsid w:val="000F2E96"/>
    <w:rsid w:val="000F38E4"/>
    <w:rsid w:val="000F41B1"/>
    <w:rsid w:val="000F42BF"/>
    <w:rsid w:val="000F4864"/>
    <w:rsid w:val="000F48AE"/>
    <w:rsid w:val="00110F58"/>
    <w:rsid w:val="00120DF8"/>
    <w:rsid w:val="001263EE"/>
    <w:rsid w:val="00130B71"/>
    <w:rsid w:val="001341D9"/>
    <w:rsid w:val="00151B54"/>
    <w:rsid w:val="00164454"/>
    <w:rsid w:val="00164BE8"/>
    <w:rsid w:val="00182F36"/>
    <w:rsid w:val="0018367F"/>
    <w:rsid w:val="001839BA"/>
    <w:rsid w:val="001840DA"/>
    <w:rsid w:val="001932DC"/>
    <w:rsid w:val="00197604"/>
    <w:rsid w:val="001B5560"/>
    <w:rsid w:val="001B7DA5"/>
    <w:rsid w:val="001C52A8"/>
    <w:rsid w:val="001D73F8"/>
    <w:rsid w:val="001E318B"/>
    <w:rsid w:val="001F0D62"/>
    <w:rsid w:val="001F6D9E"/>
    <w:rsid w:val="001F7A5D"/>
    <w:rsid w:val="00203B1B"/>
    <w:rsid w:val="00211018"/>
    <w:rsid w:val="00216ACE"/>
    <w:rsid w:val="0021766A"/>
    <w:rsid w:val="00236DDA"/>
    <w:rsid w:val="00242A10"/>
    <w:rsid w:val="00245281"/>
    <w:rsid w:val="00246A74"/>
    <w:rsid w:val="0025711C"/>
    <w:rsid w:val="00262C3E"/>
    <w:rsid w:val="00264A8A"/>
    <w:rsid w:val="00285569"/>
    <w:rsid w:val="002A6077"/>
    <w:rsid w:val="002C3ED8"/>
    <w:rsid w:val="002D272C"/>
    <w:rsid w:val="002D4F74"/>
    <w:rsid w:val="002D6A1B"/>
    <w:rsid w:val="002E0442"/>
    <w:rsid w:val="002E37FE"/>
    <w:rsid w:val="002F544E"/>
    <w:rsid w:val="00301948"/>
    <w:rsid w:val="003019CC"/>
    <w:rsid w:val="00301C10"/>
    <w:rsid w:val="003031DD"/>
    <w:rsid w:val="00314FB6"/>
    <w:rsid w:val="00316AE5"/>
    <w:rsid w:val="00320827"/>
    <w:rsid w:val="00323A4A"/>
    <w:rsid w:val="00333191"/>
    <w:rsid w:val="003418ED"/>
    <w:rsid w:val="00352CF6"/>
    <w:rsid w:val="00366924"/>
    <w:rsid w:val="00372484"/>
    <w:rsid w:val="00375E79"/>
    <w:rsid w:val="003813D2"/>
    <w:rsid w:val="003876D6"/>
    <w:rsid w:val="00391386"/>
    <w:rsid w:val="003939BF"/>
    <w:rsid w:val="003B5ABF"/>
    <w:rsid w:val="003C0C04"/>
    <w:rsid w:val="003C50E8"/>
    <w:rsid w:val="003C6E9A"/>
    <w:rsid w:val="003D41B4"/>
    <w:rsid w:val="003D53EA"/>
    <w:rsid w:val="003E091B"/>
    <w:rsid w:val="003E2E41"/>
    <w:rsid w:val="003E6B39"/>
    <w:rsid w:val="003E77B1"/>
    <w:rsid w:val="0040654A"/>
    <w:rsid w:val="00410639"/>
    <w:rsid w:val="00413545"/>
    <w:rsid w:val="00450994"/>
    <w:rsid w:val="00450FE1"/>
    <w:rsid w:val="004670B0"/>
    <w:rsid w:val="004710C6"/>
    <w:rsid w:val="0047457A"/>
    <w:rsid w:val="0047661E"/>
    <w:rsid w:val="00486595"/>
    <w:rsid w:val="00486EC4"/>
    <w:rsid w:val="00495AAD"/>
    <w:rsid w:val="004A3449"/>
    <w:rsid w:val="004A5B01"/>
    <w:rsid w:val="004B05AF"/>
    <w:rsid w:val="004B352A"/>
    <w:rsid w:val="004C7523"/>
    <w:rsid w:val="004C7553"/>
    <w:rsid w:val="004C7C64"/>
    <w:rsid w:val="004D1185"/>
    <w:rsid w:val="004D3197"/>
    <w:rsid w:val="004D549A"/>
    <w:rsid w:val="0050516A"/>
    <w:rsid w:val="005051D9"/>
    <w:rsid w:val="00510240"/>
    <w:rsid w:val="00527D2C"/>
    <w:rsid w:val="00533DF0"/>
    <w:rsid w:val="00535CEB"/>
    <w:rsid w:val="005465FF"/>
    <w:rsid w:val="005469A3"/>
    <w:rsid w:val="005533ED"/>
    <w:rsid w:val="0055486C"/>
    <w:rsid w:val="00567D12"/>
    <w:rsid w:val="00572EBE"/>
    <w:rsid w:val="005758C3"/>
    <w:rsid w:val="00575CBB"/>
    <w:rsid w:val="00583095"/>
    <w:rsid w:val="005839FD"/>
    <w:rsid w:val="00587114"/>
    <w:rsid w:val="00591D09"/>
    <w:rsid w:val="00595E58"/>
    <w:rsid w:val="005A1F77"/>
    <w:rsid w:val="005B73EA"/>
    <w:rsid w:val="005C6EFA"/>
    <w:rsid w:val="005D46B6"/>
    <w:rsid w:val="005D6B0C"/>
    <w:rsid w:val="005D7694"/>
    <w:rsid w:val="005E2E8E"/>
    <w:rsid w:val="005F29DA"/>
    <w:rsid w:val="005F4125"/>
    <w:rsid w:val="005F6777"/>
    <w:rsid w:val="006058FD"/>
    <w:rsid w:val="00606233"/>
    <w:rsid w:val="00634443"/>
    <w:rsid w:val="006459FA"/>
    <w:rsid w:val="0066377A"/>
    <w:rsid w:val="00665938"/>
    <w:rsid w:val="00666D21"/>
    <w:rsid w:val="0068577E"/>
    <w:rsid w:val="006879C7"/>
    <w:rsid w:val="00692BE3"/>
    <w:rsid w:val="0069592A"/>
    <w:rsid w:val="006B1B1E"/>
    <w:rsid w:val="006B2016"/>
    <w:rsid w:val="006B6E28"/>
    <w:rsid w:val="006C1B85"/>
    <w:rsid w:val="006C2BDE"/>
    <w:rsid w:val="006C44A7"/>
    <w:rsid w:val="006E654C"/>
    <w:rsid w:val="006F1280"/>
    <w:rsid w:val="006F3B6B"/>
    <w:rsid w:val="00715C84"/>
    <w:rsid w:val="00735B98"/>
    <w:rsid w:val="007360BE"/>
    <w:rsid w:val="00740649"/>
    <w:rsid w:val="00741ED4"/>
    <w:rsid w:val="007432EA"/>
    <w:rsid w:val="00745575"/>
    <w:rsid w:val="0075171A"/>
    <w:rsid w:val="007644A3"/>
    <w:rsid w:val="00770101"/>
    <w:rsid w:val="00770F85"/>
    <w:rsid w:val="00773AE0"/>
    <w:rsid w:val="007773B7"/>
    <w:rsid w:val="00784902"/>
    <w:rsid w:val="007920F5"/>
    <w:rsid w:val="00795706"/>
    <w:rsid w:val="00795B3E"/>
    <w:rsid w:val="007A0860"/>
    <w:rsid w:val="007A6293"/>
    <w:rsid w:val="007B0054"/>
    <w:rsid w:val="007B1034"/>
    <w:rsid w:val="007C443E"/>
    <w:rsid w:val="007D2249"/>
    <w:rsid w:val="007D7C18"/>
    <w:rsid w:val="007E32E5"/>
    <w:rsid w:val="007E5312"/>
    <w:rsid w:val="007F5F36"/>
    <w:rsid w:val="00801AFB"/>
    <w:rsid w:val="00802EA4"/>
    <w:rsid w:val="00802ECD"/>
    <w:rsid w:val="0081242D"/>
    <w:rsid w:val="00813993"/>
    <w:rsid w:val="008159D8"/>
    <w:rsid w:val="0082214C"/>
    <w:rsid w:val="00825EAA"/>
    <w:rsid w:val="0082778F"/>
    <w:rsid w:val="00847E3C"/>
    <w:rsid w:val="0085180C"/>
    <w:rsid w:val="00853D41"/>
    <w:rsid w:val="00857AC5"/>
    <w:rsid w:val="0086251F"/>
    <w:rsid w:val="00876BB3"/>
    <w:rsid w:val="008779D9"/>
    <w:rsid w:val="00880CD8"/>
    <w:rsid w:val="00890E4C"/>
    <w:rsid w:val="008A7666"/>
    <w:rsid w:val="008B76B5"/>
    <w:rsid w:val="008E6CB6"/>
    <w:rsid w:val="008F6164"/>
    <w:rsid w:val="00900858"/>
    <w:rsid w:val="0091518B"/>
    <w:rsid w:val="0091578A"/>
    <w:rsid w:val="00930778"/>
    <w:rsid w:val="009347B5"/>
    <w:rsid w:val="00946CFD"/>
    <w:rsid w:val="00960967"/>
    <w:rsid w:val="00961A80"/>
    <w:rsid w:val="00966BD3"/>
    <w:rsid w:val="009713D6"/>
    <w:rsid w:val="0097344E"/>
    <w:rsid w:val="00977FCC"/>
    <w:rsid w:val="009834CF"/>
    <w:rsid w:val="0099753F"/>
    <w:rsid w:val="009A1E96"/>
    <w:rsid w:val="009B5999"/>
    <w:rsid w:val="009C4A9A"/>
    <w:rsid w:val="009C6219"/>
    <w:rsid w:val="009D32AB"/>
    <w:rsid w:val="00A0038D"/>
    <w:rsid w:val="00A00BAF"/>
    <w:rsid w:val="00A036CF"/>
    <w:rsid w:val="00A05D8F"/>
    <w:rsid w:val="00A07185"/>
    <w:rsid w:val="00A13B9F"/>
    <w:rsid w:val="00A163DA"/>
    <w:rsid w:val="00A179FA"/>
    <w:rsid w:val="00A2740B"/>
    <w:rsid w:val="00A40ED9"/>
    <w:rsid w:val="00A56D07"/>
    <w:rsid w:val="00A700EF"/>
    <w:rsid w:val="00A74C67"/>
    <w:rsid w:val="00A75739"/>
    <w:rsid w:val="00A83FE8"/>
    <w:rsid w:val="00AA023F"/>
    <w:rsid w:val="00AB6F7C"/>
    <w:rsid w:val="00AD21BA"/>
    <w:rsid w:val="00AD4446"/>
    <w:rsid w:val="00AD4C11"/>
    <w:rsid w:val="00AE07FB"/>
    <w:rsid w:val="00AF04E1"/>
    <w:rsid w:val="00B0386D"/>
    <w:rsid w:val="00B159B8"/>
    <w:rsid w:val="00B31801"/>
    <w:rsid w:val="00B3216F"/>
    <w:rsid w:val="00B32F80"/>
    <w:rsid w:val="00B50352"/>
    <w:rsid w:val="00B50CD7"/>
    <w:rsid w:val="00B61F58"/>
    <w:rsid w:val="00B75E32"/>
    <w:rsid w:val="00B86E77"/>
    <w:rsid w:val="00BA5DC4"/>
    <w:rsid w:val="00BB60C6"/>
    <w:rsid w:val="00BB60D4"/>
    <w:rsid w:val="00BB656C"/>
    <w:rsid w:val="00BB6616"/>
    <w:rsid w:val="00BB7FF7"/>
    <w:rsid w:val="00BC616B"/>
    <w:rsid w:val="00BE58B3"/>
    <w:rsid w:val="00BF5282"/>
    <w:rsid w:val="00C22C83"/>
    <w:rsid w:val="00C231D9"/>
    <w:rsid w:val="00C44AD7"/>
    <w:rsid w:val="00C54950"/>
    <w:rsid w:val="00C61CF9"/>
    <w:rsid w:val="00C61D01"/>
    <w:rsid w:val="00C75012"/>
    <w:rsid w:val="00C77E68"/>
    <w:rsid w:val="00C8066B"/>
    <w:rsid w:val="00C9092B"/>
    <w:rsid w:val="00CA4365"/>
    <w:rsid w:val="00CB12C3"/>
    <w:rsid w:val="00CB21C2"/>
    <w:rsid w:val="00CC4B98"/>
    <w:rsid w:val="00CD206E"/>
    <w:rsid w:val="00CD26DF"/>
    <w:rsid w:val="00CD7AE8"/>
    <w:rsid w:val="00CF048F"/>
    <w:rsid w:val="00CF123A"/>
    <w:rsid w:val="00CF4F75"/>
    <w:rsid w:val="00D14EDB"/>
    <w:rsid w:val="00D15373"/>
    <w:rsid w:val="00D33C0C"/>
    <w:rsid w:val="00D41D5F"/>
    <w:rsid w:val="00D439D3"/>
    <w:rsid w:val="00D54957"/>
    <w:rsid w:val="00D54FA9"/>
    <w:rsid w:val="00D67EB4"/>
    <w:rsid w:val="00D7420E"/>
    <w:rsid w:val="00D82E2F"/>
    <w:rsid w:val="00D91E53"/>
    <w:rsid w:val="00DA25A2"/>
    <w:rsid w:val="00DB6D42"/>
    <w:rsid w:val="00DC50B9"/>
    <w:rsid w:val="00DD35E9"/>
    <w:rsid w:val="00E11F59"/>
    <w:rsid w:val="00E3254F"/>
    <w:rsid w:val="00E36195"/>
    <w:rsid w:val="00E4001A"/>
    <w:rsid w:val="00E43690"/>
    <w:rsid w:val="00E43C01"/>
    <w:rsid w:val="00E45378"/>
    <w:rsid w:val="00E45951"/>
    <w:rsid w:val="00E4661F"/>
    <w:rsid w:val="00E54B9E"/>
    <w:rsid w:val="00E55712"/>
    <w:rsid w:val="00E6399E"/>
    <w:rsid w:val="00E83A96"/>
    <w:rsid w:val="00E87FBF"/>
    <w:rsid w:val="00E900CC"/>
    <w:rsid w:val="00EB0F13"/>
    <w:rsid w:val="00EB6FCF"/>
    <w:rsid w:val="00EB783D"/>
    <w:rsid w:val="00ED5B54"/>
    <w:rsid w:val="00ED6264"/>
    <w:rsid w:val="00EE7D7A"/>
    <w:rsid w:val="00EF71FB"/>
    <w:rsid w:val="00F066A1"/>
    <w:rsid w:val="00F23DE5"/>
    <w:rsid w:val="00F4470F"/>
    <w:rsid w:val="00F44E8F"/>
    <w:rsid w:val="00F54D90"/>
    <w:rsid w:val="00F72F81"/>
    <w:rsid w:val="00F96E03"/>
    <w:rsid w:val="00F9717C"/>
    <w:rsid w:val="00FA5C18"/>
    <w:rsid w:val="00FC1973"/>
    <w:rsid w:val="00FD7858"/>
    <w:rsid w:val="00FE7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0AC56FD"/>
  <w15:docId w15:val="{ED120FE1-9E4B-4D09-8E6E-26B14CA7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001A"/>
    <w:pPr>
      <w:tabs>
        <w:tab w:val="left" w:pos="1134"/>
      </w:tabs>
      <w:spacing w:line="257" w:lineRule="auto"/>
    </w:pPr>
    <w:rPr>
      <w:rFonts w:ascii="Calibri" w:hAnsi="Calibri"/>
      <w:color w:val="262626" w:themeColor="text1" w:themeTint="D9"/>
      <w:sz w:val="22"/>
      <w:szCs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001A"/>
    <w:pPr>
      <w:outlineLvl w:val="0"/>
    </w:pPr>
    <w:rPr>
      <w:rFonts w:asciiTheme="majorHAnsi" w:hAnsiTheme="majorHAnsi" w:cstheme="majorHAnsi"/>
      <w:color w:val="000000" w:themeColor="text1"/>
      <w:sz w:val="36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E4001A"/>
    <w:pPr>
      <w:keepNext/>
      <w:keepLines/>
      <w:tabs>
        <w:tab w:val="clear" w:pos="1134"/>
        <w:tab w:val="left" w:pos="0"/>
      </w:tabs>
      <w:spacing w:before="240" w:after="120"/>
      <w:ind w:left="-426"/>
      <w:outlineLvl w:val="1"/>
    </w:pPr>
    <w:rPr>
      <w:rFonts w:ascii="Calibri" w:eastAsiaTheme="majorEastAsia" w:hAnsi="Calibri" w:cstheme="majorBidi"/>
      <w:bCs/>
      <w:spacing w:val="4"/>
      <w:sz w:val="24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unhideWhenUsed/>
    <w:qFormat/>
    <w:rsid w:val="00410639"/>
    <w:pPr>
      <w:spacing w:before="360"/>
      <w:outlineLvl w:val="2"/>
    </w:pPr>
    <w:rPr>
      <w:bCs w:val="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4001A"/>
    <w:pPr>
      <w:tabs>
        <w:tab w:val="clear" w:pos="1134"/>
        <w:tab w:val="left" w:pos="0"/>
      </w:tabs>
      <w:ind w:left="-426"/>
      <w:outlineLvl w:val="3"/>
    </w:pPr>
    <w:rPr>
      <w:b/>
      <w:color w:val="7E532E" w:themeColor="accent1"/>
      <w:sz w:val="3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34443"/>
    <w:pPr>
      <w:tabs>
        <w:tab w:val="center" w:pos="4320"/>
        <w:tab w:val="right" w:pos="8640"/>
      </w:tabs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634443"/>
    <w:rPr>
      <w:rFonts w:ascii="Calibri" w:hAnsi="Calibri"/>
      <w:color w:val="262626" w:themeColor="text1" w:themeTint="D9"/>
      <w:sz w:val="18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6879C7"/>
    <w:pPr>
      <w:jc w:val="right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879C7"/>
    <w:rPr>
      <w:rFonts w:ascii="Calibri" w:hAnsi="Calibri"/>
      <w:color w:val="404040" w:themeColor="text1" w:themeTint="BF"/>
      <w:sz w:val="18"/>
      <w:szCs w:val="18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4001A"/>
    <w:rPr>
      <w:rFonts w:ascii="Calibri" w:hAnsi="Calibri"/>
      <w:b/>
      <w:color w:val="7E532E" w:themeColor="accent1"/>
      <w:sz w:val="32"/>
      <w:szCs w:val="22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Datum">
    <w:name w:val="1.AnS - Datum"/>
    <w:basedOn w:val="Standard"/>
    <w:autoRedefine/>
    <w:qFormat/>
    <w:rsid w:val="00890E4C"/>
    <w:pPr>
      <w:spacing w:before="120"/>
      <w:jc w:val="right"/>
    </w:pPr>
  </w:style>
  <w:style w:type="paragraph" w:customStyle="1" w:styleId="2DeckB-Angaben">
    <w:name w:val="2.DeckB - Angaben"/>
    <w:basedOn w:val="Standard"/>
    <w:autoRedefine/>
    <w:qFormat/>
    <w:rsid w:val="00634443"/>
    <w:pPr>
      <w:tabs>
        <w:tab w:val="clear" w:pos="1134"/>
      </w:tabs>
      <w:spacing w:after="160" w:line="259" w:lineRule="auto"/>
    </w:pPr>
    <w:rPr>
      <w:rFonts w:eastAsia="Calibri" w:cs="Times New Roman"/>
      <w:color w:val="auto"/>
      <w:lang w:eastAsia="en-US"/>
    </w:rPr>
  </w:style>
  <w:style w:type="paragraph" w:customStyle="1" w:styleId="2DeckB-Name">
    <w:name w:val="2.DeckB - Name"/>
    <w:basedOn w:val="Standard"/>
    <w:next w:val="2DeckB-Beruf"/>
    <w:autoRedefine/>
    <w:qFormat/>
    <w:rsid w:val="0021766A"/>
    <w:pPr>
      <w:tabs>
        <w:tab w:val="clear" w:pos="1134"/>
      </w:tabs>
      <w:spacing w:line="259" w:lineRule="auto"/>
    </w:pPr>
    <w:rPr>
      <w:rFonts w:ascii="Biome" w:hAnsi="Biome" w:cs="Cavolini"/>
      <w:bCs/>
      <w:iCs/>
      <w:color w:val="000000" w:themeColor="text1"/>
      <w:sz w:val="72"/>
      <w:szCs w:val="96"/>
      <w:lang w:eastAsia="en-US"/>
    </w:rPr>
  </w:style>
  <w:style w:type="paragraph" w:customStyle="1" w:styleId="2DeckB-Beruf">
    <w:name w:val="2.DeckB - Beruf"/>
    <w:basedOn w:val="Standard"/>
    <w:next w:val="2DeckB-Angaben"/>
    <w:autoRedefine/>
    <w:qFormat/>
    <w:rsid w:val="00E4001A"/>
    <w:pPr>
      <w:tabs>
        <w:tab w:val="clear" w:pos="1134"/>
        <w:tab w:val="left" w:pos="0"/>
      </w:tabs>
      <w:ind w:left="-426"/>
    </w:pPr>
    <w:rPr>
      <w:color w:val="7E532E" w:themeColor="accent1"/>
      <w:sz w:val="36"/>
      <w:szCs w:val="36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4001A"/>
    <w:rPr>
      <w:rFonts w:ascii="Calibri" w:eastAsiaTheme="majorEastAsia" w:hAnsi="Calibri" w:cstheme="majorBidi"/>
      <w:bCs/>
      <w:color w:val="7E532E" w:themeColor="accent1"/>
      <w:spacing w:val="4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4001A"/>
    <w:rPr>
      <w:rFonts w:asciiTheme="majorHAnsi" w:hAnsiTheme="majorHAnsi" w:cstheme="majorHAnsi"/>
      <w:color w:val="000000" w:themeColor="text1"/>
      <w:sz w:val="36"/>
      <w:szCs w:val="36"/>
      <w:lang w:val="de-DE" w:eastAsia="de-DE"/>
    </w:rPr>
  </w:style>
  <w:style w:type="paragraph" w:customStyle="1" w:styleId="3Vita-Stelle">
    <w:name w:val="3.Vita - Stelle"/>
    <w:basedOn w:val="Standard"/>
    <w:next w:val="3Vita-Spezi"/>
    <w:qFormat/>
    <w:rsid w:val="007D2249"/>
    <w:pPr>
      <w:keepLines/>
      <w:tabs>
        <w:tab w:val="clear" w:pos="1134"/>
        <w:tab w:val="left" w:pos="1985"/>
        <w:tab w:val="left" w:pos="2835"/>
      </w:tabs>
    </w:pPr>
    <w:rPr>
      <w:color w:val="0D0D0D" w:themeColor="text1" w:themeTint="F2"/>
    </w:rPr>
  </w:style>
  <w:style w:type="character" w:customStyle="1" w:styleId="3Vita-Angabevorne">
    <w:name w:val="3.Vita - Angabe vorne"/>
    <w:basedOn w:val="Absatz-Standardschriftart"/>
    <w:uiPriority w:val="1"/>
    <w:qFormat/>
    <w:rsid w:val="001E318B"/>
    <w:rPr>
      <w:rFonts w:ascii="Calibri" w:hAnsi="Calibri"/>
      <w:b w:val="0"/>
      <w:bCs w:val="0"/>
      <w:i w:val="0"/>
      <w:iCs w:val="0"/>
      <w:color w:val="656565" w:themeColor="text2" w:themeShade="BF"/>
      <w:spacing w:val="-2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2D6A1B"/>
    <w:pPr>
      <w:keepLines/>
      <w:tabs>
        <w:tab w:val="clear" w:pos="1134"/>
      </w:tabs>
      <w:ind w:left="1985"/>
    </w:pPr>
    <w:rPr>
      <w:b/>
      <w:color w:val="000000" w:themeColor="text1"/>
    </w:rPr>
  </w:style>
  <w:style w:type="paragraph" w:styleId="Aufzhlungszeichen">
    <w:name w:val="List Bullet"/>
    <w:aliases w:val="3.Vita - Bullet 2"/>
    <w:basedOn w:val="Standard"/>
    <w:autoRedefine/>
    <w:uiPriority w:val="99"/>
    <w:unhideWhenUsed/>
    <w:qFormat/>
    <w:rsid w:val="00BF5282"/>
    <w:pPr>
      <w:numPr>
        <w:numId w:val="1"/>
      </w:numPr>
      <w:spacing w:before="20" w:after="20"/>
      <w:ind w:left="2353" w:hanging="170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410639"/>
    <w:rPr>
      <w:rFonts w:ascii="Calibri" w:eastAsiaTheme="majorEastAsia" w:hAnsi="Calibri" w:cstheme="majorBidi"/>
      <w:color w:val="404040" w:themeColor="text1" w:themeTint="BF"/>
      <w:sz w:val="32"/>
      <w:szCs w:val="26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0Unterschrift">
    <w:name w:val="0.Unterschrift"/>
    <w:basedOn w:val="0Text"/>
    <w:qFormat/>
    <w:rsid w:val="00486595"/>
    <w:pPr>
      <w:spacing w:after="0"/>
    </w:pPr>
    <w:rPr>
      <w:color w:val="878787" w:themeColor="text2"/>
    </w:rPr>
  </w:style>
  <w:style w:type="paragraph" w:customStyle="1" w:styleId="0Text">
    <w:name w:val="0.Text"/>
    <w:basedOn w:val="Standard"/>
    <w:qFormat/>
    <w:rsid w:val="004B05AF"/>
    <w:pPr>
      <w:spacing w:after="12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Standard"/>
    <w:qFormat/>
    <w:rsid w:val="007D2249"/>
    <w:pPr>
      <w:tabs>
        <w:tab w:val="clear" w:pos="1134"/>
        <w:tab w:val="left" w:pos="1985"/>
      </w:tabs>
    </w:pPr>
  </w:style>
  <w:style w:type="paragraph" w:customStyle="1" w:styleId="0Kopfzeile-Name">
    <w:name w:val="0.Kopfzeile - Name"/>
    <w:basedOn w:val="2DeckB-Name"/>
    <w:qFormat/>
    <w:rsid w:val="0021766A"/>
    <w:rPr>
      <w:rFonts w:cs="Biome"/>
      <w:bCs w:val="0"/>
      <w:sz w:val="28"/>
    </w:rPr>
  </w:style>
  <w:style w:type="paragraph" w:customStyle="1" w:styleId="3Vita-BulletLevel1">
    <w:name w:val="3.Vita - Bullet Level 1"/>
    <w:basedOn w:val="Standard"/>
    <w:qFormat/>
    <w:rsid w:val="007D2249"/>
    <w:pPr>
      <w:numPr>
        <w:numId w:val="15"/>
      </w:numPr>
      <w:ind w:left="2348" w:hanging="363"/>
    </w:pPr>
  </w:style>
  <w:style w:type="paragraph" w:customStyle="1" w:styleId="3Vita-BulletLevel2">
    <w:name w:val="3.Vita - Bullet Level 2"/>
    <w:basedOn w:val="3Vita-BulletLevel1"/>
    <w:qFormat/>
    <w:rsid w:val="001E318B"/>
    <w:pPr>
      <w:numPr>
        <w:numId w:val="12"/>
      </w:numPr>
      <w:ind w:left="2835" w:hanging="363"/>
    </w:pPr>
  </w:style>
  <w:style w:type="character" w:styleId="Hyperlink">
    <w:name w:val="Hyperlink"/>
    <w:basedOn w:val="Absatz-Standardschriftart"/>
    <w:uiPriority w:val="99"/>
    <w:unhideWhenUsed/>
    <w:rsid w:val="00EB783D"/>
    <w:rPr>
      <w:color w:val="7E532E" w:themeColor="hyperlink"/>
      <w:u w:val="single"/>
    </w:rPr>
  </w:style>
  <w:style w:type="paragraph" w:customStyle="1" w:styleId="0Fuzeile-Motiv">
    <w:name w:val="0.Fußzeile - Motiv"/>
    <w:basedOn w:val="Fuzeile"/>
    <w:qFormat/>
    <w:rsid w:val="00C22C83"/>
    <w:rPr>
      <w:color w:val="FFFFFF" w:themeColor="background1"/>
    </w:rPr>
  </w:style>
  <w:style w:type="paragraph" w:customStyle="1" w:styleId="0Strich">
    <w:name w:val="0.Strich"/>
    <w:basedOn w:val="2DeckB-Angaben"/>
    <w:qFormat/>
    <w:rsid w:val="004B05AF"/>
    <w:pPr>
      <w:pBdr>
        <w:bottom w:val="single" w:sz="4" w:space="1" w:color="808080" w:themeColor="background1" w:themeShade="80"/>
      </w:pBdr>
      <w:spacing w:before="120" w:after="120"/>
    </w:pPr>
    <w:rPr>
      <w:color w:val="FFFFFF" w:themeColor="background1" w:themeTint="BF"/>
      <w:sz w:val="4"/>
    </w:rPr>
  </w:style>
  <w:style w:type="paragraph" w:customStyle="1" w:styleId="2DeckB-Profil">
    <w:name w:val="2.DeckB - Profil"/>
    <w:basedOn w:val="3Vita-BulletLevel1"/>
    <w:autoRedefine/>
    <w:qFormat/>
    <w:rsid w:val="00634443"/>
    <w:pPr>
      <w:tabs>
        <w:tab w:val="clear" w:pos="1134"/>
      </w:tabs>
      <w:spacing w:after="80"/>
      <w:ind w:left="426"/>
    </w:pPr>
    <w:rPr>
      <w:sz w:val="26"/>
      <w:lang w:eastAsia="en-US"/>
    </w:rPr>
  </w:style>
  <w:style w:type="paragraph" w:customStyle="1" w:styleId="3Vita-Stellesub">
    <w:name w:val="3.Vita - Stelle sub"/>
    <w:basedOn w:val="3Vita-Stelle"/>
    <w:qFormat/>
    <w:rsid w:val="00FA5C18"/>
    <w:pPr>
      <w:ind w:left="142"/>
    </w:pPr>
    <w:rPr>
      <w:lang w:val="en-US"/>
    </w:rPr>
  </w:style>
  <w:style w:type="table" w:styleId="Tabellenraster">
    <w:name w:val="Table Grid"/>
    <w:basedOn w:val="NormaleTabelle"/>
    <w:uiPriority w:val="59"/>
    <w:rsid w:val="001B5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1B556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Unsichtbar">
    <w:name w:val="Unsichtbar"/>
    <w:basedOn w:val="NormaleTabelle"/>
    <w:uiPriority w:val="99"/>
    <w:rsid w:val="001B5560"/>
    <w:tblPr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0Strich-Kopfzeile">
    <w:name w:val="0.Strich - Kopfzeile"/>
    <w:basedOn w:val="0Strich"/>
    <w:qFormat/>
    <w:rsid w:val="008A7666"/>
    <w:pPr>
      <w:pBdr>
        <w:bottom w:val="single" w:sz="6" w:space="1" w:color="808080" w:themeColor="background1" w:themeShade="80"/>
      </w:pBdr>
      <w:spacing w:before="40"/>
      <w:jc w:val="right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D17F7"/>
    <w:rPr>
      <w:rFonts w:ascii="Times New Roman" w:hAnsi="Times New Roman" w:cs="Times New Roman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0D17F7"/>
    <w:rPr>
      <w:rFonts w:ascii="Times New Roman" w:hAnsi="Times New Roman" w:cs="Times New Roman"/>
      <w:color w:val="262626" w:themeColor="text1" w:themeTint="D9"/>
      <w:lang w:val="de-DE" w:eastAsia="de-DE"/>
    </w:rPr>
  </w:style>
  <w:style w:type="paragraph" w:customStyle="1" w:styleId="3Vita-Felder">
    <w:name w:val="3.Vita - Felder"/>
    <w:basedOn w:val="Standard"/>
    <w:qFormat/>
    <w:rsid w:val="004A5B01"/>
    <w:pPr>
      <w:tabs>
        <w:tab w:val="clear" w:pos="1134"/>
      </w:tabs>
      <w:spacing w:before="120" w:after="120" w:line="240" w:lineRule="auto"/>
      <w:jc w:val="center"/>
    </w:pPr>
    <w:rPr>
      <w:b/>
      <w:bCs/>
      <w:lang w:val="en-US"/>
    </w:rPr>
  </w:style>
  <w:style w:type="character" w:customStyle="1" w:styleId="UnresolvedMention">
    <w:name w:val="Unresolved Mention"/>
    <w:basedOn w:val="Absatz-Standardschriftart"/>
    <w:uiPriority w:val="99"/>
    <w:rsid w:val="004670B0"/>
    <w:rPr>
      <w:color w:val="605E5C"/>
      <w:shd w:val="clear" w:color="auto" w:fill="E1DFDD"/>
    </w:rPr>
  </w:style>
  <w:style w:type="paragraph" w:customStyle="1" w:styleId="0Datum">
    <w:name w:val="0.Datum"/>
    <w:basedOn w:val="Standard"/>
    <w:next w:val="Standard"/>
    <w:autoRedefine/>
    <w:qFormat/>
    <w:rsid w:val="00F066A1"/>
    <w:pPr>
      <w:spacing w:line="240" w:lineRule="auto"/>
      <w:jc w:val="right"/>
    </w:pPr>
    <w:rPr>
      <w:rFonts w:ascii="Levenim MT" w:hAnsi="Levenim MT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8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Neue%20Designs\A%20strich%20var%20icons.dotx" TargetMode="External"/></Relationships>
</file>

<file path=word/theme/theme1.xml><?xml version="1.0" encoding="utf-8"?>
<a:theme xmlns:a="http://schemas.openxmlformats.org/drawingml/2006/main" name="Rohling blau v1">
  <a:themeElements>
    <a:clrScheme name="Design Aktuell">
      <a:dk1>
        <a:sysClr val="windowText" lastClr="000000"/>
      </a:dk1>
      <a:lt1>
        <a:sysClr val="window" lastClr="FFFFFF"/>
      </a:lt1>
      <a:dk2>
        <a:srgbClr val="878787"/>
      </a:dk2>
      <a:lt2>
        <a:srgbClr val="F5F5F5"/>
      </a:lt2>
      <a:accent1>
        <a:srgbClr val="7E532E"/>
      </a:accent1>
      <a:accent2>
        <a:srgbClr val="C3A582"/>
      </a:accent2>
      <a:accent3>
        <a:srgbClr val="AB9797"/>
      </a:accent3>
      <a:accent4>
        <a:srgbClr val="896F6F"/>
      </a:accent4>
      <a:accent5>
        <a:srgbClr val="000000"/>
      </a:accent5>
      <a:accent6>
        <a:srgbClr val="000000"/>
      </a:accent6>
      <a:hlink>
        <a:srgbClr val="7E532E"/>
      </a:hlink>
      <a:folHlink>
        <a:srgbClr val="C3A582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  <a:effectLst/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accent2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74AFD-93BF-43DC-9EF0-EE7CD422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strich var icons.dotx</Template>
  <TotalTime>0</TotalTime>
  <Pages>2</Pages>
  <Words>193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Standarddesign</vt:lpstr>
    </vt:vector>
  </TitlesOfParts>
  <Company>jjj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Standarddesign</dc:title>
  <dc:creator>Andrea Klimmek</dc:creator>
  <cp:lastModifiedBy>Klimmek, Andrea</cp:lastModifiedBy>
  <cp:revision>2</cp:revision>
  <cp:lastPrinted>2020-04-23T09:50:00Z</cp:lastPrinted>
  <dcterms:created xsi:type="dcterms:W3CDTF">2025-08-15T11:54:00Z</dcterms:created>
  <dcterms:modified xsi:type="dcterms:W3CDTF">2025-08-15T11:54:00Z</dcterms:modified>
</cp:coreProperties>
</file>